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C1C" w:rsidRDefault="00834E14" w:rsidP="00FB1C1C">
      <w:pPr>
        <w:pStyle w:val="NormalWeb"/>
        <w:rPr>
          <w:rStyle w:val="style131"/>
          <w:sz w:val="22"/>
          <w:szCs w:val="22"/>
        </w:rPr>
      </w:pPr>
      <w:r>
        <w:rPr>
          <w:rStyle w:val="style131"/>
          <w:sz w:val="22"/>
          <w:szCs w:val="22"/>
        </w:rPr>
        <w:t>States of Matter</w:t>
      </w:r>
    </w:p>
    <w:p w:rsidR="00834E14" w:rsidRDefault="00834E14" w:rsidP="00FB1C1C">
      <w:pPr>
        <w:pStyle w:val="NormalWeb"/>
        <w:rPr>
          <w:rStyle w:val="style131"/>
          <w:sz w:val="22"/>
          <w:szCs w:val="22"/>
        </w:rPr>
      </w:pPr>
      <w:r>
        <w:rPr>
          <w:rStyle w:val="style131"/>
          <w:sz w:val="22"/>
          <w:szCs w:val="22"/>
        </w:rPr>
        <w:t xml:space="preserve">What do trees, air, and water have in common?  They all have matter.  That means they take up space.  Everything found on earth can be grouped into one of three states of matter: </w:t>
      </w:r>
      <w:r w:rsidRPr="00834E14">
        <w:rPr>
          <w:rStyle w:val="style131"/>
          <w:b/>
          <w:sz w:val="22"/>
          <w:szCs w:val="22"/>
        </w:rPr>
        <w:t>Solid, Liquid</w:t>
      </w:r>
      <w:r>
        <w:rPr>
          <w:rStyle w:val="style131"/>
          <w:sz w:val="22"/>
          <w:szCs w:val="22"/>
        </w:rPr>
        <w:t xml:space="preserve">, or </w:t>
      </w:r>
      <w:r w:rsidRPr="00834E14">
        <w:rPr>
          <w:rStyle w:val="style131"/>
          <w:b/>
          <w:sz w:val="22"/>
          <w:szCs w:val="22"/>
        </w:rPr>
        <w:t>Gas.</w:t>
      </w:r>
      <w:r>
        <w:rPr>
          <w:rStyle w:val="style131"/>
          <w:sz w:val="22"/>
          <w:szCs w:val="22"/>
        </w:rPr>
        <w:t xml:space="preserve">  </w:t>
      </w:r>
    </w:p>
    <w:p w:rsidR="00834E14" w:rsidRDefault="00834E14" w:rsidP="00FB1C1C">
      <w:pPr>
        <w:pStyle w:val="NormalWeb"/>
        <w:rPr>
          <w:rStyle w:val="style131"/>
          <w:sz w:val="22"/>
          <w:szCs w:val="22"/>
        </w:rPr>
      </w:pPr>
      <w:r w:rsidRPr="00834E14">
        <w:rPr>
          <w:rStyle w:val="style131"/>
          <w:b/>
          <w:sz w:val="22"/>
          <w:szCs w:val="22"/>
        </w:rPr>
        <w:t>Solids</w:t>
      </w:r>
      <w:r>
        <w:rPr>
          <w:rStyle w:val="style131"/>
          <w:sz w:val="22"/>
          <w:szCs w:val="22"/>
        </w:rPr>
        <w:t xml:space="preserve"> have a definite shape, mass and volume.  They are made up of tiny particles called atoms which are packed closely together, and hold the solid in a definite shape that does not change.  </w:t>
      </w:r>
    </w:p>
    <w:p w:rsidR="00834E14" w:rsidRDefault="00834E14" w:rsidP="00FB1C1C">
      <w:pPr>
        <w:pStyle w:val="NormalWeb"/>
        <w:rPr>
          <w:rStyle w:val="style131"/>
          <w:sz w:val="22"/>
          <w:szCs w:val="22"/>
        </w:rPr>
      </w:pPr>
      <w:r>
        <w:rPr>
          <w:rStyle w:val="style131"/>
          <w:b/>
          <w:sz w:val="22"/>
          <w:szCs w:val="22"/>
        </w:rPr>
        <w:t xml:space="preserve">Liquids </w:t>
      </w:r>
      <w:r w:rsidR="008B1933">
        <w:rPr>
          <w:rStyle w:val="style131"/>
          <w:sz w:val="22"/>
          <w:szCs w:val="22"/>
        </w:rPr>
        <w:t xml:space="preserve">do not have a definite shape, but they do have definite mass and volume.  Liquids are similar to solids because their atoms are close together.  What makes a liquid different is that those atoms can move around.  Liquids can change shape by flowing and take the shape of their containers.  </w:t>
      </w:r>
    </w:p>
    <w:p w:rsidR="008B1933" w:rsidRDefault="008B1933" w:rsidP="00FB1C1C">
      <w:pPr>
        <w:pStyle w:val="NormalWeb"/>
        <w:rPr>
          <w:rStyle w:val="style131"/>
          <w:sz w:val="22"/>
          <w:szCs w:val="22"/>
        </w:rPr>
      </w:pPr>
      <w:r>
        <w:rPr>
          <w:rStyle w:val="style131"/>
          <w:b/>
          <w:sz w:val="22"/>
          <w:szCs w:val="22"/>
        </w:rPr>
        <w:t xml:space="preserve">Gases </w:t>
      </w:r>
      <w:r>
        <w:rPr>
          <w:rStyle w:val="style131"/>
          <w:sz w:val="22"/>
          <w:szCs w:val="22"/>
        </w:rPr>
        <w:t xml:space="preserve">do not have definite shape or volume.  Like liquids, gasses will take the shape of their containers.  If a gas is not in a container, it will spread out indefinitely.  This is because the atoms in a gas are spaced farther apart than in a solid or a liquid which allows them to move about freely.  </w:t>
      </w:r>
    </w:p>
    <w:p w:rsidR="008B1933" w:rsidRDefault="008B1933" w:rsidP="00FB1C1C">
      <w:pPr>
        <w:pStyle w:val="NormalWeb"/>
        <w:rPr>
          <w:rStyle w:val="style131"/>
          <w:sz w:val="22"/>
          <w:szCs w:val="22"/>
        </w:rPr>
      </w:pPr>
      <w:r>
        <w:rPr>
          <w:rStyle w:val="style131"/>
          <w:sz w:val="22"/>
          <w:szCs w:val="22"/>
        </w:rPr>
        <w:t xml:space="preserve">Matter can change from one state to another if heated or cooled.  </w:t>
      </w:r>
      <w:r w:rsidR="00AE1A96">
        <w:rPr>
          <w:rStyle w:val="style131"/>
          <w:sz w:val="22"/>
          <w:szCs w:val="22"/>
        </w:rPr>
        <w:t xml:space="preserve">This is called a phase change.  During a phase change, energy is transferred between a substance and its surroundings.  </w:t>
      </w:r>
      <w:r w:rsidR="00FB66A5">
        <w:rPr>
          <w:rStyle w:val="style131"/>
          <w:sz w:val="22"/>
          <w:szCs w:val="22"/>
        </w:rPr>
        <w:t xml:space="preserve">A “phase” describes a physical state of matter.  Things only move from one phase to another by physical means.  If energy is added (like increasing the temperature) or if energy is taken away (like freezing something), you have created a physical change.  </w:t>
      </w:r>
    </w:p>
    <w:p w:rsidR="0068765C" w:rsidRDefault="00FB66A5" w:rsidP="00FB1C1C">
      <w:pPr>
        <w:pStyle w:val="NormalWeb"/>
        <w:rPr>
          <w:rStyle w:val="style131"/>
          <w:sz w:val="22"/>
          <w:szCs w:val="22"/>
        </w:rPr>
      </w:pPr>
      <w:r>
        <w:rPr>
          <w:rStyle w:val="style131"/>
          <w:sz w:val="22"/>
          <w:szCs w:val="22"/>
        </w:rPr>
        <w:t>The six phase processes that occur as matter changes from solid to liquid and gas and back are:</w:t>
      </w:r>
    </w:p>
    <w:p w:rsidR="00FB66A5" w:rsidRDefault="00FB66A5" w:rsidP="00FB1C1C">
      <w:pPr>
        <w:pStyle w:val="NormalWeb"/>
        <w:rPr>
          <w:rStyle w:val="style131"/>
          <w:sz w:val="22"/>
          <w:szCs w:val="22"/>
        </w:rPr>
      </w:pPr>
      <w:r w:rsidRPr="00FB66A5">
        <w:rPr>
          <w:rStyle w:val="style131"/>
          <w:b/>
          <w:sz w:val="22"/>
          <w:szCs w:val="22"/>
        </w:rPr>
        <w:t>Melting:</w:t>
      </w:r>
      <w:r>
        <w:rPr>
          <w:rStyle w:val="style131"/>
          <w:b/>
          <w:sz w:val="22"/>
          <w:szCs w:val="22"/>
        </w:rPr>
        <w:t xml:space="preserve"> </w:t>
      </w:r>
      <w:r>
        <w:rPr>
          <w:rStyle w:val="style131"/>
          <w:sz w:val="22"/>
          <w:szCs w:val="22"/>
        </w:rPr>
        <w:t xml:space="preserve">is the phase change as a substance changes from a solid to a liquid. </w:t>
      </w:r>
      <w:r w:rsidRPr="00FB66A5">
        <w:rPr>
          <w:rStyle w:val="style131"/>
          <w:b/>
          <w:sz w:val="22"/>
          <w:szCs w:val="22"/>
        </w:rPr>
        <w:t xml:space="preserve"> </w:t>
      </w:r>
      <w:r>
        <w:rPr>
          <w:rStyle w:val="style131"/>
          <w:sz w:val="22"/>
          <w:szCs w:val="22"/>
        </w:rPr>
        <w:t xml:space="preserve">In ice, attractions between water molecules keep the molecules in fixed position.  When ice cubes are removed from the freezer and placed in an empty glass, heat flows from the air to the ice.  As the ice gains energy, the molecules vibrate more quickly.  When all the molecules have enough energy to move, melting is complete.  </w:t>
      </w:r>
    </w:p>
    <w:p w:rsidR="00FB66A5" w:rsidRDefault="00FB66A5" w:rsidP="00FB1C1C">
      <w:pPr>
        <w:pStyle w:val="NormalWeb"/>
        <w:rPr>
          <w:rStyle w:val="style131"/>
          <w:sz w:val="22"/>
          <w:szCs w:val="22"/>
        </w:rPr>
      </w:pPr>
      <w:r>
        <w:rPr>
          <w:rStyle w:val="style131"/>
          <w:b/>
          <w:sz w:val="22"/>
          <w:szCs w:val="22"/>
        </w:rPr>
        <w:t xml:space="preserve">Freezing: </w:t>
      </w:r>
      <w:r>
        <w:rPr>
          <w:rStyle w:val="style131"/>
          <w:sz w:val="22"/>
          <w:szCs w:val="22"/>
        </w:rPr>
        <w:t xml:space="preserve">is the phase change as a substance changes from a liquid to a solid.  When liquid water is placed in a freezer, energy flows from the water to the air in the freezer, and the water cools down.  At the freezing point of water, some molecules move slowly enough for the attractions between molecules to have an effect.  When all the molecules have been drawn into an orderly arrangement, freezing is complete.  </w:t>
      </w:r>
    </w:p>
    <w:p w:rsidR="00FB66A5" w:rsidRDefault="008C5F90" w:rsidP="00FB1C1C">
      <w:pPr>
        <w:pStyle w:val="NormalWeb"/>
        <w:rPr>
          <w:rStyle w:val="style131"/>
          <w:sz w:val="22"/>
          <w:szCs w:val="22"/>
        </w:rPr>
      </w:pPr>
      <w:r>
        <w:rPr>
          <w:rStyle w:val="style131"/>
          <w:b/>
          <w:sz w:val="22"/>
          <w:szCs w:val="22"/>
        </w:rPr>
        <w:t xml:space="preserve">Condensation: </w:t>
      </w:r>
      <w:r>
        <w:rPr>
          <w:rStyle w:val="style131"/>
          <w:sz w:val="22"/>
          <w:szCs w:val="22"/>
        </w:rPr>
        <w:t xml:space="preserve">is the phase change as a substance changes from a gas to a liquid.  Have you ever come out of a shower to find your bathroom mirror clouded over?  The cloud on the mirror is caused by water vapour that cooled as it came in contact with the mirror.  The water vapour transferred heat to the mirror and condensed into liquid water.  </w:t>
      </w:r>
    </w:p>
    <w:p w:rsidR="008C5F90" w:rsidRPr="008C5F90" w:rsidRDefault="008C5F90" w:rsidP="00FB1C1C">
      <w:pPr>
        <w:pStyle w:val="NormalWeb"/>
        <w:rPr>
          <w:rStyle w:val="style131"/>
          <w:sz w:val="22"/>
          <w:szCs w:val="22"/>
        </w:rPr>
      </w:pPr>
      <w:r>
        <w:rPr>
          <w:rStyle w:val="style131"/>
          <w:b/>
          <w:sz w:val="22"/>
          <w:szCs w:val="22"/>
        </w:rPr>
        <w:t xml:space="preserve">Vaporisation (Evaporation): </w:t>
      </w:r>
      <w:r>
        <w:rPr>
          <w:rStyle w:val="style131"/>
          <w:sz w:val="22"/>
          <w:szCs w:val="22"/>
        </w:rPr>
        <w:t xml:space="preserve">is the phase change as a substance changes from a liquid to a gas.  If you go outside after a rain shower on a sunny, warm day, you may notice puddles of water.  If you return to the same location after a few hours, the puddles may be gone.  This disappearance of the puddles is due to evaporation.  </w:t>
      </w:r>
    </w:p>
    <w:p w:rsidR="008C5F90" w:rsidRPr="008B05AF" w:rsidRDefault="008C5F90" w:rsidP="008C5F90">
      <w:pPr>
        <w:autoSpaceDE w:val="0"/>
        <w:autoSpaceDN w:val="0"/>
        <w:adjustRightInd w:val="0"/>
        <w:spacing w:after="0" w:line="240" w:lineRule="auto"/>
        <w:rPr>
          <w:rStyle w:val="style131"/>
          <w:rFonts w:ascii="Minion-Regular" w:hAnsi="Minion-Regular" w:cs="Minion-Regular"/>
          <w:sz w:val="18"/>
          <w:szCs w:val="18"/>
        </w:rPr>
      </w:pPr>
    </w:p>
    <w:p w:rsidR="0068765C" w:rsidRDefault="0068765C" w:rsidP="00FB1C1C">
      <w:pPr>
        <w:pStyle w:val="NormalWeb"/>
        <w:rPr>
          <w:rStyle w:val="style131"/>
          <w:sz w:val="22"/>
          <w:szCs w:val="22"/>
        </w:rPr>
      </w:pPr>
    </w:p>
    <w:p w:rsidR="008C5F90" w:rsidRDefault="008C5F90" w:rsidP="00FB1C1C">
      <w:pPr>
        <w:pStyle w:val="NormalWeb"/>
        <w:rPr>
          <w:rStyle w:val="style131"/>
          <w:sz w:val="22"/>
          <w:szCs w:val="22"/>
        </w:rPr>
      </w:pPr>
      <w:r>
        <w:rPr>
          <w:rStyle w:val="style131"/>
          <w:b/>
          <w:sz w:val="22"/>
          <w:szCs w:val="22"/>
        </w:rPr>
        <w:lastRenderedPageBreak/>
        <w:t xml:space="preserve">Sublimation: </w:t>
      </w:r>
      <w:r>
        <w:rPr>
          <w:rStyle w:val="style131"/>
          <w:sz w:val="22"/>
          <w:szCs w:val="22"/>
        </w:rPr>
        <w:t xml:space="preserve">is the phase change as a substance changes from a solid to a gas without passing through the intermediate state of a liquid.  </w:t>
      </w:r>
      <w:r w:rsidR="004B1E26">
        <w:rPr>
          <w:rStyle w:val="style131"/>
          <w:sz w:val="22"/>
          <w:szCs w:val="22"/>
        </w:rPr>
        <w:t xml:space="preserve">Dry ice is the common name for the solid form of carbon dioxide.  At room temperature, dry ice can directly change from a solid to a colourless gas.  As dry ice sublimes, the cold carbon dioxide vapour causes water vapour in the air to condense and form clouds.  </w:t>
      </w:r>
    </w:p>
    <w:p w:rsidR="004B1E26" w:rsidRDefault="004B1E26" w:rsidP="004B1E26">
      <w:pPr>
        <w:pStyle w:val="NormalWeb"/>
        <w:rPr>
          <w:rStyle w:val="style131"/>
          <w:sz w:val="22"/>
          <w:szCs w:val="22"/>
        </w:rPr>
      </w:pPr>
      <w:r>
        <w:rPr>
          <w:rStyle w:val="style131"/>
          <w:b/>
          <w:sz w:val="22"/>
          <w:szCs w:val="22"/>
        </w:rPr>
        <w:t xml:space="preserve">Deposition: </w:t>
      </w:r>
      <w:r>
        <w:rPr>
          <w:rStyle w:val="style131"/>
          <w:sz w:val="22"/>
          <w:szCs w:val="22"/>
        </w:rPr>
        <w:t xml:space="preserve">is the phase change as a substance changes from a gas to a solid without passing through the intermediate state of a liquid.  Deposition causes frost to form on windows.  When water vapour in the air comes in contact with cold window glass, the water vapour loses enough kinetic energy to change directly from a gas to a solid.  </w:t>
      </w:r>
    </w:p>
    <w:p w:rsidR="004B1E26" w:rsidRPr="004B1E26" w:rsidRDefault="004B1E26" w:rsidP="004B1E26">
      <w:pPr>
        <w:pStyle w:val="NormalWeb"/>
        <w:rPr>
          <w:rFonts w:ascii="Helvetica" w:hAnsi="Helvetica" w:cs="Helvetica"/>
          <w:color w:val="000000"/>
          <w:sz w:val="22"/>
          <w:szCs w:val="22"/>
        </w:rPr>
      </w:pPr>
    </w:p>
    <w:p w:rsidR="004B1E26" w:rsidRPr="00834E14" w:rsidRDefault="004B1E26" w:rsidP="004B1E26">
      <w:pPr>
        <w:spacing w:before="100" w:beforeAutospacing="1" w:after="100" w:afterAutospacing="1" w:line="240" w:lineRule="auto"/>
        <w:rPr>
          <w:rFonts w:ascii="Times New Roman" w:eastAsia="Times New Roman" w:hAnsi="Times New Roman" w:cs="Times New Roman"/>
          <w:b/>
          <w:sz w:val="18"/>
          <w:szCs w:val="18"/>
          <w:lang w:eastAsia="en-AU"/>
        </w:rPr>
      </w:pPr>
      <w:r w:rsidRPr="00834E14">
        <w:rPr>
          <w:rFonts w:ascii="Times New Roman" w:eastAsia="Times New Roman" w:hAnsi="Times New Roman" w:cs="Times New Roman"/>
          <w:b/>
          <w:sz w:val="18"/>
          <w:szCs w:val="18"/>
          <w:lang w:eastAsia="en-AU"/>
        </w:rPr>
        <w:t xml:space="preserve">Particle models of Solids, Liquids and Gases. </w:t>
      </w:r>
    </w:p>
    <w:tbl>
      <w:tblPr>
        <w:tblStyle w:val="TableGrid"/>
        <w:tblW w:w="0" w:type="auto"/>
        <w:tblLook w:val="04A0" w:firstRow="1" w:lastRow="0" w:firstColumn="1" w:lastColumn="0" w:noHBand="0" w:noVBand="1"/>
      </w:tblPr>
      <w:tblGrid>
        <w:gridCol w:w="4621"/>
        <w:gridCol w:w="4621"/>
      </w:tblGrid>
      <w:tr w:rsidR="004B1E26" w:rsidRPr="00834E14" w:rsidTr="004B1E26">
        <w:tc>
          <w:tcPr>
            <w:tcW w:w="4621" w:type="dxa"/>
          </w:tcPr>
          <w:p w:rsidR="004B1E26" w:rsidRPr="00834E14" w:rsidRDefault="004B1E26" w:rsidP="004B1E26">
            <w:pPr>
              <w:rPr>
                <w:sz w:val="16"/>
                <w:szCs w:val="16"/>
              </w:rPr>
            </w:pPr>
          </w:p>
          <w:p w:rsidR="004B1E26" w:rsidRPr="00834E14" w:rsidRDefault="004B1E26" w:rsidP="004B1E26">
            <w:pPr>
              <w:rPr>
                <w:b/>
                <w:sz w:val="16"/>
                <w:szCs w:val="16"/>
              </w:rPr>
            </w:pPr>
            <w:r w:rsidRPr="00834E14">
              <w:rPr>
                <w:b/>
                <w:sz w:val="16"/>
                <w:szCs w:val="16"/>
              </w:rPr>
              <w:t>Solid</w:t>
            </w:r>
          </w:p>
          <w:p w:rsidR="004B1E26" w:rsidRPr="00834E14" w:rsidRDefault="004B1E26" w:rsidP="004B1E26">
            <w:pPr>
              <w:rPr>
                <w:sz w:val="16"/>
                <w:szCs w:val="16"/>
              </w:rPr>
            </w:pP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05344" behindDoc="0" locked="0" layoutInCell="1" allowOverlap="1" wp14:anchorId="4AD194E8" wp14:editId="654A583A">
                      <wp:simplePos x="0" y="0"/>
                      <wp:positionH relativeFrom="column">
                        <wp:posOffset>85725</wp:posOffset>
                      </wp:positionH>
                      <wp:positionV relativeFrom="paragraph">
                        <wp:posOffset>33655</wp:posOffset>
                      </wp:positionV>
                      <wp:extent cx="190500" cy="180975"/>
                      <wp:effectExtent l="0" t="0" r="19050" b="28575"/>
                      <wp:wrapNone/>
                      <wp:docPr id="1" name="Oval 1"/>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 o:spid="_x0000_s1026" style="position:absolute;margin-left:6.75pt;margin-top:2.65pt;width:15pt;height:14.2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" fillcolor="#4f81bd" strokecolor="#385d8a" strokeweight="2pt"/>
                  </w:pict>
                </mc:Fallback>
              </mc:AlternateContent>
            </w:r>
            <w:r w:rsidRPr="00834E14">
              <w:rPr>
                <w:noProof/>
                <w:sz w:val="16"/>
                <w:szCs w:val="16"/>
                <w:lang w:eastAsia="en-AU"/>
              </w:rPr>
              <mc:AlternateContent>
                <mc:Choice Requires="wps">
                  <w:drawing>
                    <wp:anchor distT="0" distB="0" distL="114300" distR="114300" simplePos="0" relativeHeight="251704320" behindDoc="0" locked="0" layoutInCell="1" allowOverlap="1" wp14:anchorId="7027A201" wp14:editId="3B7EE0A6">
                      <wp:simplePos x="0" y="0"/>
                      <wp:positionH relativeFrom="column">
                        <wp:posOffset>285750</wp:posOffset>
                      </wp:positionH>
                      <wp:positionV relativeFrom="paragraph">
                        <wp:posOffset>33655</wp:posOffset>
                      </wp:positionV>
                      <wp:extent cx="190500" cy="180975"/>
                      <wp:effectExtent l="0" t="0" r="19050" b="28575"/>
                      <wp:wrapSquare wrapText="bothSides"/>
                      <wp:docPr id="2" name="Oval 2"/>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22.5pt;margin-top:2.65pt;width:15pt;height:14.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" fillcolor="#4f81bd" strokecolor="#385d8a" strokeweight="2pt">
                      <w10:wrap type="square"/>
                    </v:oval>
                  </w:pict>
                </mc:Fallback>
              </mc:AlternateContent>
            </w: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08416" behindDoc="0" locked="0" layoutInCell="1" allowOverlap="1" wp14:anchorId="0D7D0385" wp14:editId="0FFCB62C">
                      <wp:simplePos x="0" y="0"/>
                      <wp:positionH relativeFrom="column">
                        <wp:posOffset>85725</wp:posOffset>
                      </wp:positionH>
                      <wp:positionV relativeFrom="paragraph">
                        <wp:posOffset>97155</wp:posOffset>
                      </wp:positionV>
                      <wp:extent cx="190500" cy="180975"/>
                      <wp:effectExtent l="0" t="0" r="19050" b="28575"/>
                      <wp:wrapNone/>
                      <wp:docPr id="3" name="Oval 3"/>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26" style="position:absolute;margin-left:6.75pt;margin-top:7.65pt;width:15pt;height:14.2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" fillcolor="#4f81bd" strokecolor="#385d8a" strokeweight="2pt"/>
                  </w:pict>
                </mc:Fallback>
              </mc:AlternateContent>
            </w: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07392" behindDoc="0" locked="0" layoutInCell="1" allowOverlap="1" wp14:anchorId="6CE579F1" wp14:editId="3A840917">
                      <wp:simplePos x="0" y="0"/>
                      <wp:positionH relativeFrom="column">
                        <wp:posOffset>504825</wp:posOffset>
                      </wp:positionH>
                      <wp:positionV relativeFrom="paragraph">
                        <wp:posOffset>-57785</wp:posOffset>
                      </wp:positionV>
                      <wp:extent cx="190500" cy="180975"/>
                      <wp:effectExtent l="0" t="0" r="19050" b="28575"/>
                      <wp:wrapNone/>
                      <wp:docPr id="4" name="Oval 4"/>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39.75pt;margin-top:-4.55pt;width:15pt;height:14.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" fillcolor="#4f81bd" strokecolor="#385d8a" strokeweight="2pt"/>
                  </w:pict>
                </mc:Fallback>
              </mc:AlternateContent>
            </w:r>
            <w:r w:rsidRPr="00834E14">
              <w:rPr>
                <w:noProof/>
                <w:sz w:val="16"/>
                <w:szCs w:val="16"/>
                <w:lang w:eastAsia="en-AU"/>
              </w:rPr>
              <mc:AlternateContent>
                <mc:Choice Requires="wps">
                  <w:drawing>
                    <wp:anchor distT="0" distB="0" distL="114300" distR="114300" simplePos="0" relativeHeight="251706368" behindDoc="0" locked="0" layoutInCell="1" allowOverlap="1" wp14:anchorId="765D7877" wp14:editId="7AE36783">
                      <wp:simplePos x="0" y="0"/>
                      <wp:positionH relativeFrom="column">
                        <wp:posOffset>314325</wp:posOffset>
                      </wp:positionH>
                      <wp:positionV relativeFrom="paragraph">
                        <wp:posOffset>-57785</wp:posOffset>
                      </wp:positionV>
                      <wp:extent cx="190500" cy="180975"/>
                      <wp:effectExtent l="0" t="0" r="19050" b="28575"/>
                      <wp:wrapNone/>
                      <wp:docPr id="9" name="Oval 9"/>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 o:spid="_x0000_s1026" style="position:absolute;margin-left:24.75pt;margin-top:-4.55pt;width:15pt;height:14.2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" fillcolor="#4f81bd" strokecolor="#385d8a" strokeweight="2pt"/>
                  </w:pict>
                </mc:Fallback>
              </mc:AlternateContent>
            </w:r>
            <w:r w:rsidRPr="00834E14">
              <w:rPr>
                <w:noProof/>
                <w:sz w:val="16"/>
                <w:szCs w:val="16"/>
                <w:lang w:eastAsia="en-AU"/>
              </w:rPr>
              <mc:AlternateContent>
                <mc:Choice Requires="wps">
                  <w:drawing>
                    <wp:anchor distT="0" distB="0" distL="114300" distR="114300" simplePos="0" relativeHeight="251703296" behindDoc="0" locked="0" layoutInCell="1" allowOverlap="1" wp14:anchorId="0106F738" wp14:editId="0346BEBE">
                      <wp:simplePos x="0" y="0"/>
                      <wp:positionH relativeFrom="column">
                        <wp:posOffset>504825</wp:posOffset>
                      </wp:positionH>
                      <wp:positionV relativeFrom="paragraph">
                        <wp:posOffset>-276860</wp:posOffset>
                      </wp:positionV>
                      <wp:extent cx="190500" cy="180975"/>
                      <wp:effectExtent l="0" t="0" r="19050" b="28575"/>
                      <wp:wrapNone/>
                      <wp:docPr id="21" name="Oval 21"/>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1" o:spid="_x0000_s1026" style="position:absolute;margin-left:39.75pt;margin-top:-21.8pt;width:15pt;height:14.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" fillcolor="#4f81bd" strokecolor="#385d8a" strokeweight="2pt"/>
                  </w:pict>
                </mc:Fallback>
              </mc:AlternateContent>
            </w:r>
          </w:p>
          <w:p w:rsidR="004B1E26" w:rsidRPr="00834E14" w:rsidRDefault="004B1E26" w:rsidP="004B1E26">
            <w:pPr>
              <w:rPr>
                <w:sz w:val="16"/>
                <w:szCs w:val="16"/>
              </w:rPr>
            </w:pPr>
          </w:p>
          <w:p w:rsidR="004B1E26" w:rsidRPr="00834E14" w:rsidRDefault="004B1E26" w:rsidP="004B1E26">
            <w:pPr>
              <w:rPr>
                <w:sz w:val="16"/>
                <w:szCs w:val="16"/>
              </w:rPr>
            </w:pPr>
          </w:p>
          <w:p w:rsidR="004B1E26" w:rsidRPr="00834E14" w:rsidRDefault="004B1E26" w:rsidP="004B1E26">
            <w:pPr>
              <w:rPr>
                <w:sz w:val="16"/>
                <w:szCs w:val="16"/>
              </w:rPr>
            </w:pPr>
          </w:p>
          <w:p w:rsidR="004B1E26" w:rsidRPr="00834E14" w:rsidRDefault="004B1E26" w:rsidP="004B1E26">
            <w:pPr>
              <w:rPr>
                <w:sz w:val="16"/>
                <w:szCs w:val="16"/>
              </w:rPr>
            </w:pPr>
          </w:p>
          <w:p w:rsidR="004B1E26" w:rsidRPr="00834E14" w:rsidRDefault="004B1E26" w:rsidP="004B1E26">
            <w:pPr>
              <w:rPr>
                <w:sz w:val="16"/>
                <w:szCs w:val="16"/>
              </w:rPr>
            </w:pPr>
          </w:p>
        </w:tc>
        <w:tc>
          <w:tcPr>
            <w:tcW w:w="4621" w:type="dxa"/>
          </w:tcPr>
          <w:p w:rsidR="004B1E26" w:rsidRPr="00834E14" w:rsidRDefault="004B1E26" w:rsidP="004B1E26">
            <w:pPr>
              <w:rPr>
                <w:sz w:val="16"/>
                <w:szCs w:val="16"/>
              </w:rPr>
            </w:pPr>
          </w:p>
          <w:p w:rsidR="004B1E26" w:rsidRPr="0068765C" w:rsidRDefault="004B1E26" w:rsidP="004B1E26">
            <w:pPr>
              <w:spacing w:before="100" w:beforeAutospacing="1" w:after="100" w:afterAutospacing="1"/>
              <w:rPr>
                <w:rFonts w:ascii="Arial" w:eastAsia="Times New Roman" w:hAnsi="Arial" w:cs="Arial"/>
                <w:sz w:val="16"/>
                <w:szCs w:val="16"/>
                <w:lang w:eastAsia="en-AU"/>
              </w:rPr>
            </w:pPr>
            <w:r>
              <w:rPr>
                <w:rFonts w:ascii="Arial" w:eastAsia="Times New Roman" w:hAnsi="Arial" w:cs="Arial"/>
                <w:sz w:val="16"/>
                <w:szCs w:val="16"/>
                <w:lang w:eastAsia="en-AU"/>
              </w:rPr>
              <w:t>Particles of solids are held in place by strong electrostatic forces and are densely packed together.  Particles of solids vibrate constantly due to their internal energy but they cannot move from one place to another.  Particles of solids possess only vibrational energy.</w:t>
            </w:r>
          </w:p>
          <w:p w:rsidR="004B1E26" w:rsidRPr="0068765C" w:rsidRDefault="004B1E26" w:rsidP="004B1E26">
            <w:pPr>
              <w:spacing w:before="100" w:beforeAutospacing="1" w:after="100" w:afterAutospacing="1"/>
              <w:rPr>
                <w:sz w:val="16"/>
                <w:szCs w:val="16"/>
              </w:rPr>
            </w:pPr>
          </w:p>
        </w:tc>
      </w:tr>
      <w:tr w:rsidR="004B1E26" w:rsidRPr="00834E14" w:rsidTr="004B1E26">
        <w:tc>
          <w:tcPr>
            <w:tcW w:w="4621" w:type="dxa"/>
          </w:tcPr>
          <w:p w:rsidR="004B1E26" w:rsidRPr="00834E14" w:rsidRDefault="004B1E26" w:rsidP="004B1E26">
            <w:pPr>
              <w:rPr>
                <w:sz w:val="16"/>
                <w:szCs w:val="16"/>
              </w:rPr>
            </w:pPr>
          </w:p>
          <w:p w:rsidR="004B1E26" w:rsidRPr="00834E14" w:rsidRDefault="004B1E26" w:rsidP="004B1E26">
            <w:pPr>
              <w:rPr>
                <w:b/>
                <w:sz w:val="16"/>
                <w:szCs w:val="16"/>
              </w:rPr>
            </w:pPr>
            <w:r w:rsidRPr="00834E14">
              <w:rPr>
                <w:b/>
                <w:sz w:val="16"/>
                <w:szCs w:val="16"/>
              </w:rPr>
              <w:t>Liquid</w:t>
            </w:r>
          </w:p>
          <w:p w:rsidR="004B1E26" w:rsidRPr="00834E14" w:rsidRDefault="004B1E26" w:rsidP="004B1E26">
            <w:pPr>
              <w:rPr>
                <w:sz w:val="16"/>
                <w:szCs w:val="16"/>
              </w:rPr>
            </w:pP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11488" behindDoc="0" locked="0" layoutInCell="1" allowOverlap="1" wp14:anchorId="4C10369F" wp14:editId="250C4E8F">
                      <wp:simplePos x="0" y="0"/>
                      <wp:positionH relativeFrom="column">
                        <wp:posOffset>381000</wp:posOffset>
                      </wp:positionH>
                      <wp:positionV relativeFrom="paragraph">
                        <wp:posOffset>70485</wp:posOffset>
                      </wp:positionV>
                      <wp:extent cx="190500" cy="180975"/>
                      <wp:effectExtent l="0" t="0" r="19050" b="28575"/>
                      <wp:wrapNone/>
                      <wp:docPr id="28" name="Oval 28"/>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8" o:spid="_x0000_s1026" style="position:absolute;margin-left:30pt;margin-top:5.55pt;width:15pt;height:14.2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" fillcolor="#4f81bd" strokecolor="#385d8a" strokeweight="2pt"/>
                  </w:pict>
                </mc:Fallback>
              </mc:AlternateContent>
            </w:r>
            <w:r w:rsidRPr="00834E14">
              <w:rPr>
                <w:noProof/>
                <w:sz w:val="16"/>
                <w:szCs w:val="16"/>
                <w:lang w:eastAsia="en-AU"/>
              </w:rPr>
              <mc:AlternateContent>
                <mc:Choice Requires="wps">
                  <w:drawing>
                    <wp:anchor distT="0" distB="0" distL="114300" distR="114300" simplePos="0" relativeHeight="251709440" behindDoc="0" locked="0" layoutInCell="1" allowOverlap="1" wp14:anchorId="642E988B" wp14:editId="6A9EE91B">
                      <wp:simplePos x="0" y="0"/>
                      <wp:positionH relativeFrom="column">
                        <wp:posOffset>123825</wp:posOffset>
                      </wp:positionH>
                      <wp:positionV relativeFrom="paragraph">
                        <wp:posOffset>17145</wp:posOffset>
                      </wp:positionV>
                      <wp:extent cx="190500" cy="190500"/>
                      <wp:effectExtent l="0" t="0" r="19050" b="19050"/>
                      <wp:wrapNone/>
                      <wp:docPr id="32" name="Oval 32"/>
                      <wp:cNvGraphicFramePr/>
                      <a:graphic xmlns:a="http://schemas.openxmlformats.org/drawingml/2006/main">
                        <a:graphicData uri="http://schemas.microsoft.com/office/word/2010/wordprocessingShape">
                          <wps:wsp>
                            <wps:cNvSpPr/>
                            <wps:spPr>
                              <a:xfrm>
                                <a:off x="0" y="0"/>
                                <a:ext cx="190500" cy="190500"/>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2" o:spid="_x0000_s1026" style="position:absolute;margin-left:9.75pt;margin-top:1.35pt;width:15pt;height:1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" fillcolor="#4f81bd" strokecolor="#385d8a" strokeweight="2pt"/>
                  </w:pict>
                </mc:Fallback>
              </mc:AlternateContent>
            </w: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21728" behindDoc="0" locked="0" layoutInCell="1" allowOverlap="1" wp14:anchorId="6D619E20" wp14:editId="54FC325A">
                      <wp:simplePos x="0" y="0"/>
                      <wp:positionH relativeFrom="column">
                        <wp:posOffset>123825</wp:posOffset>
                      </wp:positionH>
                      <wp:positionV relativeFrom="paragraph">
                        <wp:posOffset>95885</wp:posOffset>
                      </wp:positionV>
                      <wp:extent cx="190500" cy="180975"/>
                      <wp:effectExtent l="0" t="0" r="19050" b="28575"/>
                      <wp:wrapNone/>
                      <wp:docPr id="33" name="Oval 33"/>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3" o:spid="_x0000_s1026" style="position:absolute;margin-left:9.75pt;margin-top:7.55pt;width:15pt;height:14.2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" fillcolor="#4f81bd" strokecolor="#385d8a" strokeweight="2pt"/>
                  </w:pict>
                </mc:Fallback>
              </mc:AlternateContent>
            </w:r>
            <w:r w:rsidRPr="00834E14">
              <w:rPr>
                <w:noProof/>
                <w:sz w:val="16"/>
                <w:szCs w:val="16"/>
                <w:lang w:eastAsia="en-AU"/>
              </w:rPr>
              <mc:AlternateContent>
                <mc:Choice Requires="wps">
                  <w:drawing>
                    <wp:anchor distT="0" distB="0" distL="114300" distR="114300" simplePos="0" relativeHeight="251712512" behindDoc="0" locked="0" layoutInCell="1" allowOverlap="1" wp14:anchorId="6A2482C8" wp14:editId="15BA1591">
                      <wp:simplePos x="0" y="0"/>
                      <wp:positionH relativeFrom="column">
                        <wp:posOffset>657225</wp:posOffset>
                      </wp:positionH>
                      <wp:positionV relativeFrom="paragraph">
                        <wp:posOffset>-15875</wp:posOffset>
                      </wp:positionV>
                      <wp:extent cx="190500" cy="180975"/>
                      <wp:effectExtent l="0" t="0" r="19050" b="28575"/>
                      <wp:wrapNone/>
                      <wp:docPr id="34" name="Oval 34"/>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4" o:spid="_x0000_s1026" style="position:absolute;margin-left:51.75pt;margin-top:-1.25pt;width:15pt;height:14.2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" fillcolor="#4f81bd" strokecolor="#385d8a" strokeweight="2pt"/>
                  </w:pict>
                </mc:Fallback>
              </mc:AlternateContent>
            </w: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10464" behindDoc="0" locked="0" layoutInCell="1" allowOverlap="1" wp14:anchorId="1EDA062A" wp14:editId="2D2B2C5C">
                      <wp:simplePos x="0" y="0"/>
                      <wp:positionH relativeFrom="column">
                        <wp:posOffset>314325</wp:posOffset>
                      </wp:positionH>
                      <wp:positionV relativeFrom="paragraph">
                        <wp:posOffset>123825</wp:posOffset>
                      </wp:positionV>
                      <wp:extent cx="190500" cy="180975"/>
                      <wp:effectExtent l="0" t="0" r="19050" b="28575"/>
                      <wp:wrapNone/>
                      <wp:docPr id="35" name="Oval 35"/>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5" o:spid="_x0000_s1026" style="position:absolute;margin-left:24.75pt;margin-top:9.75pt;width:15pt;height:14.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" fillcolor="#4f81bd" strokecolor="#385d8a" strokeweight="2pt"/>
                  </w:pict>
                </mc:Fallback>
              </mc:AlternateContent>
            </w:r>
            <w:r w:rsidRPr="00834E14">
              <w:rPr>
                <w:noProof/>
                <w:sz w:val="16"/>
                <w:szCs w:val="16"/>
                <w:lang w:eastAsia="en-AU"/>
              </w:rPr>
              <mc:AlternateContent>
                <mc:Choice Requires="wps">
                  <w:drawing>
                    <wp:anchor distT="0" distB="0" distL="114300" distR="114300" simplePos="0" relativeHeight="251713536" behindDoc="0" locked="0" layoutInCell="1" allowOverlap="1" wp14:anchorId="6C519A9D" wp14:editId="11A56708">
                      <wp:simplePos x="0" y="0"/>
                      <wp:positionH relativeFrom="column">
                        <wp:posOffset>504825</wp:posOffset>
                      </wp:positionH>
                      <wp:positionV relativeFrom="paragraph">
                        <wp:posOffset>8890</wp:posOffset>
                      </wp:positionV>
                      <wp:extent cx="190500" cy="180975"/>
                      <wp:effectExtent l="0" t="0" r="19050" b="28575"/>
                      <wp:wrapNone/>
                      <wp:docPr id="36" name="Oval 36"/>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6" o:spid="_x0000_s1026" style="position:absolute;margin-left:39.75pt;margin-top:.7pt;width:15pt;height:14.2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" fillcolor="#4f81bd" strokecolor="#385d8a" strokeweight="2pt"/>
                  </w:pict>
                </mc:Fallback>
              </mc:AlternateContent>
            </w:r>
            <w:r w:rsidRPr="00834E14">
              <w:rPr>
                <w:noProof/>
                <w:sz w:val="16"/>
                <w:szCs w:val="16"/>
                <w:lang w:eastAsia="en-AU"/>
              </w:rPr>
              <mc:AlternateContent>
                <mc:Choice Requires="wps">
                  <w:drawing>
                    <wp:anchor distT="0" distB="0" distL="114300" distR="114300" simplePos="0" relativeHeight="251714560" behindDoc="0" locked="0" layoutInCell="1" allowOverlap="1" wp14:anchorId="116E6A43" wp14:editId="53EF4356">
                      <wp:simplePos x="0" y="0"/>
                      <wp:positionH relativeFrom="column">
                        <wp:posOffset>504825</wp:posOffset>
                      </wp:positionH>
                      <wp:positionV relativeFrom="paragraph">
                        <wp:posOffset>-417830</wp:posOffset>
                      </wp:positionV>
                      <wp:extent cx="190500" cy="180975"/>
                      <wp:effectExtent l="0" t="0" r="19050" b="28575"/>
                      <wp:wrapSquare wrapText="bothSides"/>
                      <wp:docPr id="37" name="Oval 37"/>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7" o:spid="_x0000_s1026" style="position:absolute;margin-left:39.75pt;margin-top:-32.9pt;width:15pt;height:14.2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" fillcolor="#4f81bd" strokecolor="#385d8a" strokeweight="2pt">
                      <w10:wrap type="square"/>
                    </v:oval>
                  </w:pict>
                </mc:Fallback>
              </mc:AlternateContent>
            </w:r>
          </w:p>
          <w:p w:rsidR="004B1E26" w:rsidRPr="00834E14" w:rsidRDefault="004B1E26" w:rsidP="004B1E26">
            <w:pPr>
              <w:rPr>
                <w:sz w:val="16"/>
                <w:szCs w:val="16"/>
              </w:rPr>
            </w:pPr>
          </w:p>
          <w:p w:rsidR="004B1E26" w:rsidRPr="00834E14" w:rsidRDefault="004B1E26" w:rsidP="004B1E26">
            <w:pPr>
              <w:rPr>
                <w:sz w:val="16"/>
                <w:szCs w:val="16"/>
              </w:rPr>
            </w:pPr>
          </w:p>
          <w:p w:rsidR="004B1E26" w:rsidRPr="00834E14" w:rsidRDefault="004B1E26" w:rsidP="004B1E26">
            <w:pPr>
              <w:rPr>
                <w:sz w:val="16"/>
                <w:szCs w:val="16"/>
              </w:rPr>
            </w:pPr>
          </w:p>
          <w:p w:rsidR="004B1E26" w:rsidRPr="00834E14" w:rsidRDefault="004B1E26" w:rsidP="004B1E26">
            <w:pPr>
              <w:rPr>
                <w:sz w:val="16"/>
                <w:szCs w:val="16"/>
              </w:rPr>
            </w:pPr>
          </w:p>
          <w:p w:rsidR="004B1E26" w:rsidRPr="00834E14" w:rsidRDefault="004B1E26" w:rsidP="004B1E26">
            <w:pPr>
              <w:rPr>
                <w:sz w:val="16"/>
                <w:szCs w:val="16"/>
              </w:rPr>
            </w:pPr>
          </w:p>
        </w:tc>
        <w:tc>
          <w:tcPr>
            <w:tcW w:w="4621" w:type="dxa"/>
          </w:tcPr>
          <w:p w:rsidR="004B1E26" w:rsidRPr="00834E14" w:rsidRDefault="004B1E26" w:rsidP="004B1E26">
            <w:pPr>
              <w:rPr>
                <w:rFonts w:ascii="MyriadPro-Regular" w:hAnsi="MyriadPro-Regular" w:cs="MyriadPro-Regular"/>
                <w:b/>
                <w:color w:val="000000"/>
                <w:sz w:val="16"/>
                <w:szCs w:val="16"/>
              </w:rPr>
            </w:pPr>
          </w:p>
          <w:p w:rsidR="004B1E26" w:rsidRPr="0068765C" w:rsidRDefault="004B1E26" w:rsidP="004B1E26">
            <w:pPr>
              <w:spacing w:before="100" w:beforeAutospacing="1" w:after="100" w:afterAutospacing="1"/>
              <w:rPr>
                <w:rFonts w:ascii="Arial" w:eastAsia="Times New Roman" w:hAnsi="Arial" w:cs="Arial"/>
                <w:sz w:val="16"/>
                <w:szCs w:val="16"/>
                <w:lang w:eastAsia="en-AU"/>
              </w:rPr>
            </w:pPr>
            <w:r>
              <w:rPr>
                <w:rFonts w:ascii="Arial" w:eastAsia="Times New Roman" w:hAnsi="Arial" w:cs="Arial"/>
                <w:sz w:val="16"/>
                <w:szCs w:val="16"/>
                <w:lang w:eastAsia="en-AU"/>
              </w:rPr>
              <w:t xml:space="preserve">Particles of liquids are kept together by forces of attraction that are weaker than those of solid particles.  Within the walls of the container they can move from place to place bumping into the sides of the container and into other particles.  This type of energy is called translational energy.  This energy gives a liquid the ability to flow and be poured and to spread when a liquid is spilled.  Liquid particles also have vibrational energy. </w:t>
            </w:r>
          </w:p>
          <w:p w:rsidR="004B1E26" w:rsidRPr="0068765C" w:rsidRDefault="004B1E26" w:rsidP="004B1E26">
            <w:pPr>
              <w:spacing w:before="100" w:beforeAutospacing="1" w:after="100" w:afterAutospacing="1"/>
              <w:rPr>
                <w:b/>
                <w:sz w:val="16"/>
                <w:szCs w:val="16"/>
              </w:rPr>
            </w:pPr>
          </w:p>
        </w:tc>
      </w:tr>
      <w:tr w:rsidR="004B1E26" w:rsidRPr="00834E14" w:rsidTr="004B1E26">
        <w:tc>
          <w:tcPr>
            <w:tcW w:w="4621" w:type="dxa"/>
          </w:tcPr>
          <w:p w:rsidR="004B1E26" w:rsidRPr="00834E14" w:rsidRDefault="004B1E26" w:rsidP="004B1E26">
            <w:pPr>
              <w:rPr>
                <w:sz w:val="16"/>
                <w:szCs w:val="16"/>
              </w:rPr>
            </w:pPr>
          </w:p>
          <w:p w:rsidR="004B1E26" w:rsidRPr="00834E14" w:rsidRDefault="004B1E26" w:rsidP="004B1E26">
            <w:pPr>
              <w:rPr>
                <w:b/>
                <w:sz w:val="16"/>
                <w:szCs w:val="16"/>
              </w:rPr>
            </w:pPr>
            <w:r w:rsidRPr="00834E14">
              <w:rPr>
                <w:b/>
                <w:sz w:val="16"/>
                <w:szCs w:val="16"/>
              </w:rPr>
              <w:t>Gas</w:t>
            </w:r>
          </w:p>
          <w:p w:rsidR="004B1E26" w:rsidRPr="00834E14" w:rsidRDefault="004B1E26" w:rsidP="004B1E26">
            <w:pPr>
              <w:rPr>
                <w:sz w:val="16"/>
                <w:szCs w:val="16"/>
              </w:rPr>
            </w:pP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16608" behindDoc="0" locked="0" layoutInCell="1" allowOverlap="1" wp14:anchorId="1CF72086" wp14:editId="4FA765D5">
                      <wp:simplePos x="0" y="0"/>
                      <wp:positionH relativeFrom="column">
                        <wp:posOffset>800100</wp:posOffset>
                      </wp:positionH>
                      <wp:positionV relativeFrom="paragraph">
                        <wp:posOffset>-8255</wp:posOffset>
                      </wp:positionV>
                      <wp:extent cx="238125" cy="238125"/>
                      <wp:effectExtent l="0" t="0" r="28575" b="28575"/>
                      <wp:wrapSquare wrapText="bothSides"/>
                      <wp:docPr id="38" name="Oval 38"/>
                      <wp:cNvGraphicFramePr/>
                      <a:graphic xmlns:a="http://schemas.openxmlformats.org/drawingml/2006/main">
                        <a:graphicData uri="http://schemas.microsoft.com/office/word/2010/wordprocessingShape">
                          <wps:wsp>
                            <wps:cNvSpPr/>
                            <wps:spPr>
                              <a:xfrm>
                                <a:off x="0" y="0"/>
                                <a:ext cx="238125" cy="2381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8" o:spid="_x0000_s1026" style="position:absolute;margin-left:63pt;margin-top:-.65pt;width:18.75pt;height:18.7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" fillcolor="#4f81bd" strokecolor="#385d8a" strokeweight="2pt">
                      <w10:wrap type="square"/>
                    </v:oval>
                  </w:pict>
                </mc:Fallback>
              </mc:AlternateContent>
            </w:r>
            <w:r w:rsidRPr="00834E14">
              <w:rPr>
                <w:noProof/>
                <w:sz w:val="16"/>
                <w:szCs w:val="16"/>
                <w:lang w:eastAsia="en-AU"/>
              </w:rPr>
              <mc:AlternateContent>
                <mc:Choice Requires="wps">
                  <w:drawing>
                    <wp:anchor distT="0" distB="0" distL="114300" distR="114300" simplePos="0" relativeHeight="251715584" behindDoc="0" locked="0" layoutInCell="1" allowOverlap="1" wp14:anchorId="63FA7C36" wp14:editId="1B7C09AC">
                      <wp:simplePos x="0" y="0"/>
                      <wp:positionH relativeFrom="column">
                        <wp:posOffset>123825</wp:posOffset>
                      </wp:positionH>
                      <wp:positionV relativeFrom="paragraph">
                        <wp:posOffset>134620</wp:posOffset>
                      </wp:positionV>
                      <wp:extent cx="238125" cy="238125"/>
                      <wp:effectExtent l="0" t="0" r="28575" b="28575"/>
                      <wp:wrapNone/>
                      <wp:docPr id="39" name="Oval 39"/>
                      <wp:cNvGraphicFramePr/>
                      <a:graphic xmlns:a="http://schemas.openxmlformats.org/drawingml/2006/main">
                        <a:graphicData uri="http://schemas.microsoft.com/office/word/2010/wordprocessingShape">
                          <wps:wsp>
                            <wps:cNvSpPr/>
                            <wps:spPr>
                              <a:xfrm>
                                <a:off x="0" y="0"/>
                                <a:ext cx="238125" cy="2381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9" o:spid="_x0000_s1026" style="position:absolute;margin-left:9.75pt;margin-top:10.6pt;width:18.75pt;height:18.7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" fillcolor="#4f81bd" strokecolor="#385d8a" strokeweight="2pt"/>
                  </w:pict>
                </mc:Fallback>
              </mc:AlternateContent>
            </w:r>
          </w:p>
          <w:p w:rsidR="004B1E26" w:rsidRPr="00834E14" w:rsidRDefault="004B1E26" w:rsidP="004B1E26">
            <w:pPr>
              <w:rPr>
                <w:sz w:val="16"/>
                <w:szCs w:val="16"/>
              </w:rPr>
            </w:pPr>
          </w:p>
          <w:p w:rsidR="004B1E26" w:rsidRPr="00834E14" w:rsidRDefault="004B1E26" w:rsidP="004B1E26">
            <w:pPr>
              <w:rPr>
                <w:sz w:val="16"/>
                <w:szCs w:val="16"/>
              </w:rPr>
            </w:pP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18656" behindDoc="0" locked="0" layoutInCell="1" allowOverlap="1" wp14:anchorId="008BCE1A" wp14:editId="0E6E5AEB">
                      <wp:simplePos x="0" y="0"/>
                      <wp:positionH relativeFrom="column">
                        <wp:posOffset>1276350</wp:posOffset>
                      </wp:positionH>
                      <wp:positionV relativeFrom="paragraph">
                        <wp:posOffset>3175</wp:posOffset>
                      </wp:positionV>
                      <wp:extent cx="238125" cy="238125"/>
                      <wp:effectExtent l="0" t="0" r="28575" b="28575"/>
                      <wp:wrapNone/>
                      <wp:docPr id="40" name="Oval 40"/>
                      <wp:cNvGraphicFramePr/>
                      <a:graphic xmlns:a="http://schemas.openxmlformats.org/drawingml/2006/main">
                        <a:graphicData uri="http://schemas.microsoft.com/office/word/2010/wordprocessingShape">
                          <wps:wsp>
                            <wps:cNvSpPr/>
                            <wps:spPr>
                              <a:xfrm>
                                <a:off x="0" y="0"/>
                                <a:ext cx="238125" cy="2381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0" o:spid="_x0000_s1026" style="position:absolute;margin-left:100.5pt;margin-top:.25pt;width:18.75pt;height:18.7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" fillcolor="#4f81bd" strokecolor="#385d8a" strokeweight="2pt"/>
                  </w:pict>
                </mc:Fallback>
              </mc:AlternateContent>
            </w: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19680" behindDoc="0" locked="0" layoutInCell="1" allowOverlap="1" wp14:anchorId="3AA2A7F0" wp14:editId="0D117ADE">
                      <wp:simplePos x="0" y="0"/>
                      <wp:positionH relativeFrom="column">
                        <wp:posOffset>609600</wp:posOffset>
                      </wp:positionH>
                      <wp:positionV relativeFrom="paragraph">
                        <wp:posOffset>635</wp:posOffset>
                      </wp:positionV>
                      <wp:extent cx="238125" cy="238125"/>
                      <wp:effectExtent l="0" t="0" r="28575" b="28575"/>
                      <wp:wrapNone/>
                      <wp:docPr id="41" name="Oval 41"/>
                      <wp:cNvGraphicFramePr/>
                      <a:graphic xmlns:a="http://schemas.openxmlformats.org/drawingml/2006/main">
                        <a:graphicData uri="http://schemas.microsoft.com/office/word/2010/wordprocessingShape">
                          <wps:wsp>
                            <wps:cNvSpPr/>
                            <wps:spPr>
                              <a:xfrm>
                                <a:off x="0" y="0"/>
                                <a:ext cx="238125" cy="2381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1" o:spid="_x0000_s1026" style="position:absolute;margin-left:48pt;margin-top:.05pt;width:18.75pt;height:18.7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" fillcolor="#4f81bd" strokecolor="#385d8a" strokeweight="2pt"/>
                  </w:pict>
                </mc:Fallback>
              </mc:AlternateContent>
            </w:r>
          </w:p>
          <w:p w:rsidR="004B1E26" w:rsidRPr="00834E14" w:rsidRDefault="004B1E26" w:rsidP="004B1E26">
            <w:pPr>
              <w:rPr>
                <w:sz w:val="16"/>
                <w:szCs w:val="16"/>
              </w:rPr>
            </w:pPr>
            <w:r w:rsidRPr="00834E14">
              <w:rPr>
                <w:noProof/>
                <w:sz w:val="16"/>
                <w:szCs w:val="16"/>
                <w:lang w:eastAsia="en-AU"/>
              </w:rPr>
              <mc:AlternateContent>
                <mc:Choice Requires="wps">
                  <w:drawing>
                    <wp:anchor distT="0" distB="0" distL="114300" distR="114300" simplePos="0" relativeHeight="251717632" behindDoc="0" locked="0" layoutInCell="1" allowOverlap="1" wp14:anchorId="72A35C41" wp14:editId="00172001">
                      <wp:simplePos x="0" y="0"/>
                      <wp:positionH relativeFrom="column">
                        <wp:posOffset>76200</wp:posOffset>
                      </wp:positionH>
                      <wp:positionV relativeFrom="paragraph">
                        <wp:posOffset>55245</wp:posOffset>
                      </wp:positionV>
                      <wp:extent cx="238125" cy="238125"/>
                      <wp:effectExtent l="0" t="0" r="28575" b="28575"/>
                      <wp:wrapNone/>
                      <wp:docPr id="42" name="Oval 42"/>
                      <wp:cNvGraphicFramePr/>
                      <a:graphic xmlns:a="http://schemas.openxmlformats.org/drawingml/2006/main">
                        <a:graphicData uri="http://schemas.microsoft.com/office/word/2010/wordprocessingShape">
                          <wps:wsp>
                            <wps:cNvSpPr/>
                            <wps:spPr>
                              <a:xfrm>
                                <a:off x="0" y="0"/>
                                <a:ext cx="238125" cy="2381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2" o:spid="_x0000_s1026" style="position:absolute;margin-left:6pt;margin-top:4.35pt;width:18.75pt;height:18.7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" fillcolor="#4f81bd" strokecolor="#385d8a" strokeweight="2pt"/>
                  </w:pict>
                </mc:Fallback>
              </mc:AlternateContent>
            </w:r>
            <w:r w:rsidRPr="00834E14">
              <w:rPr>
                <w:noProof/>
                <w:sz w:val="16"/>
                <w:szCs w:val="16"/>
                <w:lang w:eastAsia="en-AU"/>
              </w:rPr>
              <mc:AlternateContent>
                <mc:Choice Requires="wps">
                  <w:drawing>
                    <wp:anchor distT="0" distB="0" distL="114300" distR="114300" simplePos="0" relativeHeight="251720704" behindDoc="0" locked="0" layoutInCell="1" allowOverlap="1" wp14:anchorId="1233798B" wp14:editId="5BCA7F4B">
                      <wp:simplePos x="0" y="0"/>
                      <wp:positionH relativeFrom="column">
                        <wp:posOffset>1038225</wp:posOffset>
                      </wp:positionH>
                      <wp:positionV relativeFrom="paragraph">
                        <wp:posOffset>274320</wp:posOffset>
                      </wp:positionV>
                      <wp:extent cx="238125" cy="238125"/>
                      <wp:effectExtent l="0" t="0" r="28575" b="28575"/>
                      <wp:wrapNone/>
                      <wp:docPr id="43" name="Oval 43"/>
                      <wp:cNvGraphicFramePr/>
                      <a:graphic xmlns:a="http://schemas.openxmlformats.org/drawingml/2006/main">
                        <a:graphicData uri="http://schemas.microsoft.com/office/word/2010/wordprocessingShape">
                          <wps:wsp>
                            <wps:cNvSpPr/>
                            <wps:spPr>
                              <a:xfrm>
                                <a:off x="0" y="0"/>
                                <a:ext cx="238125" cy="2381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3" o:spid="_x0000_s1026" style="position:absolute;margin-left:81.75pt;margin-top:21.6pt;width:18.75pt;height:18.7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" fillcolor="#4f81bd" strokecolor="#385d8a" strokeweight="2pt"/>
                  </w:pict>
                </mc:Fallback>
              </mc:AlternateContent>
            </w:r>
          </w:p>
          <w:p w:rsidR="004B1E26" w:rsidRPr="00834E14" w:rsidRDefault="004B1E26" w:rsidP="004B1E26">
            <w:pPr>
              <w:rPr>
                <w:sz w:val="16"/>
                <w:szCs w:val="16"/>
              </w:rPr>
            </w:pPr>
          </w:p>
          <w:p w:rsidR="004B1E26" w:rsidRPr="00834E14" w:rsidRDefault="004B1E26" w:rsidP="004B1E26">
            <w:pPr>
              <w:rPr>
                <w:sz w:val="16"/>
                <w:szCs w:val="16"/>
              </w:rPr>
            </w:pPr>
          </w:p>
          <w:p w:rsidR="004B1E26" w:rsidRPr="00834E14" w:rsidRDefault="004B1E26" w:rsidP="004B1E26">
            <w:pPr>
              <w:rPr>
                <w:sz w:val="16"/>
                <w:szCs w:val="16"/>
              </w:rPr>
            </w:pPr>
          </w:p>
        </w:tc>
        <w:tc>
          <w:tcPr>
            <w:tcW w:w="4621" w:type="dxa"/>
          </w:tcPr>
          <w:p w:rsidR="004B1E26" w:rsidRPr="00834E14" w:rsidRDefault="004B1E26" w:rsidP="004B1E26">
            <w:pPr>
              <w:rPr>
                <w:b/>
                <w:sz w:val="16"/>
                <w:szCs w:val="16"/>
              </w:rPr>
            </w:pPr>
          </w:p>
          <w:p w:rsidR="004B1E26" w:rsidRDefault="004B1E26" w:rsidP="004B1E26">
            <w:pPr>
              <w:jc w:val="both"/>
              <w:rPr>
                <w:b/>
                <w:sz w:val="16"/>
                <w:szCs w:val="16"/>
              </w:rPr>
            </w:pPr>
          </w:p>
          <w:p w:rsidR="004B1E26" w:rsidRPr="006A6338" w:rsidRDefault="004B1E26" w:rsidP="004B1E26">
            <w:pPr>
              <w:rPr>
                <w:sz w:val="16"/>
                <w:szCs w:val="16"/>
              </w:rPr>
            </w:pPr>
            <w:r>
              <w:rPr>
                <w:sz w:val="16"/>
                <w:szCs w:val="16"/>
              </w:rPr>
              <w:t xml:space="preserve">Particles of gases are more rarefied than either liquids or solids.  This means that the forces of attraction that hold them together are very weak and that the spaces between them are much larger than the spaces between solid and liquid particles.  Particles of gases can move from place to place within a container bumping against the walls of the container and against other particles.  They rotate and vibrate at the same time.  Particles of gases have rotational, translational and vibrational energy.  This explains why they can escape from a container very easily and they can put pressure on the side of the container (example – a balloon or a tyre).  </w:t>
            </w:r>
          </w:p>
        </w:tc>
      </w:tr>
    </w:tbl>
    <w:p w:rsidR="004B1E26" w:rsidRPr="00834E14" w:rsidRDefault="004B1E26" w:rsidP="004B1E26">
      <w:pPr>
        <w:rPr>
          <w:rFonts w:ascii="MyriadPro-Regular" w:eastAsia="ZapfDingbats" w:hAnsi="MyriadPro-Regular" w:cs="MyriadPro-Regular"/>
          <w:color w:val="000000"/>
          <w:sz w:val="16"/>
          <w:szCs w:val="16"/>
        </w:rPr>
      </w:pPr>
      <w:hyperlink r:id="rId6" w:history="1">
        <w:r w:rsidRPr="00834E14">
          <w:rPr>
            <w:rStyle w:val="Hyperlink"/>
            <w:rFonts w:ascii="MyriadPro-Regular" w:eastAsia="ZapfDingbats" w:hAnsi="MyriadPro-Regular" w:cs="MyriadPro-Regular"/>
            <w:sz w:val="16"/>
            <w:szCs w:val="16"/>
          </w:rPr>
          <w:t>http://www.education.leeds.ac.uk/assets/files/research/cssme/ns-tu/explaining_change_processes.pdf</w:t>
        </w:r>
      </w:hyperlink>
      <w:r w:rsidRPr="00834E14">
        <w:rPr>
          <w:rFonts w:ascii="MyriadPro-Regular" w:eastAsia="ZapfDingbats" w:hAnsi="MyriadPro-Regular" w:cs="MyriadPro-Regular"/>
          <w:color w:val="000000"/>
          <w:sz w:val="16"/>
          <w:szCs w:val="16"/>
        </w:rPr>
        <w:t xml:space="preserve"> </w:t>
      </w:r>
    </w:p>
    <w:p w:rsidR="008B05AF" w:rsidRDefault="008B05AF" w:rsidP="00BB03F1">
      <w:pPr>
        <w:autoSpaceDE w:val="0"/>
        <w:autoSpaceDN w:val="0"/>
        <w:adjustRightInd w:val="0"/>
        <w:spacing w:after="0" w:line="240" w:lineRule="auto"/>
        <w:rPr>
          <w:rFonts w:ascii="Minion-Regular" w:hAnsi="Minion-Regular" w:cs="Minion-Regular"/>
          <w:color w:val="000000"/>
          <w:sz w:val="18"/>
          <w:szCs w:val="18"/>
        </w:rPr>
      </w:pPr>
    </w:p>
    <w:p w:rsidR="008B05AF" w:rsidRDefault="008B05AF" w:rsidP="008B05AF">
      <w:pPr>
        <w:autoSpaceDE w:val="0"/>
        <w:autoSpaceDN w:val="0"/>
        <w:adjustRightInd w:val="0"/>
        <w:spacing w:after="0" w:line="240" w:lineRule="auto"/>
        <w:rPr>
          <w:rFonts w:ascii="Minion-Regular" w:hAnsi="Minion-Regular" w:cs="Minion-Regular"/>
          <w:color w:val="000000"/>
          <w:sz w:val="18"/>
          <w:szCs w:val="18"/>
        </w:rPr>
      </w:pPr>
    </w:p>
    <w:p w:rsidR="008B05AF" w:rsidRDefault="008B05AF" w:rsidP="008B05AF">
      <w:pPr>
        <w:autoSpaceDE w:val="0"/>
        <w:autoSpaceDN w:val="0"/>
        <w:adjustRightInd w:val="0"/>
        <w:spacing w:after="0" w:line="240" w:lineRule="auto"/>
        <w:rPr>
          <w:rFonts w:ascii="Minion-Regular" w:hAnsi="Minion-Regular" w:cs="Minion-Regular"/>
          <w:color w:val="000000"/>
          <w:sz w:val="18"/>
          <w:szCs w:val="18"/>
        </w:rPr>
      </w:pPr>
    </w:p>
    <w:p w:rsidR="008B05AF" w:rsidRDefault="008B05AF" w:rsidP="008B05AF">
      <w:pPr>
        <w:autoSpaceDE w:val="0"/>
        <w:autoSpaceDN w:val="0"/>
        <w:adjustRightInd w:val="0"/>
        <w:spacing w:after="0" w:line="240" w:lineRule="auto"/>
        <w:rPr>
          <w:rFonts w:ascii="Minion-Regular" w:hAnsi="Minion-Regular" w:cs="Minion-Regular"/>
          <w:color w:val="000000"/>
          <w:sz w:val="18"/>
          <w:szCs w:val="18"/>
        </w:rPr>
      </w:pPr>
    </w:p>
    <w:p w:rsidR="00BB03F1" w:rsidRPr="00BB03F1" w:rsidRDefault="00BB03F1" w:rsidP="00BB03F1">
      <w:pPr>
        <w:autoSpaceDE w:val="0"/>
        <w:autoSpaceDN w:val="0"/>
        <w:adjustRightInd w:val="0"/>
        <w:spacing w:after="0" w:line="240" w:lineRule="auto"/>
        <w:rPr>
          <w:rStyle w:val="style131"/>
          <w:rFonts w:ascii="Minion-Regular" w:hAnsi="Minion-Regular" w:cs="Minion-Regular"/>
          <w:sz w:val="18"/>
          <w:szCs w:val="18"/>
        </w:rPr>
      </w:pPr>
    </w:p>
    <w:p w:rsidR="008B05AF" w:rsidRPr="008B05AF" w:rsidRDefault="008B05AF" w:rsidP="008B05AF">
      <w:pPr>
        <w:autoSpaceDE w:val="0"/>
        <w:autoSpaceDN w:val="0"/>
        <w:adjustRightInd w:val="0"/>
        <w:spacing w:after="0" w:line="240" w:lineRule="auto"/>
        <w:rPr>
          <w:rStyle w:val="style131"/>
          <w:rFonts w:ascii="Minion-Regular" w:hAnsi="Minion-Regular" w:cs="Minion-Regular"/>
          <w:sz w:val="18"/>
          <w:szCs w:val="18"/>
        </w:rPr>
      </w:pPr>
    </w:p>
    <w:p w:rsidR="0027001A" w:rsidRDefault="0027001A" w:rsidP="0027001A">
      <w:pPr>
        <w:autoSpaceDE w:val="0"/>
        <w:autoSpaceDN w:val="0"/>
        <w:adjustRightInd w:val="0"/>
        <w:spacing w:after="0" w:line="240" w:lineRule="auto"/>
        <w:rPr>
          <w:rFonts w:ascii="Minion-Regular" w:hAnsi="Minion-Regular" w:cs="Minion-Regular"/>
          <w:color w:val="000000"/>
          <w:sz w:val="18"/>
          <w:szCs w:val="18"/>
        </w:rPr>
      </w:pPr>
    </w:p>
    <w:p w:rsidR="0027001A" w:rsidRDefault="0027001A" w:rsidP="008B05AF">
      <w:pPr>
        <w:autoSpaceDE w:val="0"/>
        <w:autoSpaceDN w:val="0"/>
        <w:adjustRightInd w:val="0"/>
        <w:spacing w:after="0" w:line="240" w:lineRule="auto"/>
        <w:rPr>
          <w:rStyle w:val="style131"/>
          <w:rFonts w:ascii="Minion-Regular" w:hAnsi="Minion-Regular" w:cs="Minion-Regular"/>
          <w:sz w:val="18"/>
          <w:szCs w:val="18"/>
        </w:rPr>
      </w:pPr>
    </w:p>
    <w:p w:rsidR="0027001A" w:rsidRDefault="0027001A" w:rsidP="008B05AF">
      <w:pPr>
        <w:autoSpaceDE w:val="0"/>
        <w:autoSpaceDN w:val="0"/>
        <w:adjustRightInd w:val="0"/>
        <w:spacing w:after="0" w:line="240" w:lineRule="auto"/>
        <w:rPr>
          <w:rStyle w:val="style131"/>
          <w:rFonts w:ascii="Minion-Regular" w:hAnsi="Minion-Regular" w:cs="Minion-Regular"/>
          <w:sz w:val="18"/>
          <w:szCs w:val="18"/>
        </w:rPr>
      </w:pPr>
    </w:p>
    <w:p w:rsidR="0027001A" w:rsidRDefault="0027001A" w:rsidP="008B05AF">
      <w:pPr>
        <w:autoSpaceDE w:val="0"/>
        <w:autoSpaceDN w:val="0"/>
        <w:adjustRightInd w:val="0"/>
        <w:spacing w:after="0" w:line="240" w:lineRule="auto"/>
        <w:rPr>
          <w:rStyle w:val="style131"/>
          <w:rFonts w:ascii="Minion-Regular" w:hAnsi="Minion-Regular" w:cs="Minion-Regular"/>
          <w:sz w:val="18"/>
          <w:szCs w:val="18"/>
        </w:rPr>
      </w:pPr>
    </w:p>
    <w:p w:rsidR="0027001A" w:rsidRDefault="0027001A" w:rsidP="008B05AF">
      <w:pPr>
        <w:autoSpaceDE w:val="0"/>
        <w:autoSpaceDN w:val="0"/>
        <w:adjustRightInd w:val="0"/>
        <w:spacing w:after="0" w:line="240" w:lineRule="auto"/>
        <w:rPr>
          <w:rStyle w:val="style131"/>
          <w:rFonts w:ascii="Minion-Regular" w:hAnsi="Minion-Regular" w:cs="Minion-Regular"/>
          <w:sz w:val="18"/>
          <w:szCs w:val="18"/>
        </w:rPr>
      </w:pPr>
    </w:p>
    <w:p w:rsidR="0027001A" w:rsidRDefault="0027001A" w:rsidP="008B05AF">
      <w:pPr>
        <w:autoSpaceDE w:val="0"/>
        <w:autoSpaceDN w:val="0"/>
        <w:adjustRightInd w:val="0"/>
        <w:spacing w:after="0" w:line="240" w:lineRule="auto"/>
        <w:rPr>
          <w:rStyle w:val="style131"/>
          <w:rFonts w:ascii="Minion-Regular" w:hAnsi="Minion-Regular" w:cs="Minion-Regular"/>
          <w:sz w:val="18"/>
          <w:szCs w:val="18"/>
        </w:rPr>
      </w:pPr>
    </w:p>
    <w:p w:rsidR="004B1E26" w:rsidRPr="004B1E26" w:rsidRDefault="004B1E26" w:rsidP="004B1E26">
      <w:pPr>
        <w:autoSpaceDE w:val="0"/>
        <w:autoSpaceDN w:val="0"/>
        <w:adjustRightInd w:val="0"/>
        <w:spacing w:after="0" w:line="240" w:lineRule="auto"/>
        <w:rPr>
          <w:rFonts w:ascii="Minion-Regular" w:hAnsi="Minion-Regular" w:cs="Minion-Regular"/>
          <w:b/>
          <w:color w:val="000000"/>
        </w:rPr>
      </w:pPr>
      <w:r w:rsidRPr="004B1E26">
        <w:rPr>
          <w:rStyle w:val="style131"/>
          <w:rFonts w:ascii="Minion-Regular" w:hAnsi="Minion-Regular" w:cs="Minion-Regular"/>
          <w:b/>
          <w:sz w:val="22"/>
          <w:szCs w:val="22"/>
        </w:rPr>
        <w:lastRenderedPageBreak/>
        <w:t>Phase Change Diagra</w:t>
      </w:r>
      <w:r>
        <w:rPr>
          <w:rStyle w:val="style131"/>
          <w:rFonts w:ascii="Minion-Regular" w:hAnsi="Minion-Regular" w:cs="Minion-Regular"/>
          <w:b/>
          <w:sz w:val="22"/>
          <w:szCs w:val="22"/>
        </w:rPr>
        <w:t>m</w:t>
      </w:r>
    </w:p>
    <w:p w:rsidR="00615E40" w:rsidRDefault="0035057A" w:rsidP="00E25B3F">
      <w:pPr>
        <w:spacing w:before="100" w:beforeAutospacing="1" w:after="100" w:afterAutospacing="1" w:line="240" w:lineRule="auto"/>
        <w:rPr>
          <w:rFonts w:ascii="Times New Roman" w:eastAsia="Times New Roman" w:hAnsi="Times New Roman" w:cs="Times New Roman"/>
          <w:b/>
          <w:sz w:val="24"/>
          <w:szCs w:val="24"/>
          <w:lang w:eastAsia="en-AU"/>
        </w:rPr>
      </w:pPr>
      <w:r>
        <w:rPr>
          <w:rFonts w:ascii="Times New Roman" w:eastAsia="Times New Roman" w:hAnsi="Times New Roman" w:cs="Times New Roman"/>
          <w:b/>
          <w:noProof/>
          <w:sz w:val="24"/>
          <w:szCs w:val="24"/>
          <w:lang w:eastAsia="en-AU"/>
        </w:rPr>
        <w:drawing>
          <wp:inline distT="0" distB="0" distL="0" distR="0">
            <wp:extent cx="5486400" cy="2257425"/>
            <wp:effectExtent l="0" t="57150" r="0" b="47625"/>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615E40" w:rsidRDefault="00AD1349" w:rsidP="00E25B3F">
      <w:pPr>
        <w:spacing w:before="100" w:beforeAutospacing="1" w:after="100" w:afterAutospacing="1" w:line="240" w:lineRule="auto"/>
        <w:rPr>
          <w:rFonts w:ascii="Times New Roman" w:eastAsia="Times New Roman" w:hAnsi="Times New Roman" w:cs="Times New Roman"/>
          <w:b/>
          <w:sz w:val="24"/>
          <w:szCs w:val="24"/>
          <w:lang w:eastAsia="en-AU"/>
        </w:rPr>
      </w:pPr>
      <w:r>
        <w:rPr>
          <w:rFonts w:ascii="Times New Roman" w:eastAsia="Times New Roman" w:hAnsi="Times New Roman" w:cs="Times New Roman"/>
          <w:b/>
          <w:noProof/>
          <w:sz w:val="24"/>
          <w:szCs w:val="24"/>
          <w:lang w:eastAsia="en-AU"/>
        </w:rPr>
        <w:drawing>
          <wp:anchor distT="0" distB="0" distL="114300" distR="114300" simplePos="0" relativeHeight="251701248" behindDoc="0" locked="0" layoutInCell="1" allowOverlap="1" wp14:anchorId="16E452C4" wp14:editId="5047D6D5">
            <wp:simplePos x="0" y="0"/>
            <wp:positionH relativeFrom="column">
              <wp:posOffset>38100</wp:posOffset>
            </wp:positionH>
            <wp:positionV relativeFrom="paragraph">
              <wp:posOffset>2684145</wp:posOffset>
            </wp:positionV>
            <wp:extent cx="5486400" cy="2219325"/>
            <wp:effectExtent l="0" t="57150" r="0" b="47625"/>
            <wp:wrapSquare wrapText="bothSides"/>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page">
              <wp14:pctWidth>0</wp14:pctWidth>
            </wp14:sizeRelH>
            <wp14:sizeRelV relativeFrom="page">
              <wp14:pctHeight>0</wp14:pctHeight>
            </wp14:sizeRelV>
          </wp:anchor>
        </w:drawing>
      </w:r>
      <w:r w:rsidR="0035057A">
        <w:rPr>
          <w:rFonts w:ascii="Times New Roman" w:eastAsia="Times New Roman" w:hAnsi="Times New Roman" w:cs="Times New Roman"/>
          <w:b/>
          <w:noProof/>
          <w:sz w:val="24"/>
          <w:szCs w:val="24"/>
          <w:lang w:eastAsia="en-AU"/>
        </w:rPr>
        <w:drawing>
          <wp:inline distT="0" distB="0" distL="0" distR="0" wp14:anchorId="167DCB65" wp14:editId="72F0B1DD">
            <wp:extent cx="5486400" cy="2257425"/>
            <wp:effectExtent l="0" t="38100" r="0" b="9525"/>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615E40" w:rsidRDefault="00615E40" w:rsidP="00E25B3F">
      <w:pPr>
        <w:spacing w:before="100" w:beforeAutospacing="1" w:after="100" w:afterAutospacing="1" w:line="240" w:lineRule="auto"/>
        <w:rPr>
          <w:rFonts w:ascii="Times New Roman" w:eastAsia="Times New Roman" w:hAnsi="Times New Roman" w:cs="Times New Roman"/>
          <w:b/>
          <w:sz w:val="24"/>
          <w:szCs w:val="24"/>
          <w:lang w:eastAsia="en-AU"/>
        </w:rPr>
      </w:pPr>
    </w:p>
    <w:p w:rsidR="002149B4" w:rsidRDefault="002149B4" w:rsidP="00E25B3F">
      <w:pPr>
        <w:spacing w:before="100" w:beforeAutospacing="1" w:after="100" w:afterAutospacing="1" w:line="240" w:lineRule="auto"/>
        <w:rPr>
          <w:rFonts w:ascii="Times New Roman" w:eastAsia="Times New Roman" w:hAnsi="Times New Roman" w:cs="Times New Roman"/>
          <w:b/>
          <w:sz w:val="24"/>
          <w:szCs w:val="24"/>
          <w:lang w:eastAsia="en-AU"/>
        </w:rPr>
      </w:pPr>
      <w:r>
        <w:rPr>
          <w:rFonts w:ascii="Times New Roman" w:eastAsia="Times New Roman" w:hAnsi="Times New Roman" w:cs="Times New Roman"/>
          <w:b/>
          <w:sz w:val="24"/>
          <w:szCs w:val="24"/>
          <w:lang w:eastAsia="en-AU"/>
        </w:rPr>
        <w:t>Particle Behaviour:</w:t>
      </w:r>
      <w:r w:rsidRPr="002149B4">
        <w:t xml:space="preserve"> </w:t>
      </w:r>
      <w:hyperlink r:id="rId22" w:history="1">
        <w:r w:rsidR="001F5129" w:rsidRPr="00101D4B">
          <w:rPr>
            <w:rStyle w:val="Hyperlink"/>
            <w:rFonts w:ascii="Times New Roman" w:eastAsia="Times New Roman" w:hAnsi="Times New Roman" w:cs="Times New Roman"/>
            <w:b/>
            <w:sz w:val="24"/>
            <w:szCs w:val="24"/>
            <w:lang w:eastAsia="en-AU"/>
          </w:rPr>
          <w:t>http://www.yo</w:t>
        </w:r>
        <w:r w:rsidR="001F5129" w:rsidRPr="00101D4B">
          <w:rPr>
            <w:rStyle w:val="Hyperlink"/>
            <w:rFonts w:ascii="Times New Roman" w:eastAsia="Times New Roman" w:hAnsi="Times New Roman" w:cs="Times New Roman"/>
            <w:b/>
            <w:sz w:val="24"/>
            <w:szCs w:val="24"/>
            <w:lang w:eastAsia="en-AU"/>
          </w:rPr>
          <w:t>u</w:t>
        </w:r>
        <w:r w:rsidR="001F5129" w:rsidRPr="00101D4B">
          <w:rPr>
            <w:rStyle w:val="Hyperlink"/>
            <w:rFonts w:ascii="Times New Roman" w:eastAsia="Times New Roman" w:hAnsi="Times New Roman" w:cs="Times New Roman"/>
            <w:b/>
            <w:sz w:val="24"/>
            <w:szCs w:val="24"/>
            <w:lang w:eastAsia="en-AU"/>
          </w:rPr>
          <w:t>tube.com/watch?v=Hsu3JoXN-qU</w:t>
        </w:r>
      </w:hyperlink>
    </w:p>
    <w:p w:rsidR="00481270" w:rsidRPr="001F5129" w:rsidRDefault="00481270" w:rsidP="001F5129">
      <w:pPr>
        <w:rPr>
          <w:sz w:val="20"/>
          <w:szCs w:val="20"/>
        </w:rPr>
      </w:pPr>
      <w:bookmarkStart w:id="0" w:name="_GoBack"/>
      <w:bookmarkEnd w:id="0"/>
    </w:p>
    <w:sectPr w:rsidR="00481270" w:rsidRPr="001F51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ZapfDingbat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980"/>
    <w:multiLevelType w:val="hybridMultilevel"/>
    <w:tmpl w:val="E00840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6F3FFE"/>
    <w:multiLevelType w:val="hybridMultilevel"/>
    <w:tmpl w:val="5C5214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9810F1"/>
    <w:multiLevelType w:val="hybridMultilevel"/>
    <w:tmpl w:val="3A288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C1C"/>
    <w:rsid w:val="00183BAF"/>
    <w:rsid w:val="001F5129"/>
    <w:rsid w:val="00204833"/>
    <w:rsid w:val="002149B4"/>
    <w:rsid w:val="0027001A"/>
    <w:rsid w:val="0035057A"/>
    <w:rsid w:val="003849A3"/>
    <w:rsid w:val="00434B08"/>
    <w:rsid w:val="00481270"/>
    <w:rsid w:val="004A5782"/>
    <w:rsid w:val="004B1E26"/>
    <w:rsid w:val="00533E60"/>
    <w:rsid w:val="005441DF"/>
    <w:rsid w:val="00615E40"/>
    <w:rsid w:val="0068765C"/>
    <w:rsid w:val="006A6338"/>
    <w:rsid w:val="006B022C"/>
    <w:rsid w:val="006B25DA"/>
    <w:rsid w:val="00834E14"/>
    <w:rsid w:val="00845511"/>
    <w:rsid w:val="008B05AF"/>
    <w:rsid w:val="008B1933"/>
    <w:rsid w:val="008C5F90"/>
    <w:rsid w:val="00960F3C"/>
    <w:rsid w:val="0098349F"/>
    <w:rsid w:val="00A207FB"/>
    <w:rsid w:val="00A85723"/>
    <w:rsid w:val="00AD1349"/>
    <w:rsid w:val="00AE1A96"/>
    <w:rsid w:val="00AF5E43"/>
    <w:rsid w:val="00BB03F1"/>
    <w:rsid w:val="00E25B3F"/>
    <w:rsid w:val="00E71B41"/>
    <w:rsid w:val="00ED1EAC"/>
    <w:rsid w:val="00FB1C1C"/>
    <w:rsid w:val="00FB66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1C1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tyle131">
    <w:name w:val="style131"/>
    <w:basedOn w:val="DefaultParagraphFont"/>
    <w:rsid w:val="00FB1C1C"/>
    <w:rPr>
      <w:rFonts w:ascii="Helvetica" w:hAnsi="Helvetica" w:cs="Helvetica" w:hint="default"/>
      <w:color w:val="000000"/>
      <w:sz w:val="36"/>
      <w:szCs w:val="36"/>
    </w:rPr>
  </w:style>
  <w:style w:type="character" w:customStyle="1" w:styleId="style671">
    <w:name w:val="style671"/>
    <w:basedOn w:val="DefaultParagraphFont"/>
    <w:rsid w:val="00FB1C1C"/>
    <w:rPr>
      <w:rFonts w:ascii="Helvetica" w:hAnsi="Helvetica" w:cs="Helvetica" w:hint="default"/>
      <w:color w:val="000000"/>
      <w:sz w:val="36"/>
      <w:szCs w:val="36"/>
      <w:u w:val="single"/>
    </w:rPr>
  </w:style>
  <w:style w:type="character" w:styleId="Hyperlink">
    <w:name w:val="Hyperlink"/>
    <w:basedOn w:val="DefaultParagraphFont"/>
    <w:uiPriority w:val="99"/>
    <w:unhideWhenUsed/>
    <w:rsid w:val="00204833"/>
    <w:rPr>
      <w:color w:val="0000FF" w:themeColor="hyperlink"/>
      <w:u w:val="single"/>
    </w:rPr>
  </w:style>
  <w:style w:type="paragraph" w:styleId="BalloonText">
    <w:name w:val="Balloon Text"/>
    <w:basedOn w:val="Normal"/>
    <w:link w:val="BalloonTextChar"/>
    <w:uiPriority w:val="99"/>
    <w:semiHidden/>
    <w:unhideWhenUsed/>
    <w:rsid w:val="00A85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723"/>
    <w:rPr>
      <w:rFonts w:ascii="Tahoma" w:hAnsi="Tahoma" w:cs="Tahoma"/>
      <w:sz w:val="16"/>
      <w:szCs w:val="16"/>
    </w:rPr>
  </w:style>
  <w:style w:type="table" w:styleId="TableGrid">
    <w:name w:val="Table Grid"/>
    <w:basedOn w:val="TableNormal"/>
    <w:uiPriority w:val="59"/>
    <w:rsid w:val="00481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25B3F"/>
    <w:pPr>
      <w:ind w:left="720"/>
      <w:contextualSpacing/>
    </w:pPr>
  </w:style>
  <w:style w:type="character" w:styleId="FollowedHyperlink">
    <w:name w:val="FollowedHyperlink"/>
    <w:basedOn w:val="DefaultParagraphFont"/>
    <w:uiPriority w:val="99"/>
    <w:semiHidden/>
    <w:unhideWhenUsed/>
    <w:rsid w:val="00ED1EAC"/>
    <w:rPr>
      <w:color w:val="800080" w:themeColor="followedHyperlink"/>
      <w:u w:val="single"/>
    </w:rPr>
  </w:style>
  <w:style w:type="character" w:styleId="Strong">
    <w:name w:val="Strong"/>
    <w:basedOn w:val="DefaultParagraphFont"/>
    <w:uiPriority w:val="22"/>
    <w:qFormat/>
    <w:rsid w:val="0068765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1C1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tyle131">
    <w:name w:val="style131"/>
    <w:basedOn w:val="DefaultParagraphFont"/>
    <w:rsid w:val="00FB1C1C"/>
    <w:rPr>
      <w:rFonts w:ascii="Helvetica" w:hAnsi="Helvetica" w:cs="Helvetica" w:hint="default"/>
      <w:color w:val="000000"/>
      <w:sz w:val="36"/>
      <w:szCs w:val="36"/>
    </w:rPr>
  </w:style>
  <w:style w:type="character" w:customStyle="1" w:styleId="style671">
    <w:name w:val="style671"/>
    <w:basedOn w:val="DefaultParagraphFont"/>
    <w:rsid w:val="00FB1C1C"/>
    <w:rPr>
      <w:rFonts w:ascii="Helvetica" w:hAnsi="Helvetica" w:cs="Helvetica" w:hint="default"/>
      <w:color w:val="000000"/>
      <w:sz w:val="36"/>
      <w:szCs w:val="36"/>
      <w:u w:val="single"/>
    </w:rPr>
  </w:style>
  <w:style w:type="character" w:styleId="Hyperlink">
    <w:name w:val="Hyperlink"/>
    <w:basedOn w:val="DefaultParagraphFont"/>
    <w:uiPriority w:val="99"/>
    <w:unhideWhenUsed/>
    <w:rsid w:val="00204833"/>
    <w:rPr>
      <w:color w:val="0000FF" w:themeColor="hyperlink"/>
      <w:u w:val="single"/>
    </w:rPr>
  </w:style>
  <w:style w:type="paragraph" w:styleId="BalloonText">
    <w:name w:val="Balloon Text"/>
    <w:basedOn w:val="Normal"/>
    <w:link w:val="BalloonTextChar"/>
    <w:uiPriority w:val="99"/>
    <w:semiHidden/>
    <w:unhideWhenUsed/>
    <w:rsid w:val="00A85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723"/>
    <w:rPr>
      <w:rFonts w:ascii="Tahoma" w:hAnsi="Tahoma" w:cs="Tahoma"/>
      <w:sz w:val="16"/>
      <w:szCs w:val="16"/>
    </w:rPr>
  </w:style>
  <w:style w:type="table" w:styleId="TableGrid">
    <w:name w:val="Table Grid"/>
    <w:basedOn w:val="TableNormal"/>
    <w:uiPriority w:val="59"/>
    <w:rsid w:val="00481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25B3F"/>
    <w:pPr>
      <w:ind w:left="720"/>
      <w:contextualSpacing/>
    </w:pPr>
  </w:style>
  <w:style w:type="character" w:styleId="FollowedHyperlink">
    <w:name w:val="FollowedHyperlink"/>
    <w:basedOn w:val="DefaultParagraphFont"/>
    <w:uiPriority w:val="99"/>
    <w:semiHidden/>
    <w:unhideWhenUsed/>
    <w:rsid w:val="00ED1EAC"/>
    <w:rPr>
      <w:color w:val="800080" w:themeColor="followedHyperlink"/>
      <w:u w:val="single"/>
    </w:rPr>
  </w:style>
  <w:style w:type="character" w:styleId="Strong">
    <w:name w:val="Strong"/>
    <w:basedOn w:val="DefaultParagraphFont"/>
    <w:uiPriority w:val="22"/>
    <w:qFormat/>
    <w:rsid w:val="006876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636425">
      <w:bodyDiv w:val="1"/>
      <w:marLeft w:val="0"/>
      <w:marRight w:val="0"/>
      <w:marTop w:val="0"/>
      <w:marBottom w:val="0"/>
      <w:divBdr>
        <w:top w:val="none" w:sz="0" w:space="0" w:color="auto"/>
        <w:left w:val="none" w:sz="0" w:space="0" w:color="auto"/>
        <w:bottom w:val="none" w:sz="0" w:space="0" w:color="auto"/>
        <w:right w:val="none" w:sz="0" w:space="0" w:color="auto"/>
      </w:divBdr>
      <w:divsChild>
        <w:div w:id="654529383">
          <w:marLeft w:val="0"/>
          <w:marRight w:val="0"/>
          <w:marTop w:val="0"/>
          <w:marBottom w:val="0"/>
          <w:divBdr>
            <w:top w:val="none" w:sz="0" w:space="0" w:color="auto"/>
            <w:left w:val="none" w:sz="0" w:space="0" w:color="auto"/>
            <w:bottom w:val="none" w:sz="0" w:space="0" w:color="auto"/>
            <w:right w:val="none" w:sz="0" w:space="0" w:color="auto"/>
          </w:divBdr>
          <w:divsChild>
            <w:div w:id="33848632">
              <w:marLeft w:val="0"/>
              <w:marRight w:val="60"/>
              <w:marTop w:val="0"/>
              <w:marBottom w:val="0"/>
              <w:divBdr>
                <w:top w:val="none" w:sz="0" w:space="0" w:color="auto"/>
                <w:left w:val="none" w:sz="0" w:space="0" w:color="auto"/>
                <w:bottom w:val="none" w:sz="0" w:space="0" w:color="auto"/>
                <w:right w:val="none" w:sz="0" w:space="0" w:color="auto"/>
              </w:divBdr>
              <w:divsChild>
                <w:div w:id="1817717780">
                  <w:marLeft w:val="0"/>
                  <w:marRight w:val="0"/>
                  <w:marTop w:val="0"/>
                  <w:marBottom w:val="0"/>
                  <w:divBdr>
                    <w:top w:val="none" w:sz="0" w:space="0" w:color="auto"/>
                    <w:left w:val="none" w:sz="0" w:space="0" w:color="auto"/>
                    <w:bottom w:val="none" w:sz="0" w:space="0" w:color="auto"/>
                    <w:right w:val="none" w:sz="0" w:space="0" w:color="auto"/>
                  </w:divBdr>
                </w:div>
              </w:divsChild>
            </w:div>
            <w:div w:id="2040005373">
              <w:marLeft w:val="60"/>
              <w:marRight w:val="0"/>
              <w:marTop w:val="0"/>
              <w:marBottom w:val="0"/>
              <w:divBdr>
                <w:top w:val="none" w:sz="0" w:space="0" w:color="auto"/>
                <w:left w:val="none" w:sz="0" w:space="0" w:color="auto"/>
                <w:bottom w:val="none" w:sz="0" w:space="0" w:color="auto"/>
                <w:right w:val="none" w:sz="0" w:space="0" w:color="auto"/>
              </w:divBdr>
            </w:div>
            <w:div w:id="68848600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3" Type="http://schemas.microsoft.com/office/2007/relationships/stylesWithEffects" Target="stylesWithEffect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hyperlink" Target="http://www.education.leeds.ac.uk/assets/files/research/cssme/ns-tu/explaining_change_processes.pdf" TargetMode="Externa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Colors" Target="diagrams/colors2.xm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yperlink" Target="http://www.youtube.com/watch?v=Hsu3JoXN-qU"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B1ED428-160C-4277-9A2A-0ABCE6499368}"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en-AU"/>
        </a:p>
      </dgm:t>
    </dgm:pt>
    <dgm:pt modelId="{36CB14B4-1EF8-4CBF-B774-EB6E17B48BFB}">
      <dgm:prSet phldrT="[Text]" custT="1"/>
      <dgm:spPr/>
      <dgm:t>
        <a:bodyPr/>
        <a:lstStyle/>
        <a:p>
          <a:r>
            <a:rPr lang="en-AU" sz="900"/>
            <a:t>Vaporisation</a:t>
          </a:r>
        </a:p>
      </dgm:t>
    </dgm:pt>
    <dgm:pt modelId="{348B817D-ED6D-4A7B-AD79-57EC4BD0B754}" type="parTrans" cxnId="{A02C506F-0F1E-4AA0-9DFD-1FF056075212}">
      <dgm:prSet/>
      <dgm:spPr/>
      <dgm:t>
        <a:bodyPr/>
        <a:lstStyle/>
        <a:p>
          <a:endParaRPr lang="en-AU" sz="1100"/>
        </a:p>
      </dgm:t>
    </dgm:pt>
    <dgm:pt modelId="{5A124EFF-A05D-4907-9450-E6E48A7DBE5A}" type="sibTrans" cxnId="{A02C506F-0F1E-4AA0-9DFD-1FF056075212}">
      <dgm:prSet/>
      <dgm:spPr/>
      <dgm:t>
        <a:bodyPr/>
        <a:lstStyle/>
        <a:p>
          <a:endParaRPr lang="en-AU" sz="1100"/>
        </a:p>
      </dgm:t>
    </dgm:pt>
    <dgm:pt modelId="{3DEED495-DCDD-442B-BF44-48CB13BEA46D}">
      <dgm:prSet phldrT="[Text]" custT="1"/>
      <dgm:spPr/>
      <dgm:t>
        <a:bodyPr/>
        <a:lstStyle/>
        <a:p>
          <a:pPr algn="ctr"/>
          <a:r>
            <a:rPr lang="en-AU" sz="900"/>
            <a:t>Liquid</a:t>
          </a:r>
        </a:p>
      </dgm:t>
    </dgm:pt>
    <dgm:pt modelId="{4C92AA38-EF2A-4FF9-AF6A-D01B64CA2BDC}" type="parTrans" cxnId="{C043832F-BF44-40FD-8C4C-0E10A1F5CC79}">
      <dgm:prSet/>
      <dgm:spPr/>
      <dgm:t>
        <a:bodyPr/>
        <a:lstStyle/>
        <a:p>
          <a:endParaRPr lang="en-AU" sz="1100"/>
        </a:p>
      </dgm:t>
    </dgm:pt>
    <dgm:pt modelId="{E94913BB-9283-4EE6-9CBF-17B481BF1F4D}" type="sibTrans" cxnId="{C043832F-BF44-40FD-8C4C-0E10A1F5CC79}">
      <dgm:prSet/>
      <dgm:spPr/>
      <dgm:t>
        <a:bodyPr/>
        <a:lstStyle/>
        <a:p>
          <a:endParaRPr lang="en-AU" sz="1100"/>
        </a:p>
      </dgm:t>
    </dgm:pt>
    <dgm:pt modelId="{CEA033F8-4205-4FE1-8CFB-A281FF992D04}">
      <dgm:prSet phldrT="[Text]" custT="1"/>
      <dgm:spPr/>
      <dgm:t>
        <a:bodyPr/>
        <a:lstStyle/>
        <a:p>
          <a:r>
            <a:rPr lang="en-AU" sz="900"/>
            <a:t>Condensation</a:t>
          </a:r>
        </a:p>
      </dgm:t>
    </dgm:pt>
    <dgm:pt modelId="{1567F6A2-FBD3-43BC-83BD-0CDFBAFD127C}" type="parTrans" cxnId="{E410BB4F-A8BA-4D92-964D-085B405A6C18}">
      <dgm:prSet/>
      <dgm:spPr/>
      <dgm:t>
        <a:bodyPr/>
        <a:lstStyle/>
        <a:p>
          <a:endParaRPr lang="en-AU" sz="1100"/>
        </a:p>
      </dgm:t>
    </dgm:pt>
    <dgm:pt modelId="{DED63DBC-8C9F-4397-B04C-BCA71C01A922}" type="sibTrans" cxnId="{E410BB4F-A8BA-4D92-964D-085B405A6C18}">
      <dgm:prSet/>
      <dgm:spPr/>
      <dgm:t>
        <a:bodyPr/>
        <a:lstStyle/>
        <a:p>
          <a:endParaRPr lang="en-AU" sz="1100"/>
        </a:p>
      </dgm:t>
    </dgm:pt>
    <dgm:pt modelId="{EF5FAD2E-590A-4D95-A648-3A18650238BD}">
      <dgm:prSet phldrT="[Text]" custT="1"/>
      <dgm:spPr/>
      <dgm:t>
        <a:bodyPr/>
        <a:lstStyle/>
        <a:p>
          <a:pPr algn="ctr"/>
          <a:r>
            <a:rPr lang="en-AU" sz="900"/>
            <a:t>Gas</a:t>
          </a:r>
        </a:p>
      </dgm:t>
    </dgm:pt>
    <dgm:pt modelId="{407AEE25-E1AA-4AF6-8330-E65316702D50}" type="parTrans" cxnId="{D704BA63-4CAA-4A51-9F5E-F283AE70E5C0}">
      <dgm:prSet/>
      <dgm:spPr/>
      <dgm:t>
        <a:bodyPr/>
        <a:lstStyle/>
        <a:p>
          <a:endParaRPr lang="en-AU" sz="1100"/>
        </a:p>
      </dgm:t>
    </dgm:pt>
    <dgm:pt modelId="{693FB233-2EE4-4851-A285-A3A76734CE59}" type="sibTrans" cxnId="{D704BA63-4CAA-4A51-9F5E-F283AE70E5C0}">
      <dgm:prSet/>
      <dgm:spPr/>
      <dgm:t>
        <a:bodyPr/>
        <a:lstStyle/>
        <a:p>
          <a:endParaRPr lang="en-AU" sz="1100"/>
        </a:p>
      </dgm:t>
    </dgm:pt>
    <dgm:pt modelId="{B41FA182-83A5-455B-97C4-4CE55FB88673}">
      <dgm:prSet phldrT="[Text]" custT="1"/>
      <dgm:spPr/>
      <dgm:t>
        <a:bodyPr/>
        <a:lstStyle/>
        <a:p>
          <a:pPr algn="ctr"/>
          <a:r>
            <a:rPr lang="en-AU" sz="900"/>
            <a:t>Gas</a:t>
          </a:r>
        </a:p>
      </dgm:t>
    </dgm:pt>
    <dgm:pt modelId="{9289F0D9-5A74-43AC-9B4F-1A94ACDA1348}" type="parTrans" cxnId="{6E7C92AB-E359-4CE2-BD4D-D589CDA0DCEC}">
      <dgm:prSet/>
      <dgm:spPr/>
      <dgm:t>
        <a:bodyPr/>
        <a:lstStyle/>
        <a:p>
          <a:endParaRPr lang="en-AU" sz="1100"/>
        </a:p>
      </dgm:t>
    </dgm:pt>
    <dgm:pt modelId="{8CF75192-1164-4A45-8889-94E293D07838}" type="sibTrans" cxnId="{6E7C92AB-E359-4CE2-BD4D-D589CDA0DCEC}">
      <dgm:prSet/>
      <dgm:spPr/>
      <dgm:t>
        <a:bodyPr/>
        <a:lstStyle/>
        <a:p>
          <a:endParaRPr lang="en-AU" sz="1100"/>
        </a:p>
      </dgm:t>
    </dgm:pt>
    <dgm:pt modelId="{299CF3D6-D5EF-4641-9EE3-BE624D5CA037}">
      <dgm:prSet phldrT="[Text]" custT="1"/>
      <dgm:spPr/>
      <dgm:t>
        <a:bodyPr/>
        <a:lstStyle/>
        <a:p>
          <a:pPr algn="ctr"/>
          <a:r>
            <a:rPr lang="en-AU" sz="900"/>
            <a:t>Liquid</a:t>
          </a:r>
        </a:p>
      </dgm:t>
    </dgm:pt>
    <dgm:pt modelId="{D3030CF3-6E20-442D-80F8-7BBDE4794F8E}" type="parTrans" cxnId="{517384F1-0059-4878-82F5-12F08EF50A1F}">
      <dgm:prSet/>
      <dgm:spPr/>
      <dgm:t>
        <a:bodyPr/>
        <a:lstStyle/>
        <a:p>
          <a:endParaRPr lang="en-AU" sz="1100"/>
        </a:p>
      </dgm:t>
    </dgm:pt>
    <dgm:pt modelId="{F64CC8C1-A7CD-4781-A428-8AD5D02D4454}" type="sibTrans" cxnId="{517384F1-0059-4878-82F5-12F08EF50A1F}">
      <dgm:prSet/>
      <dgm:spPr/>
      <dgm:t>
        <a:bodyPr/>
        <a:lstStyle/>
        <a:p>
          <a:endParaRPr lang="en-AU" sz="1100"/>
        </a:p>
      </dgm:t>
    </dgm:pt>
    <dgm:pt modelId="{F33AED1F-DF29-4636-974E-8095D0AC7AAE}">
      <dgm:prSet phldrT="[Text]" phldr="1" custT="1"/>
      <dgm:spPr/>
      <dgm:t>
        <a:bodyPr/>
        <a:lstStyle/>
        <a:p>
          <a:endParaRPr lang="en-AU" sz="1100"/>
        </a:p>
      </dgm:t>
    </dgm:pt>
    <dgm:pt modelId="{8CCBAE73-BB39-43BF-A8EF-E281A4A3201E}" type="sibTrans" cxnId="{A23301FA-8E84-4705-9A10-F73D3130835A}">
      <dgm:prSet/>
      <dgm:spPr/>
      <dgm:t>
        <a:bodyPr/>
        <a:lstStyle/>
        <a:p>
          <a:endParaRPr lang="en-AU" sz="1100"/>
        </a:p>
      </dgm:t>
    </dgm:pt>
    <dgm:pt modelId="{AFC6DC86-CDA9-448E-8014-06EFEAACCB99}" type="parTrans" cxnId="{A23301FA-8E84-4705-9A10-F73D3130835A}">
      <dgm:prSet/>
      <dgm:spPr/>
      <dgm:t>
        <a:bodyPr/>
        <a:lstStyle/>
        <a:p>
          <a:endParaRPr lang="en-AU" sz="1100"/>
        </a:p>
      </dgm:t>
    </dgm:pt>
    <dgm:pt modelId="{1B5EB4C6-165E-4D0B-9FE8-5A63F8C8019E}">
      <dgm:prSet phldrT="[Text]" custT="1"/>
      <dgm:spPr/>
      <dgm:t>
        <a:bodyPr/>
        <a:lstStyle/>
        <a:p>
          <a:pPr algn="ctr"/>
          <a:endParaRPr lang="en-AU" sz="900"/>
        </a:p>
      </dgm:t>
    </dgm:pt>
    <dgm:pt modelId="{119058D3-99F3-4CDA-91A8-63A50B805894}" type="parTrans" cxnId="{3FA98435-D51A-48C2-A886-FC9B0A357E6D}">
      <dgm:prSet/>
      <dgm:spPr/>
      <dgm:t>
        <a:bodyPr/>
        <a:lstStyle/>
        <a:p>
          <a:endParaRPr lang="en-AU"/>
        </a:p>
      </dgm:t>
    </dgm:pt>
    <dgm:pt modelId="{84BD88A6-485D-44B3-B3EB-BF3301449712}" type="sibTrans" cxnId="{3FA98435-D51A-48C2-A886-FC9B0A357E6D}">
      <dgm:prSet/>
      <dgm:spPr/>
      <dgm:t>
        <a:bodyPr/>
        <a:lstStyle/>
        <a:p>
          <a:endParaRPr lang="en-AU"/>
        </a:p>
      </dgm:t>
    </dgm:pt>
    <dgm:pt modelId="{F07D965C-830E-4161-B7B3-D97183E3FB53}">
      <dgm:prSet phldrT="[Text]" custT="1"/>
      <dgm:spPr/>
      <dgm:t>
        <a:bodyPr/>
        <a:lstStyle/>
        <a:p>
          <a:pPr algn="ctr"/>
          <a:endParaRPr lang="en-AU" sz="900"/>
        </a:p>
      </dgm:t>
    </dgm:pt>
    <dgm:pt modelId="{06B9017F-381F-41BC-8936-650A706A3F18}" type="parTrans" cxnId="{3EE710B5-70C7-4EF5-8C17-AE72978175EC}">
      <dgm:prSet/>
      <dgm:spPr/>
      <dgm:t>
        <a:bodyPr/>
        <a:lstStyle/>
        <a:p>
          <a:endParaRPr lang="en-AU"/>
        </a:p>
      </dgm:t>
    </dgm:pt>
    <dgm:pt modelId="{8FA3713A-5A43-48B7-A1C9-9025494E5AA1}" type="sibTrans" cxnId="{3EE710B5-70C7-4EF5-8C17-AE72978175EC}">
      <dgm:prSet/>
      <dgm:spPr/>
      <dgm:t>
        <a:bodyPr/>
        <a:lstStyle/>
        <a:p>
          <a:endParaRPr lang="en-AU"/>
        </a:p>
      </dgm:t>
    </dgm:pt>
    <dgm:pt modelId="{3E534B89-F527-4E18-947F-8246094F2815}">
      <dgm:prSet phldrT="[Text]" custT="1"/>
      <dgm:spPr/>
      <dgm:t>
        <a:bodyPr/>
        <a:lstStyle/>
        <a:p>
          <a:pPr algn="ctr"/>
          <a:endParaRPr lang="en-AU" sz="900"/>
        </a:p>
      </dgm:t>
    </dgm:pt>
    <dgm:pt modelId="{259CC34C-5150-4A98-BD97-7BE4F5203F2D}" type="parTrans" cxnId="{108AFFFF-A442-4C22-B9D9-8844644EE45B}">
      <dgm:prSet/>
      <dgm:spPr/>
      <dgm:t>
        <a:bodyPr/>
        <a:lstStyle/>
        <a:p>
          <a:endParaRPr lang="en-AU"/>
        </a:p>
      </dgm:t>
    </dgm:pt>
    <dgm:pt modelId="{B2B20C9D-4189-435B-A7B5-CA8DA579067E}" type="sibTrans" cxnId="{108AFFFF-A442-4C22-B9D9-8844644EE45B}">
      <dgm:prSet/>
      <dgm:spPr/>
      <dgm:t>
        <a:bodyPr/>
        <a:lstStyle/>
        <a:p>
          <a:endParaRPr lang="en-AU"/>
        </a:p>
      </dgm:t>
    </dgm:pt>
    <dgm:pt modelId="{3063E249-5AD6-4B35-8523-DE4AC32A3B55}">
      <dgm:prSet phldrT="[Text]" custT="1"/>
      <dgm:spPr/>
      <dgm:t>
        <a:bodyPr/>
        <a:lstStyle/>
        <a:p>
          <a:pPr algn="ctr"/>
          <a:endParaRPr lang="en-AU" sz="900"/>
        </a:p>
      </dgm:t>
    </dgm:pt>
    <dgm:pt modelId="{B33FF505-9115-4E29-8B35-1F1F73CBCC17}" type="parTrans" cxnId="{C6FA3DB6-BC4F-4B44-8F7B-B6B8D9E15B26}">
      <dgm:prSet/>
      <dgm:spPr/>
      <dgm:t>
        <a:bodyPr/>
        <a:lstStyle/>
        <a:p>
          <a:endParaRPr lang="en-AU"/>
        </a:p>
      </dgm:t>
    </dgm:pt>
    <dgm:pt modelId="{61A1EDC0-A473-4878-B952-2266C0B64E4F}" type="sibTrans" cxnId="{C6FA3DB6-BC4F-4B44-8F7B-B6B8D9E15B26}">
      <dgm:prSet/>
      <dgm:spPr/>
      <dgm:t>
        <a:bodyPr/>
        <a:lstStyle/>
        <a:p>
          <a:endParaRPr lang="en-AU"/>
        </a:p>
      </dgm:t>
    </dgm:pt>
    <dgm:pt modelId="{3B1778D3-E8DB-465C-B962-FB28CF457AE6}" type="pres">
      <dgm:prSet presAssocID="{1B1ED428-160C-4277-9A2A-0ABCE6499368}" presName="Name0" presStyleCnt="0">
        <dgm:presLayoutVars>
          <dgm:dir/>
          <dgm:animLvl val="lvl"/>
          <dgm:resizeHandles val="exact"/>
        </dgm:presLayoutVars>
      </dgm:prSet>
      <dgm:spPr/>
      <dgm:t>
        <a:bodyPr/>
        <a:lstStyle/>
        <a:p>
          <a:endParaRPr lang="en-AU"/>
        </a:p>
      </dgm:t>
    </dgm:pt>
    <dgm:pt modelId="{F727F8D2-6138-4355-978F-B05A8B5DA134}" type="pres">
      <dgm:prSet presAssocID="{1B1ED428-160C-4277-9A2A-0ABCE6499368}" presName="tSp" presStyleCnt="0"/>
      <dgm:spPr/>
    </dgm:pt>
    <dgm:pt modelId="{65ACBEB4-44F2-4FC4-AE24-5C196529DC90}" type="pres">
      <dgm:prSet presAssocID="{1B1ED428-160C-4277-9A2A-0ABCE6499368}" presName="bSp" presStyleCnt="0"/>
      <dgm:spPr/>
    </dgm:pt>
    <dgm:pt modelId="{D97DFB77-865B-4B74-84B3-CADDAFEB297A}" type="pres">
      <dgm:prSet presAssocID="{1B1ED428-160C-4277-9A2A-0ABCE6499368}" presName="process" presStyleCnt="0"/>
      <dgm:spPr/>
    </dgm:pt>
    <dgm:pt modelId="{21F7951F-E622-486A-A4D9-67CA532D689E}" type="pres">
      <dgm:prSet presAssocID="{36CB14B4-1EF8-4CBF-B774-EB6E17B48BFB}" presName="composite1" presStyleCnt="0"/>
      <dgm:spPr/>
    </dgm:pt>
    <dgm:pt modelId="{5F6D493E-71C3-4DAF-84E0-3022B01580C9}" type="pres">
      <dgm:prSet presAssocID="{36CB14B4-1EF8-4CBF-B774-EB6E17B48BFB}" presName="dummyNode1" presStyleLbl="node1" presStyleIdx="0" presStyleCnt="3"/>
      <dgm:spPr/>
    </dgm:pt>
    <dgm:pt modelId="{300A036E-AB19-4D39-9DF3-8EF8079AC3C9}" type="pres">
      <dgm:prSet presAssocID="{36CB14B4-1EF8-4CBF-B774-EB6E17B48BFB}" presName="childNode1" presStyleLbl="bgAcc1" presStyleIdx="0" presStyleCnt="3" custScaleX="83945" custScaleY="64500">
        <dgm:presLayoutVars>
          <dgm:bulletEnabled val="1"/>
        </dgm:presLayoutVars>
      </dgm:prSet>
      <dgm:spPr/>
      <dgm:t>
        <a:bodyPr/>
        <a:lstStyle/>
        <a:p>
          <a:endParaRPr lang="en-AU"/>
        </a:p>
      </dgm:t>
    </dgm:pt>
    <dgm:pt modelId="{3DA59205-373E-4C3C-BCF9-99960B189840}" type="pres">
      <dgm:prSet presAssocID="{36CB14B4-1EF8-4CBF-B774-EB6E17B48BFB}" presName="childNode1tx" presStyleLbl="bgAcc1" presStyleIdx="0" presStyleCnt="3">
        <dgm:presLayoutVars>
          <dgm:bulletEnabled val="1"/>
        </dgm:presLayoutVars>
      </dgm:prSet>
      <dgm:spPr/>
      <dgm:t>
        <a:bodyPr/>
        <a:lstStyle/>
        <a:p>
          <a:endParaRPr lang="en-AU"/>
        </a:p>
      </dgm:t>
    </dgm:pt>
    <dgm:pt modelId="{0C77F252-CB6A-46B1-9C2C-9EE1A5281560}" type="pres">
      <dgm:prSet presAssocID="{36CB14B4-1EF8-4CBF-B774-EB6E17B48BFB}" presName="parentNode1" presStyleLbl="node1" presStyleIdx="0" presStyleCnt="3" custScaleX="81850" custScaleY="62258">
        <dgm:presLayoutVars>
          <dgm:chMax val="1"/>
          <dgm:bulletEnabled val="1"/>
        </dgm:presLayoutVars>
      </dgm:prSet>
      <dgm:spPr/>
      <dgm:t>
        <a:bodyPr/>
        <a:lstStyle/>
        <a:p>
          <a:endParaRPr lang="en-AU"/>
        </a:p>
      </dgm:t>
    </dgm:pt>
    <dgm:pt modelId="{1E45D352-7712-464F-A5EE-052D1B38C9F1}" type="pres">
      <dgm:prSet presAssocID="{36CB14B4-1EF8-4CBF-B774-EB6E17B48BFB}" presName="connSite1" presStyleCnt="0"/>
      <dgm:spPr/>
    </dgm:pt>
    <dgm:pt modelId="{20F3D01F-8FE4-4DF0-8B05-AD40E7F15796}" type="pres">
      <dgm:prSet presAssocID="{5A124EFF-A05D-4907-9450-E6E48A7DBE5A}" presName="Name9" presStyleLbl="sibTrans2D1" presStyleIdx="0" presStyleCnt="2" custLinFactNeighborX="1175" custLinFactNeighborY="2350"/>
      <dgm:spPr/>
      <dgm:t>
        <a:bodyPr/>
        <a:lstStyle/>
        <a:p>
          <a:endParaRPr lang="en-AU"/>
        </a:p>
      </dgm:t>
    </dgm:pt>
    <dgm:pt modelId="{2E0D7483-D521-4661-B76B-053BC5827014}" type="pres">
      <dgm:prSet presAssocID="{CEA033F8-4205-4FE1-8CFB-A281FF992D04}" presName="composite2" presStyleCnt="0"/>
      <dgm:spPr/>
    </dgm:pt>
    <dgm:pt modelId="{C30DDB82-1356-49F6-8FDD-3D7D9793B358}" type="pres">
      <dgm:prSet presAssocID="{CEA033F8-4205-4FE1-8CFB-A281FF992D04}" presName="dummyNode2" presStyleLbl="node1" presStyleIdx="0" presStyleCnt="3"/>
      <dgm:spPr/>
    </dgm:pt>
    <dgm:pt modelId="{2C45FB8A-1DF5-4B63-8244-65BFC7344C8C}" type="pres">
      <dgm:prSet presAssocID="{CEA033F8-4205-4FE1-8CFB-A281FF992D04}" presName="childNode2" presStyleLbl="bgAcc1" presStyleIdx="1" presStyleCnt="3" custScaleX="78896" custScaleY="68683">
        <dgm:presLayoutVars>
          <dgm:bulletEnabled val="1"/>
        </dgm:presLayoutVars>
      </dgm:prSet>
      <dgm:spPr/>
      <dgm:t>
        <a:bodyPr/>
        <a:lstStyle/>
        <a:p>
          <a:endParaRPr lang="en-AU"/>
        </a:p>
      </dgm:t>
    </dgm:pt>
    <dgm:pt modelId="{5656823E-6E48-417C-A10E-9CC38660E884}" type="pres">
      <dgm:prSet presAssocID="{CEA033F8-4205-4FE1-8CFB-A281FF992D04}" presName="childNode2tx" presStyleLbl="bgAcc1" presStyleIdx="1" presStyleCnt="3">
        <dgm:presLayoutVars>
          <dgm:bulletEnabled val="1"/>
        </dgm:presLayoutVars>
      </dgm:prSet>
      <dgm:spPr/>
      <dgm:t>
        <a:bodyPr/>
        <a:lstStyle/>
        <a:p>
          <a:endParaRPr lang="en-AU"/>
        </a:p>
      </dgm:t>
    </dgm:pt>
    <dgm:pt modelId="{A0914EA7-445E-42E4-85F4-85238ECCF613}" type="pres">
      <dgm:prSet presAssocID="{CEA033F8-4205-4FE1-8CFB-A281FF992D04}" presName="parentNode2" presStyleLbl="node1" presStyleIdx="1" presStyleCnt="3" custScaleX="82634" custScaleY="65950">
        <dgm:presLayoutVars>
          <dgm:chMax val="0"/>
          <dgm:bulletEnabled val="1"/>
        </dgm:presLayoutVars>
      </dgm:prSet>
      <dgm:spPr/>
      <dgm:t>
        <a:bodyPr/>
        <a:lstStyle/>
        <a:p>
          <a:endParaRPr lang="en-AU"/>
        </a:p>
      </dgm:t>
    </dgm:pt>
    <dgm:pt modelId="{846D7510-EB98-42BB-A3D2-99F3453AE603}" type="pres">
      <dgm:prSet presAssocID="{CEA033F8-4205-4FE1-8CFB-A281FF992D04}" presName="connSite2" presStyleCnt="0"/>
      <dgm:spPr/>
    </dgm:pt>
    <dgm:pt modelId="{5B809E14-6577-4261-A1E7-939DD4DB5ADB}" type="pres">
      <dgm:prSet presAssocID="{DED63DBC-8C9F-4397-B04C-BCA71C01A922}" presName="Name18" presStyleLbl="sibTrans2D1" presStyleIdx="1" presStyleCnt="2"/>
      <dgm:spPr/>
      <dgm:t>
        <a:bodyPr/>
        <a:lstStyle/>
        <a:p>
          <a:endParaRPr lang="en-AU"/>
        </a:p>
      </dgm:t>
    </dgm:pt>
    <dgm:pt modelId="{7C0EE697-940A-40E9-BF51-EA5EB79D8CE9}" type="pres">
      <dgm:prSet presAssocID="{F33AED1F-DF29-4636-974E-8095D0AC7AAE}" presName="composite1" presStyleCnt="0"/>
      <dgm:spPr/>
    </dgm:pt>
    <dgm:pt modelId="{EC678C11-FF39-4759-BC11-EEE209E3A6C7}" type="pres">
      <dgm:prSet presAssocID="{F33AED1F-DF29-4636-974E-8095D0AC7AAE}" presName="dummyNode1" presStyleLbl="node1" presStyleIdx="1" presStyleCnt="3"/>
      <dgm:spPr/>
    </dgm:pt>
    <dgm:pt modelId="{262220F3-95C9-42F0-A6EB-F969304AC55E}" type="pres">
      <dgm:prSet presAssocID="{F33AED1F-DF29-4636-974E-8095D0AC7AAE}" presName="childNode1" presStyleLbl="bgAcc1" presStyleIdx="2" presStyleCnt="3" custScaleX="95748" custScaleY="99209">
        <dgm:presLayoutVars>
          <dgm:bulletEnabled val="1"/>
        </dgm:presLayoutVars>
      </dgm:prSet>
      <dgm:spPr/>
      <dgm:t>
        <a:bodyPr/>
        <a:lstStyle/>
        <a:p>
          <a:endParaRPr lang="en-AU"/>
        </a:p>
      </dgm:t>
    </dgm:pt>
    <dgm:pt modelId="{D782563C-E2F5-49CF-8930-97507ABE2A31}" type="pres">
      <dgm:prSet presAssocID="{F33AED1F-DF29-4636-974E-8095D0AC7AAE}" presName="childNode1tx" presStyleLbl="bgAcc1" presStyleIdx="2" presStyleCnt="3">
        <dgm:presLayoutVars>
          <dgm:bulletEnabled val="1"/>
        </dgm:presLayoutVars>
      </dgm:prSet>
      <dgm:spPr/>
      <dgm:t>
        <a:bodyPr/>
        <a:lstStyle/>
        <a:p>
          <a:endParaRPr lang="en-AU"/>
        </a:p>
      </dgm:t>
    </dgm:pt>
    <dgm:pt modelId="{D221F22F-D8D7-408E-8E62-5C786DABBE54}" type="pres">
      <dgm:prSet presAssocID="{F33AED1F-DF29-4636-974E-8095D0AC7AAE}" presName="parentNode1" presStyleLbl="node1" presStyleIdx="2" presStyleCnt="3" custFlipVert="1" custFlipHor="1" custScaleX="3399" custScaleY="15961">
        <dgm:presLayoutVars>
          <dgm:chMax val="1"/>
          <dgm:bulletEnabled val="1"/>
        </dgm:presLayoutVars>
      </dgm:prSet>
      <dgm:spPr/>
      <dgm:t>
        <a:bodyPr/>
        <a:lstStyle/>
        <a:p>
          <a:endParaRPr lang="en-AU"/>
        </a:p>
      </dgm:t>
    </dgm:pt>
    <dgm:pt modelId="{1C0E469C-F68E-4DF9-93B5-EDCAD0574DE2}" type="pres">
      <dgm:prSet presAssocID="{F33AED1F-DF29-4636-974E-8095D0AC7AAE}" presName="connSite1" presStyleCnt="0"/>
      <dgm:spPr/>
    </dgm:pt>
  </dgm:ptLst>
  <dgm:cxnLst>
    <dgm:cxn modelId="{1E0B95C6-1E60-4EC2-8AA6-BA4F4093EB69}" type="presOf" srcId="{DED63DBC-8C9F-4397-B04C-BCA71C01A922}" destId="{5B809E14-6577-4261-A1E7-939DD4DB5ADB}" srcOrd="0" destOrd="0" presId="urn:microsoft.com/office/officeart/2005/8/layout/hProcess4"/>
    <dgm:cxn modelId="{5ABA278E-9EDF-4410-9E2F-FAB93577ADC8}" type="presOf" srcId="{3063E249-5AD6-4B35-8523-DE4AC32A3B55}" destId="{300A036E-AB19-4D39-9DF3-8EF8079AC3C9}" srcOrd="0" destOrd="0" presId="urn:microsoft.com/office/officeart/2005/8/layout/hProcess4"/>
    <dgm:cxn modelId="{8F4FA161-086C-40A5-9F16-344CF651DDA4}" type="presOf" srcId="{299CF3D6-D5EF-4641-9EE3-BE624D5CA037}" destId="{D782563C-E2F5-49CF-8930-97507ABE2A31}" srcOrd="1" destOrd="3" presId="urn:microsoft.com/office/officeart/2005/8/layout/hProcess4"/>
    <dgm:cxn modelId="{52175C1B-4F3C-4B59-8EA2-5A8C824E02DA}" type="presOf" srcId="{B41FA182-83A5-455B-97C4-4CE55FB88673}" destId="{2C45FB8A-1DF5-4B63-8244-65BFC7344C8C}" srcOrd="0" destOrd="1" presId="urn:microsoft.com/office/officeart/2005/8/layout/hProcess4"/>
    <dgm:cxn modelId="{521B875C-1985-4BF8-B19E-6996E9948DC1}" type="presOf" srcId="{B41FA182-83A5-455B-97C4-4CE55FB88673}" destId="{5656823E-6E48-417C-A10E-9CC38660E884}" srcOrd="1" destOrd="1" presId="urn:microsoft.com/office/officeart/2005/8/layout/hProcess4"/>
    <dgm:cxn modelId="{5634B09C-41F7-42A4-B1AC-C0B203336A21}" type="presOf" srcId="{3E534B89-F527-4E18-947F-8246094F2815}" destId="{262220F3-95C9-42F0-A6EB-F969304AC55E}" srcOrd="0" destOrd="2" presId="urn:microsoft.com/office/officeart/2005/8/layout/hProcess4"/>
    <dgm:cxn modelId="{3E73C44A-12B2-46FF-8FB1-A2674F42B084}" type="presOf" srcId="{1B5EB4C6-165E-4D0B-9FE8-5A63F8C8019E}" destId="{D782563C-E2F5-49CF-8930-97507ABE2A31}" srcOrd="1" destOrd="0" presId="urn:microsoft.com/office/officeart/2005/8/layout/hProcess4"/>
    <dgm:cxn modelId="{E410BB4F-A8BA-4D92-964D-085B405A6C18}" srcId="{1B1ED428-160C-4277-9A2A-0ABCE6499368}" destId="{CEA033F8-4205-4FE1-8CFB-A281FF992D04}" srcOrd="1" destOrd="0" parTransId="{1567F6A2-FBD3-43BC-83BD-0CDFBAFD127C}" sibTransId="{DED63DBC-8C9F-4397-B04C-BCA71C01A922}"/>
    <dgm:cxn modelId="{3FA98435-D51A-48C2-A886-FC9B0A357E6D}" srcId="{F33AED1F-DF29-4636-974E-8095D0AC7AAE}" destId="{1B5EB4C6-165E-4D0B-9FE8-5A63F8C8019E}" srcOrd="0" destOrd="0" parTransId="{119058D3-99F3-4CDA-91A8-63A50B805894}" sibTransId="{84BD88A6-485D-44B3-B3EB-BF3301449712}"/>
    <dgm:cxn modelId="{C0EC7C1C-20AE-4D78-B562-070AE7C60873}" type="presOf" srcId="{3063E249-5AD6-4B35-8523-DE4AC32A3B55}" destId="{3DA59205-373E-4C3C-BCF9-99960B189840}" srcOrd="1" destOrd="0" presId="urn:microsoft.com/office/officeart/2005/8/layout/hProcess4"/>
    <dgm:cxn modelId="{671D4E7A-9CB4-46B0-852D-666112CE1908}" type="presOf" srcId="{F07D965C-830E-4161-B7B3-D97183E3FB53}" destId="{262220F3-95C9-42F0-A6EB-F969304AC55E}" srcOrd="0" destOrd="1" presId="urn:microsoft.com/office/officeart/2005/8/layout/hProcess4"/>
    <dgm:cxn modelId="{517384F1-0059-4878-82F5-12F08EF50A1F}" srcId="{F33AED1F-DF29-4636-974E-8095D0AC7AAE}" destId="{299CF3D6-D5EF-4641-9EE3-BE624D5CA037}" srcOrd="3" destOrd="0" parTransId="{D3030CF3-6E20-442D-80F8-7BBDE4794F8E}" sibTransId="{F64CC8C1-A7CD-4781-A428-8AD5D02D4454}"/>
    <dgm:cxn modelId="{CFE4B505-E12A-405B-8533-78B19B609ABB}" type="presOf" srcId="{F07D965C-830E-4161-B7B3-D97183E3FB53}" destId="{D782563C-E2F5-49CF-8930-97507ABE2A31}" srcOrd="1" destOrd="1" presId="urn:microsoft.com/office/officeart/2005/8/layout/hProcess4"/>
    <dgm:cxn modelId="{5D3C0B5B-0034-4B0B-BA7F-9A3FDC71BCCF}" type="presOf" srcId="{CEA033F8-4205-4FE1-8CFB-A281FF992D04}" destId="{A0914EA7-445E-42E4-85F4-85238ECCF613}" srcOrd="0" destOrd="0" presId="urn:microsoft.com/office/officeart/2005/8/layout/hProcess4"/>
    <dgm:cxn modelId="{8E2687E0-1A14-4382-A0F3-49DA8D11FFBB}" type="presOf" srcId="{299CF3D6-D5EF-4641-9EE3-BE624D5CA037}" destId="{262220F3-95C9-42F0-A6EB-F969304AC55E}" srcOrd="0" destOrd="3" presId="urn:microsoft.com/office/officeart/2005/8/layout/hProcess4"/>
    <dgm:cxn modelId="{65339FB6-B50B-4590-9B73-B528BB2E8109}" type="presOf" srcId="{3DEED495-DCDD-442B-BF44-48CB13BEA46D}" destId="{300A036E-AB19-4D39-9DF3-8EF8079AC3C9}" srcOrd="0" destOrd="1" presId="urn:microsoft.com/office/officeart/2005/8/layout/hProcess4"/>
    <dgm:cxn modelId="{58439CED-649F-458E-A475-7C53AF17F360}" type="presOf" srcId="{EF5FAD2E-590A-4D95-A648-3A18650238BD}" destId="{2C45FB8A-1DF5-4B63-8244-65BFC7344C8C}" srcOrd="0" destOrd="0" presId="urn:microsoft.com/office/officeart/2005/8/layout/hProcess4"/>
    <dgm:cxn modelId="{A02C506F-0F1E-4AA0-9DFD-1FF056075212}" srcId="{1B1ED428-160C-4277-9A2A-0ABCE6499368}" destId="{36CB14B4-1EF8-4CBF-B774-EB6E17B48BFB}" srcOrd="0" destOrd="0" parTransId="{348B817D-ED6D-4A7B-AD79-57EC4BD0B754}" sibTransId="{5A124EFF-A05D-4907-9450-E6E48A7DBE5A}"/>
    <dgm:cxn modelId="{6C7B6EB6-7595-4AAF-9543-347818CD669C}" type="presOf" srcId="{36CB14B4-1EF8-4CBF-B774-EB6E17B48BFB}" destId="{0C77F252-CB6A-46B1-9C2C-9EE1A5281560}" srcOrd="0" destOrd="0" presId="urn:microsoft.com/office/officeart/2005/8/layout/hProcess4"/>
    <dgm:cxn modelId="{A23301FA-8E84-4705-9A10-F73D3130835A}" srcId="{1B1ED428-160C-4277-9A2A-0ABCE6499368}" destId="{F33AED1F-DF29-4636-974E-8095D0AC7AAE}" srcOrd="2" destOrd="0" parTransId="{AFC6DC86-CDA9-448E-8014-06EFEAACCB99}" sibTransId="{8CCBAE73-BB39-43BF-A8EF-E281A4A3201E}"/>
    <dgm:cxn modelId="{EE96072E-7CD2-4EFC-99F9-44E40F3721C9}" type="presOf" srcId="{3DEED495-DCDD-442B-BF44-48CB13BEA46D}" destId="{3DA59205-373E-4C3C-BCF9-99960B189840}" srcOrd="1" destOrd="1" presId="urn:microsoft.com/office/officeart/2005/8/layout/hProcess4"/>
    <dgm:cxn modelId="{3EE710B5-70C7-4EF5-8C17-AE72978175EC}" srcId="{F33AED1F-DF29-4636-974E-8095D0AC7AAE}" destId="{F07D965C-830E-4161-B7B3-D97183E3FB53}" srcOrd="1" destOrd="0" parTransId="{06B9017F-381F-41BC-8936-650A706A3F18}" sibTransId="{8FA3713A-5A43-48B7-A1C9-9025494E5AA1}"/>
    <dgm:cxn modelId="{C043832F-BF44-40FD-8C4C-0E10A1F5CC79}" srcId="{36CB14B4-1EF8-4CBF-B774-EB6E17B48BFB}" destId="{3DEED495-DCDD-442B-BF44-48CB13BEA46D}" srcOrd="1" destOrd="0" parTransId="{4C92AA38-EF2A-4FF9-AF6A-D01B64CA2BDC}" sibTransId="{E94913BB-9283-4EE6-9CBF-17B481BF1F4D}"/>
    <dgm:cxn modelId="{24FE5D0F-F0DC-456A-8E7B-DB8F3B5D5912}" type="presOf" srcId="{5A124EFF-A05D-4907-9450-E6E48A7DBE5A}" destId="{20F3D01F-8FE4-4DF0-8B05-AD40E7F15796}" srcOrd="0" destOrd="0" presId="urn:microsoft.com/office/officeart/2005/8/layout/hProcess4"/>
    <dgm:cxn modelId="{27064539-A701-46F7-9585-1FD4875BC5FC}" type="presOf" srcId="{EF5FAD2E-590A-4D95-A648-3A18650238BD}" destId="{5656823E-6E48-417C-A10E-9CC38660E884}" srcOrd="1" destOrd="0" presId="urn:microsoft.com/office/officeart/2005/8/layout/hProcess4"/>
    <dgm:cxn modelId="{C6FA3DB6-BC4F-4B44-8F7B-B6B8D9E15B26}" srcId="{36CB14B4-1EF8-4CBF-B774-EB6E17B48BFB}" destId="{3063E249-5AD6-4B35-8523-DE4AC32A3B55}" srcOrd="0" destOrd="0" parTransId="{B33FF505-9115-4E29-8B35-1F1F73CBCC17}" sibTransId="{61A1EDC0-A473-4878-B952-2266C0B64E4F}"/>
    <dgm:cxn modelId="{D704BA63-4CAA-4A51-9F5E-F283AE70E5C0}" srcId="{CEA033F8-4205-4FE1-8CFB-A281FF992D04}" destId="{EF5FAD2E-590A-4D95-A648-3A18650238BD}" srcOrd="0" destOrd="0" parTransId="{407AEE25-E1AA-4AF6-8330-E65316702D50}" sibTransId="{693FB233-2EE4-4851-A285-A3A76734CE59}"/>
    <dgm:cxn modelId="{300351F8-A670-40E6-91AF-15E41DB53A37}" type="presOf" srcId="{1B5EB4C6-165E-4D0B-9FE8-5A63F8C8019E}" destId="{262220F3-95C9-42F0-A6EB-F969304AC55E}" srcOrd="0" destOrd="0" presId="urn:microsoft.com/office/officeart/2005/8/layout/hProcess4"/>
    <dgm:cxn modelId="{2C4B326A-B4C2-4681-8F40-856AA12B6AAC}" type="presOf" srcId="{3E534B89-F527-4E18-947F-8246094F2815}" destId="{D782563C-E2F5-49CF-8930-97507ABE2A31}" srcOrd="1" destOrd="2" presId="urn:microsoft.com/office/officeart/2005/8/layout/hProcess4"/>
    <dgm:cxn modelId="{6E7C92AB-E359-4CE2-BD4D-D589CDA0DCEC}" srcId="{CEA033F8-4205-4FE1-8CFB-A281FF992D04}" destId="{B41FA182-83A5-455B-97C4-4CE55FB88673}" srcOrd="1" destOrd="0" parTransId="{9289F0D9-5A74-43AC-9B4F-1A94ACDA1348}" sibTransId="{8CF75192-1164-4A45-8889-94E293D07838}"/>
    <dgm:cxn modelId="{108AFFFF-A442-4C22-B9D9-8844644EE45B}" srcId="{F33AED1F-DF29-4636-974E-8095D0AC7AAE}" destId="{3E534B89-F527-4E18-947F-8246094F2815}" srcOrd="2" destOrd="0" parTransId="{259CC34C-5150-4A98-BD97-7BE4F5203F2D}" sibTransId="{B2B20C9D-4189-435B-A7B5-CA8DA579067E}"/>
    <dgm:cxn modelId="{873849DA-BE87-4C51-B369-2487210F4DC5}" type="presOf" srcId="{1B1ED428-160C-4277-9A2A-0ABCE6499368}" destId="{3B1778D3-E8DB-465C-B962-FB28CF457AE6}" srcOrd="0" destOrd="0" presId="urn:microsoft.com/office/officeart/2005/8/layout/hProcess4"/>
    <dgm:cxn modelId="{C4532806-2D56-4A30-BE3B-6ECDEDCA7C8C}" type="presOf" srcId="{F33AED1F-DF29-4636-974E-8095D0AC7AAE}" destId="{D221F22F-D8D7-408E-8E62-5C786DABBE54}" srcOrd="0" destOrd="0" presId="urn:microsoft.com/office/officeart/2005/8/layout/hProcess4"/>
    <dgm:cxn modelId="{4FA480A2-9C16-436A-B7E1-FB765BEBF815}" type="presParOf" srcId="{3B1778D3-E8DB-465C-B962-FB28CF457AE6}" destId="{F727F8D2-6138-4355-978F-B05A8B5DA134}" srcOrd="0" destOrd="0" presId="urn:microsoft.com/office/officeart/2005/8/layout/hProcess4"/>
    <dgm:cxn modelId="{D2A471D0-5C59-48CE-B2C2-0FDD1ED5D73A}" type="presParOf" srcId="{3B1778D3-E8DB-465C-B962-FB28CF457AE6}" destId="{65ACBEB4-44F2-4FC4-AE24-5C196529DC90}" srcOrd="1" destOrd="0" presId="urn:microsoft.com/office/officeart/2005/8/layout/hProcess4"/>
    <dgm:cxn modelId="{F892FF35-E4D9-4923-8D3C-AAB15D9D469E}" type="presParOf" srcId="{3B1778D3-E8DB-465C-B962-FB28CF457AE6}" destId="{D97DFB77-865B-4B74-84B3-CADDAFEB297A}" srcOrd="2" destOrd="0" presId="urn:microsoft.com/office/officeart/2005/8/layout/hProcess4"/>
    <dgm:cxn modelId="{9EBA8913-0BDA-4A73-B2BA-6CABC6C90541}" type="presParOf" srcId="{D97DFB77-865B-4B74-84B3-CADDAFEB297A}" destId="{21F7951F-E622-486A-A4D9-67CA532D689E}" srcOrd="0" destOrd="0" presId="urn:microsoft.com/office/officeart/2005/8/layout/hProcess4"/>
    <dgm:cxn modelId="{75C48C46-538B-4E88-827A-BFEB2AA9DC7B}" type="presParOf" srcId="{21F7951F-E622-486A-A4D9-67CA532D689E}" destId="{5F6D493E-71C3-4DAF-84E0-3022B01580C9}" srcOrd="0" destOrd="0" presId="urn:microsoft.com/office/officeart/2005/8/layout/hProcess4"/>
    <dgm:cxn modelId="{D5C13F95-5FD7-4530-93FC-F0C6711D456B}" type="presParOf" srcId="{21F7951F-E622-486A-A4D9-67CA532D689E}" destId="{300A036E-AB19-4D39-9DF3-8EF8079AC3C9}" srcOrd="1" destOrd="0" presId="urn:microsoft.com/office/officeart/2005/8/layout/hProcess4"/>
    <dgm:cxn modelId="{4E657777-B8B5-4F71-9785-814FB3B69832}" type="presParOf" srcId="{21F7951F-E622-486A-A4D9-67CA532D689E}" destId="{3DA59205-373E-4C3C-BCF9-99960B189840}" srcOrd="2" destOrd="0" presId="urn:microsoft.com/office/officeart/2005/8/layout/hProcess4"/>
    <dgm:cxn modelId="{0CB71A35-FFB9-4C11-90ED-6707553EC41B}" type="presParOf" srcId="{21F7951F-E622-486A-A4D9-67CA532D689E}" destId="{0C77F252-CB6A-46B1-9C2C-9EE1A5281560}" srcOrd="3" destOrd="0" presId="urn:microsoft.com/office/officeart/2005/8/layout/hProcess4"/>
    <dgm:cxn modelId="{55B4050A-4C97-4287-A8B2-3CC97BA0BE7D}" type="presParOf" srcId="{21F7951F-E622-486A-A4D9-67CA532D689E}" destId="{1E45D352-7712-464F-A5EE-052D1B38C9F1}" srcOrd="4" destOrd="0" presId="urn:microsoft.com/office/officeart/2005/8/layout/hProcess4"/>
    <dgm:cxn modelId="{F73A016F-2CF9-44A6-997B-B9B74DF31F9D}" type="presParOf" srcId="{D97DFB77-865B-4B74-84B3-CADDAFEB297A}" destId="{20F3D01F-8FE4-4DF0-8B05-AD40E7F15796}" srcOrd="1" destOrd="0" presId="urn:microsoft.com/office/officeart/2005/8/layout/hProcess4"/>
    <dgm:cxn modelId="{01163C87-D857-4C13-89FA-73E562118580}" type="presParOf" srcId="{D97DFB77-865B-4B74-84B3-CADDAFEB297A}" destId="{2E0D7483-D521-4661-B76B-053BC5827014}" srcOrd="2" destOrd="0" presId="urn:microsoft.com/office/officeart/2005/8/layout/hProcess4"/>
    <dgm:cxn modelId="{6CE48BD7-F8DA-4555-AE41-473AAFAE49B7}" type="presParOf" srcId="{2E0D7483-D521-4661-B76B-053BC5827014}" destId="{C30DDB82-1356-49F6-8FDD-3D7D9793B358}" srcOrd="0" destOrd="0" presId="urn:microsoft.com/office/officeart/2005/8/layout/hProcess4"/>
    <dgm:cxn modelId="{C70D70EC-9D7F-48A7-8213-3BCBA2E53D4B}" type="presParOf" srcId="{2E0D7483-D521-4661-B76B-053BC5827014}" destId="{2C45FB8A-1DF5-4B63-8244-65BFC7344C8C}" srcOrd="1" destOrd="0" presId="urn:microsoft.com/office/officeart/2005/8/layout/hProcess4"/>
    <dgm:cxn modelId="{13BCF792-8DC8-424A-B07F-05D6C9A37820}" type="presParOf" srcId="{2E0D7483-D521-4661-B76B-053BC5827014}" destId="{5656823E-6E48-417C-A10E-9CC38660E884}" srcOrd="2" destOrd="0" presId="urn:microsoft.com/office/officeart/2005/8/layout/hProcess4"/>
    <dgm:cxn modelId="{55A8A140-BC68-4A6E-B7BD-7710947FD833}" type="presParOf" srcId="{2E0D7483-D521-4661-B76B-053BC5827014}" destId="{A0914EA7-445E-42E4-85F4-85238ECCF613}" srcOrd="3" destOrd="0" presId="urn:microsoft.com/office/officeart/2005/8/layout/hProcess4"/>
    <dgm:cxn modelId="{DEB3BD64-DDA5-43AE-A53B-FC32B6C75C78}" type="presParOf" srcId="{2E0D7483-D521-4661-B76B-053BC5827014}" destId="{846D7510-EB98-42BB-A3D2-99F3453AE603}" srcOrd="4" destOrd="0" presId="urn:microsoft.com/office/officeart/2005/8/layout/hProcess4"/>
    <dgm:cxn modelId="{B135A3DE-E3E8-473B-B954-624098B79A86}" type="presParOf" srcId="{D97DFB77-865B-4B74-84B3-CADDAFEB297A}" destId="{5B809E14-6577-4261-A1E7-939DD4DB5ADB}" srcOrd="3" destOrd="0" presId="urn:microsoft.com/office/officeart/2005/8/layout/hProcess4"/>
    <dgm:cxn modelId="{B0FE406B-0493-45FE-8D79-007FB312AF97}" type="presParOf" srcId="{D97DFB77-865B-4B74-84B3-CADDAFEB297A}" destId="{7C0EE697-940A-40E9-BF51-EA5EB79D8CE9}" srcOrd="4" destOrd="0" presId="urn:microsoft.com/office/officeart/2005/8/layout/hProcess4"/>
    <dgm:cxn modelId="{A179B88F-9EDB-4F52-B0BB-F34DE9946C2E}" type="presParOf" srcId="{7C0EE697-940A-40E9-BF51-EA5EB79D8CE9}" destId="{EC678C11-FF39-4759-BC11-EEE209E3A6C7}" srcOrd="0" destOrd="0" presId="urn:microsoft.com/office/officeart/2005/8/layout/hProcess4"/>
    <dgm:cxn modelId="{F83724CD-625B-41CA-A776-7681317A5ABA}" type="presParOf" srcId="{7C0EE697-940A-40E9-BF51-EA5EB79D8CE9}" destId="{262220F3-95C9-42F0-A6EB-F969304AC55E}" srcOrd="1" destOrd="0" presId="urn:microsoft.com/office/officeart/2005/8/layout/hProcess4"/>
    <dgm:cxn modelId="{D7260790-952C-4711-AE43-5B03ECE370B6}" type="presParOf" srcId="{7C0EE697-940A-40E9-BF51-EA5EB79D8CE9}" destId="{D782563C-E2F5-49CF-8930-97507ABE2A31}" srcOrd="2" destOrd="0" presId="urn:microsoft.com/office/officeart/2005/8/layout/hProcess4"/>
    <dgm:cxn modelId="{2273ECC6-6399-4B85-AF1B-59DDFB1F0083}" type="presParOf" srcId="{7C0EE697-940A-40E9-BF51-EA5EB79D8CE9}" destId="{D221F22F-D8D7-408E-8E62-5C786DABBE54}" srcOrd="3" destOrd="0" presId="urn:microsoft.com/office/officeart/2005/8/layout/hProcess4"/>
    <dgm:cxn modelId="{122BE8D6-85E1-4114-B28E-69404822A563}" type="presParOf" srcId="{7C0EE697-940A-40E9-BF51-EA5EB79D8CE9}" destId="{1C0E469C-F68E-4DF9-93B5-EDCAD0574DE2}" srcOrd="4" destOrd="0" presId="urn:microsoft.com/office/officeart/2005/8/layout/h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09C2475-91DB-41AD-98CB-700FFCD24E36}"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en-AU"/>
        </a:p>
      </dgm:t>
    </dgm:pt>
    <dgm:pt modelId="{1A05AE12-777C-4DF6-8DB8-5D52ED534BF4}">
      <dgm:prSet phldrT="[Text]" custT="1"/>
      <dgm:spPr/>
      <dgm:t>
        <a:bodyPr/>
        <a:lstStyle/>
        <a:p>
          <a:r>
            <a:rPr lang="en-AU" sz="900"/>
            <a:t>Sublimation</a:t>
          </a:r>
        </a:p>
      </dgm:t>
    </dgm:pt>
    <dgm:pt modelId="{8C391D71-9833-4972-AEAE-30AAE1E24EBA}" type="parTrans" cxnId="{6496D103-BDFB-47D8-B0E3-6F9A4E3BADB3}">
      <dgm:prSet/>
      <dgm:spPr/>
      <dgm:t>
        <a:bodyPr/>
        <a:lstStyle/>
        <a:p>
          <a:endParaRPr lang="en-AU" sz="900"/>
        </a:p>
      </dgm:t>
    </dgm:pt>
    <dgm:pt modelId="{E1AC1286-E45B-48E8-BB47-7FE5AF2F4671}" type="sibTrans" cxnId="{6496D103-BDFB-47D8-B0E3-6F9A4E3BADB3}">
      <dgm:prSet/>
      <dgm:spPr/>
      <dgm:t>
        <a:bodyPr/>
        <a:lstStyle/>
        <a:p>
          <a:endParaRPr lang="en-AU" sz="900"/>
        </a:p>
      </dgm:t>
    </dgm:pt>
    <dgm:pt modelId="{1D4982D4-1DEE-4532-9A32-9BB29FE22145}">
      <dgm:prSet phldrT="[Text]" custT="1"/>
      <dgm:spPr/>
      <dgm:t>
        <a:bodyPr/>
        <a:lstStyle/>
        <a:p>
          <a:pPr algn="ctr"/>
          <a:r>
            <a:rPr lang="en-AU" sz="900"/>
            <a:t>Solid</a:t>
          </a:r>
        </a:p>
      </dgm:t>
    </dgm:pt>
    <dgm:pt modelId="{B306E94C-DA28-4A6F-A8B7-50D4571FD151}" type="parTrans" cxnId="{FFEE013A-CDEB-42BA-981D-89E3FDADF0E2}">
      <dgm:prSet/>
      <dgm:spPr/>
      <dgm:t>
        <a:bodyPr/>
        <a:lstStyle/>
        <a:p>
          <a:endParaRPr lang="en-AU" sz="900"/>
        </a:p>
      </dgm:t>
    </dgm:pt>
    <dgm:pt modelId="{D04E0B83-F705-42EF-A216-A404078E90F5}" type="sibTrans" cxnId="{FFEE013A-CDEB-42BA-981D-89E3FDADF0E2}">
      <dgm:prSet/>
      <dgm:spPr/>
      <dgm:t>
        <a:bodyPr/>
        <a:lstStyle/>
        <a:p>
          <a:endParaRPr lang="en-AU" sz="900"/>
        </a:p>
      </dgm:t>
    </dgm:pt>
    <dgm:pt modelId="{25FDA589-A1D9-4238-A519-484BA8440CA4}">
      <dgm:prSet phldrT="[Text]" custT="1"/>
      <dgm:spPr/>
      <dgm:t>
        <a:bodyPr/>
        <a:lstStyle/>
        <a:p>
          <a:r>
            <a:rPr lang="en-AU" sz="900"/>
            <a:t>Deposition</a:t>
          </a:r>
        </a:p>
      </dgm:t>
    </dgm:pt>
    <dgm:pt modelId="{468D1E82-1020-4564-A451-0FA94152C292}" type="parTrans" cxnId="{6339C959-ADD0-4070-852C-2197A4AF5925}">
      <dgm:prSet/>
      <dgm:spPr/>
      <dgm:t>
        <a:bodyPr/>
        <a:lstStyle/>
        <a:p>
          <a:endParaRPr lang="en-AU" sz="900"/>
        </a:p>
      </dgm:t>
    </dgm:pt>
    <dgm:pt modelId="{6A42440B-8284-4EA4-9916-467BA9EFDF0C}" type="sibTrans" cxnId="{6339C959-ADD0-4070-852C-2197A4AF5925}">
      <dgm:prSet/>
      <dgm:spPr/>
      <dgm:t>
        <a:bodyPr/>
        <a:lstStyle/>
        <a:p>
          <a:endParaRPr lang="en-AU" sz="900"/>
        </a:p>
      </dgm:t>
    </dgm:pt>
    <dgm:pt modelId="{FA746BCA-951D-4C3A-8798-F4F1659F3860}">
      <dgm:prSet phldrT="[Text]" custT="1"/>
      <dgm:spPr/>
      <dgm:t>
        <a:bodyPr/>
        <a:lstStyle/>
        <a:p>
          <a:pPr algn="ctr"/>
          <a:r>
            <a:rPr lang="en-AU" sz="900"/>
            <a:t>Gas</a:t>
          </a:r>
        </a:p>
      </dgm:t>
    </dgm:pt>
    <dgm:pt modelId="{CA80C233-B2A0-488E-A9D1-E0A76DEBB4AA}" type="parTrans" cxnId="{9180FA42-9B8D-44FC-AD54-A147BC4A860A}">
      <dgm:prSet/>
      <dgm:spPr/>
      <dgm:t>
        <a:bodyPr/>
        <a:lstStyle/>
        <a:p>
          <a:endParaRPr lang="en-AU" sz="900"/>
        </a:p>
      </dgm:t>
    </dgm:pt>
    <dgm:pt modelId="{3F8ADF32-DE3C-417C-958E-8443520223D2}" type="sibTrans" cxnId="{9180FA42-9B8D-44FC-AD54-A147BC4A860A}">
      <dgm:prSet/>
      <dgm:spPr/>
      <dgm:t>
        <a:bodyPr/>
        <a:lstStyle/>
        <a:p>
          <a:endParaRPr lang="en-AU" sz="900"/>
        </a:p>
      </dgm:t>
    </dgm:pt>
    <dgm:pt modelId="{FE90858E-449B-407E-89BC-69172A8CF099}">
      <dgm:prSet phldrT="[Text]" custT="1"/>
      <dgm:spPr/>
      <dgm:t>
        <a:bodyPr/>
        <a:lstStyle/>
        <a:p>
          <a:pPr algn="ctr"/>
          <a:r>
            <a:rPr lang="en-AU" sz="900"/>
            <a:t>Gas</a:t>
          </a:r>
        </a:p>
      </dgm:t>
    </dgm:pt>
    <dgm:pt modelId="{E95B8B05-D4E9-46CC-B9ED-0238ADE0FB45}" type="parTrans" cxnId="{902A5A2D-B677-45C5-A24E-7BCEBD4059C6}">
      <dgm:prSet/>
      <dgm:spPr/>
      <dgm:t>
        <a:bodyPr/>
        <a:lstStyle/>
        <a:p>
          <a:endParaRPr lang="en-AU" sz="900"/>
        </a:p>
      </dgm:t>
    </dgm:pt>
    <dgm:pt modelId="{4D470C64-264A-4D66-89A9-707EAD3A98A8}" type="sibTrans" cxnId="{902A5A2D-B677-45C5-A24E-7BCEBD4059C6}">
      <dgm:prSet/>
      <dgm:spPr/>
      <dgm:t>
        <a:bodyPr/>
        <a:lstStyle/>
        <a:p>
          <a:endParaRPr lang="en-AU" sz="900"/>
        </a:p>
      </dgm:t>
    </dgm:pt>
    <dgm:pt modelId="{0D1255EF-F566-4804-92D2-A50C03DB212D}">
      <dgm:prSet phldrT="[Text]" phldr="1" custT="1"/>
      <dgm:spPr/>
      <dgm:t>
        <a:bodyPr/>
        <a:lstStyle/>
        <a:p>
          <a:endParaRPr lang="en-AU" sz="900"/>
        </a:p>
      </dgm:t>
    </dgm:pt>
    <dgm:pt modelId="{E6E7B623-DC54-4342-995A-D372BC2AC505}" type="parTrans" cxnId="{2CFE1A04-AA85-42F6-AD09-572886ECECB7}">
      <dgm:prSet/>
      <dgm:spPr/>
      <dgm:t>
        <a:bodyPr/>
        <a:lstStyle/>
        <a:p>
          <a:endParaRPr lang="en-AU" sz="900"/>
        </a:p>
      </dgm:t>
    </dgm:pt>
    <dgm:pt modelId="{F503BEF7-8564-484E-905F-F9DFEB6F782C}" type="sibTrans" cxnId="{2CFE1A04-AA85-42F6-AD09-572886ECECB7}">
      <dgm:prSet/>
      <dgm:spPr/>
      <dgm:t>
        <a:bodyPr/>
        <a:lstStyle/>
        <a:p>
          <a:endParaRPr lang="en-AU" sz="900"/>
        </a:p>
      </dgm:t>
    </dgm:pt>
    <dgm:pt modelId="{32D7E0FC-715D-4AC4-8CFB-C061AF1B9E7E}">
      <dgm:prSet phldrT="[Text]" custT="1"/>
      <dgm:spPr/>
      <dgm:t>
        <a:bodyPr/>
        <a:lstStyle/>
        <a:p>
          <a:pPr algn="ctr"/>
          <a:r>
            <a:rPr lang="en-AU" sz="900"/>
            <a:t>Solid</a:t>
          </a:r>
        </a:p>
      </dgm:t>
    </dgm:pt>
    <dgm:pt modelId="{B8D05B0E-BC94-4F30-95E5-295763E39CA7}" type="parTrans" cxnId="{EE8A5589-26E9-4CBC-83F0-B7B1FF7D090A}">
      <dgm:prSet/>
      <dgm:spPr/>
      <dgm:t>
        <a:bodyPr/>
        <a:lstStyle/>
        <a:p>
          <a:endParaRPr lang="en-AU" sz="900"/>
        </a:p>
      </dgm:t>
    </dgm:pt>
    <dgm:pt modelId="{EEE09258-16F5-4559-BC50-A17FEEB7C132}" type="sibTrans" cxnId="{EE8A5589-26E9-4CBC-83F0-B7B1FF7D090A}">
      <dgm:prSet/>
      <dgm:spPr/>
      <dgm:t>
        <a:bodyPr/>
        <a:lstStyle/>
        <a:p>
          <a:endParaRPr lang="en-AU" sz="900"/>
        </a:p>
      </dgm:t>
    </dgm:pt>
    <dgm:pt modelId="{D7FFAD7E-1197-4A92-B77F-2210AB52A3B4}">
      <dgm:prSet phldrT="[Text]" custT="1"/>
      <dgm:spPr/>
      <dgm:t>
        <a:bodyPr/>
        <a:lstStyle/>
        <a:p>
          <a:pPr algn="ctr"/>
          <a:endParaRPr lang="en-AU" sz="900"/>
        </a:p>
      </dgm:t>
    </dgm:pt>
    <dgm:pt modelId="{95464576-A61B-406C-93FE-C7245A641DEF}" type="parTrans" cxnId="{D7788C81-4B12-4C9C-89DF-EC235FFD42C6}">
      <dgm:prSet/>
      <dgm:spPr/>
      <dgm:t>
        <a:bodyPr/>
        <a:lstStyle/>
        <a:p>
          <a:endParaRPr lang="en-AU"/>
        </a:p>
      </dgm:t>
    </dgm:pt>
    <dgm:pt modelId="{04B7EAED-6980-4709-A3AA-D49375D8B0FE}" type="sibTrans" cxnId="{D7788C81-4B12-4C9C-89DF-EC235FFD42C6}">
      <dgm:prSet/>
      <dgm:spPr/>
      <dgm:t>
        <a:bodyPr/>
        <a:lstStyle/>
        <a:p>
          <a:endParaRPr lang="en-AU"/>
        </a:p>
      </dgm:t>
    </dgm:pt>
    <dgm:pt modelId="{1C5F217B-AF7E-463B-91B1-02575DC51489}">
      <dgm:prSet phldrT="[Text]" custT="1"/>
      <dgm:spPr/>
      <dgm:t>
        <a:bodyPr/>
        <a:lstStyle/>
        <a:p>
          <a:pPr algn="ctr"/>
          <a:endParaRPr lang="en-AU" sz="900"/>
        </a:p>
      </dgm:t>
    </dgm:pt>
    <dgm:pt modelId="{C13137B1-750B-46F7-AF90-F2517686BC92}" type="parTrans" cxnId="{31D23388-4421-4F17-B97C-B988C8ACACA9}">
      <dgm:prSet/>
      <dgm:spPr/>
      <dgm:t>
        <a:bodyPr/>
        <a:lstStyle/>
        <a:p>
          <a:endParaRPr lang="en-AU"/>
        </a:p>
      </dgm:t>
    </dgm:pt>
    <dgm:pt modelId="{24DEC2CE-BABD-4AFD-B994-8E8D29481D53}" type="sibTrans" cxnId="{31D23388-4421-4F17-B97C-B988C8ACACA9}">
      <dgm:prSet/>
      <dgm:spPr/>
      <dgm:t>
        <a:bodyPr/>
        <a:lstStyle/>
        <a:p>
          <a:endParaRPr lang="en-AU"/>
        </a:p>
      </dgm:t>
    </dgm:pt>
    <dgm:pt modelId="{4B8C9B99-FDC5-4F7E-B0FC-EF55B9B210A3}">
      <dgm:prSet phldrT="[Text]" custT="1"/>
      <dgm:spPr/>
      <dgm:t>
        <a:bodyPr/>
        <a:lstStyle/>
        <a:p>
          <a:pPr algn="ctr"/>
          <a:endParaRPr lang="en-AU" sz="900"/>
        </a:p>
      </dgm:t>
    </dgm:pt>
    <dgm:pt modelId="{5D58393F-ED97-4AC3-A570-D901B75260AB}" type="parTrans" cxnId="{AEAF76B2-C08F-47D7-9017-B39589BA91C0}">
      <dgm:prSet/>
      <dgm:spPr/>
      <dgm:t>
        <a:bodyPr/>
        <a:lstStyle/>
        <a:p>
          <a:endParaRPr lang="en-AU"/>
        </a:p>
      </dgm:t>
    </dgm:pt>
    <dgm:pt modelId="{B30B37CC-F3D0-435A-84BE-FA5C4220A15A}" type="sibTrans" cxnId="{AEAF76B2-C08F-47D7-9017-B39589BA91C0}">
      <dgm:prSet/>
      <dgm:spPr/>
      <dgm:t>
        <a:bodyPr/>
        <a:lstStyle/>
        <a:p>
          <a:endParaRPr lang="en-AU"/>
        </a:p>
      </dgm:t>
    </dgm:pt>
    <dgm:pt modelId="{E7E18B78-41C8-4BB2-8EE2-0D8FAD16A580}">
      <dgm:prSet phldrT="[Text]" custT="1"/>
      <dgm:spPr/>
      <dgm:t>
        <a:bodyPr/>
        <a:lstStyle/>
        <a:p>
          <a:pPr algn="ctr"/>
          <a:endParaRPr lang="en-AU" sz="900"/>
        </a:p>
      </dgm:t>
    </dgm:pt>
    <dgm:pt modelId="{F51DC415-FA7F-4449-858A-D31E00B8D976}" type="parTrans" cxnId="{8479EC03-3256-441C-9525-9582E7C9B89C}">
      <dgm:prSet/>
      <dgm:spPr/>
      <dgm:t>
        <a:bodyPr/>
        <a:lstStyle/>
        <a:p>
          <a:endParaRPr lang="en-AU"/>
        </a:p>
      </dgm:t>
    </dgm:pt>
    <dgm:pt modelId="{DBCA6251-00E7-471F-9CD2-4E14D4706FB2}" type="sibTrans" cxnId="{8479EC03-3256-441C-9525-9582E7C9B89C}">
      <dgm:prSet/>
      <dgm:spPr/>
      <dgm:t>
        <a:bodyPr/>
        <a:lstStyle/>
        <a:p>
          <a:endParaRPr lang="en-AU"/>
        </a:p>
      </dgm:t>
    </dgm:pt>
    <dgm:pt modelId="{6970947E-CE17-4782-B8D4-655FD9532C9A}">
      <dgm:prSet phldrT="[Text]" custT="1"/>
      <dgm:spPr/>
      <dgm:t>
        <a:bodyPr/>
        <a:lstStyle/>
        <a:p>
          <a:pPr algn="ctr"/>
          <a:endParaRPr lang="en-AU" sz="900"/>
        </a:p>
      </dgm:t>
    </dgm:pt>
    <dgm:pt modelId="{7C0AA5FD-5626-4F43-B5FA-0B2968CCB2D5}" type="parTrans" cxnId="{939339EC-4A5E-400E-A27E-840AA7C68983}">
      <dgm:prSet/>
      <dgm:spPr/>
      <dgm:t>
        <a:bodyPr/>
        <a:lstStyle/>
        <a:p>
          <a:endParaRPr lang="en-AU"/>
        </a:p>
      </dgm:t>
    </dgm:pt>
    <dgm:pt modelId="{7CB298B3-CE41-41C2-883A-0F4B1FBB827B}" type="sibTrans" cxnId="{939339EC-4A5E-400E-A27E-840AA7C68983}">
      <dgm:prSet/>
      <dgm:spPr/>
      <dgm:t>
        <a:bodyPr/>
        <a:lstStyle/>
        <a:p>
          <a:endParaRPr lang="en-AU"/>
        </a:p>
      </dgm:t>
    </dgm:pt>
    <dgm:pt modelId="{B4DC4332-512B-487F-85A9-BE856967A03E}" type="pres">
      <dgm:prSet presAssocID="{B09C2475-91DB-41AD-98CB-700FFCD24E36}" presName="Name0" presStyleCnt="0">
        <dgm:presLayoutVars>
          <dgm:dir/>
          <dgm:animLvl val="lvl"/>
          <dgm:resizeHandles val="exact"/>
        </dgm:presLayoutVars>
      </dgm:prSet>
      <dgm:spPr/>
      <dgm:t>
        <a:bodyPr/>
        <a:lstStyle/>
        <a:p>
          <a:endParaRPr lang="en-AU"/>
        </a:p>
      </dgm:t>
    </dgm:pt>
    <dgm:pt modelId="{C5E91417-179F-4171-9F23-D95CE430C39B}" type="pres">
      <dgm:prSet presAssocID="{B09C2475-91DB-41AD-98CB-700FFCD24E36}" presName="tSp" presStyleCnt="0"/>
      <dgm:spPr/>
    </dgm:pt>
    <dgm:pt modelId="{3530B2B7-75AE-4F63-88E9-9BF273F110C2}" type="pres">
      <dgm:prSet presAssocID="{B09C2475-91DB-41AD-98CB-700FFCD24E36}" presName="bSp" presStyleCnt="0"/>
      <dgm:spPr/>
    </dgm:pt>
    <dgm:pt modelId="{3DD40433-515E-4FE3-9C56-0EB3DB10198F}" type="pres">
      <dgm:prSet presAssocID="{B09C2475-91DB-41AD-98CB-700FFCD24E36}" presName="process" presStyleCnt="0"/>
      <dgm:spPr/>
    </dgm:pt>
    <dgm:pt modelId="{5B162A79-10F6-4781-987F-99DD5E717427}" type="pres">
      <dgm:prSet presAssocID="{1A05AE12-777C-4DF6-8DB8-5D52ED534BF4}" presName="composite1" presStyleCnt="0"/>
      <dgm:spPr/>
    </dgm:pt>
    <dgm:pt modelId="{23665D2A-F9AE-4FB4-9D72-4D0936127EDA}" type="pres">
      <dgm:prSet presAssocID="{1A05AE12-777C-4DF6-8DB8-5D52ED534BF4}" presName="dummyNode1" presStyleLbl="node1" presStyleIdx="0" presStyleCnt="3"/>
      <dgm:spPr/>
    </dgm:pt>
    <dgm:pt modelId="{64AB69CB-88CB-486D-A91E-0E6EE5096E11}" type="pres">
      <dgm:prSet presAssocID="{1A05AE12-777C-4DF6-8DB8-5D52ED534BF4}" presName="childNode1" presStyleLbl="bgAcc1" presStyleIdx="0" presStyleCnt="3">
        <dgm:presLayoutVars>
          <dgm:bulletEnabled val="1"/>
        </dgm:presLayoutVars>
      </dgm:prSet>
      <dgm:spPr/>
      <dgm:t>
        <a:bodyPr/>
        <a:lstStyle/>
        <a:p>
          <a:endParaRPr lang="en-AU"/>
        </a:p>
      </dgm:t>
    </dgm:pt>
    <dgm:pt modelId="{6082651D-4CCF-48DD-BDD3-74818DC64101}" type="pres">
      <dgm:prSet presAssocID="{1A05AE12-777C-4DF6-8DB8-5D52ED534BF4}" presName="childNode1tx" presStyleLbl="bgAcc1" presStyleIdx="0" presStyleCnt="3">
        <dgm:presLayoutVars>
          <dgm:bulletEnabled val="1"/>
        </dgm:presLayoutVars>
      </dgm:prSet>
      <dgm:spPr/>
      <dgm:t>
        <a:bodyPr/>
        <a:lstStyle/>
        <a:p>
          <a:endParaRPr lang="en-AU"/>
        </a:p>
      </dgm:t>
    </dgm:pt>
    <dgm:pt modelId="{D71EFB89-BD2D-419D-930D-D8F5B882230B}" type="pres">
      <dgm:prSet presAssocID="{1A05AE12-777C-4DF6-8DB8-5D52ED534BF4}" presName="parentNode1" presStyleLbl="node1" presStyleIdx="0" presStyleCnt="3" custScaleY="75705">
        <dgm:presLayoutVars>
          <dgm:chMax val="1"/>
          <dgm:bulletEnabled val="1"/>
        </dgm:presLayoutVars>
      </dgm:prSet>
      <dgm:spPr/>
      <dgm:t>
        <a:bodyPr/>
        <a:lstStyle/>
        <a:p>
          <a:endParaRPr lang="en-AU"/>
        </a:p>
      </dgm:t>
    </dgm:pt>
    <dgm:pt modelId="{E70E487A-84C4-4203-9541-AC2296207880}" type="pres">
      <dgm:prSet presAssocID="{1A05AE12-777C-4DF6-8DB8-5D52ED534BF4}" presName="connSite1" presStyleCnt="0"/>
      <dgm:spPr/>
    </dgm:pt>
    <dgm:pt modelId="{70CB9FEC-CFD4-4FC9-89F0-016102F2E9CD}" type="pres">
      <dgm:prSet presAssocID="{E1AC1286-E45B-48E8-BB47-7FE5AF2F4671}" presName="Name9" presStyleLbl="sibTrans2D1" presStyleIdx="0" presStyleCnt="2"/>
      <dgm:spPr/>
      <dgm:t>
        <a:bodyPr/>
        <a:lstStyle/>
        <a:p>
          <a:endParaRPr lang="en-AU"/>
        </a:p>
      </dgm:t>
    </dgm:pt>
    <dgm:pt modelId="{34DF7ECE-EC96-4B05-9DDA-8054BE0D2557}" type="pres">
      <dgm:prSet presAssocID="{25FDA589-A1D9-4238-A519-484BA8440CA4}" presName="composite2" presStyleCnt="0"/>
      <dgm:spPr/>
    </dgm:pt>
    <dgm:pt modelId="{443935BB-22A9-4E99-A748-51A9B5211CF7}" type="pres">
      <dgm:prSet presAssocID="{25FDA589-A1D9-4238-A519-484BA8440CA4}" presName="dummyNode2" presStyleLbl="node1" presStyleIdx="0" presStyleCnt="3"/>
      <dgm:spPr/>
    </dgm:pt>
    <dgm:pt modelId="{6021F05D-85D6-442A-B110-0CA843FC1562}" type="pres">
      <dgm:prSet presAssocID="{25FDA589-A1D9-4238-A519-484BA8440CA4}" presName="childNode2" presStyleLbl="bgAcc1" presStyleIdx="1" presStyleCnt="3" custLinFactNeighborX="1973" custLinFactNeighborY="3189">
        <dgm:presLayoutVars>
          <dgm:bulletEnabled val="1"/>
        </dgm:presLayoutVars>
      </dgm:prSet>
      <dgm:spPr/>
      <dgm:t>
        <a:bodyPr/>
        <a:lstStyle/>
        <a:p>
          <a:endParaRPr lang="en-AU"/>
        </a:p>
      </dgm:t>
    </dgm:pt>
    <dgm:pt modelId="{5926DB30-BE04-4A22-87D9-07321CFC92FC}" type="pres">
      <dgm:prSet presAssocID="{25FDA589-A1D9-4238-A519-484BA8440CA4}" presName="childNode2tx" presStyleLbl="bgAcc1" presStyleIdx="1" presStyleCnt="3">
        <dgm:presLayoutVars>
          <dgm:bulletEnabled val="1"/>
        </dgm:presLayoutVars>
      </dgm:prSet>
      <dgm:spPr/>
      <dgm:t>
        <a:bodyPr/>
        <a:lstStyle/>
        <a:p>
          <a:endParaRPr lang="en-AU"/>
        </a:p>
      </dgm:t>
    </dgm:pt>
    <dgm:pt modelId="{F1D114D0-BE19-4C6E-94A9-345DFF9B49FF}" type="pres">
      <dgm:prSet presAssocID="{25FDA589-A1D9-4238-A519-484BA8440CA4}" presName="parentNode2" presStyleLbl="node1" presStyleIdx="1" presStyleCnt="3" custScaleY="64042">
        <dgm:presLayoutVars>
          <dgm:chMax val="0"/>
          <dgm:bulletEnabled val="1"/>
        </dgm:presLayoutVars>
      </dgm:prSet>
      <dgm:spPr/>
      <dgm:t>
        <a:bodyPr/>
        <a:lstStyle/>
        <a:p>
          <a:endParaRPr lang="en-AU"/>
        </a:p>
      </dgm:t>
    </dgm:pt>
    <dgm:pt modelId="{C405050F-6A2E-4FE9-B697-6C4B55B3A09A}" type="pres">
      <dgm:prSet presAssocID="{25FDA589-A1D9-4238-A519-484BA8440CA4}" presName="connSite2" presStyleCnt="0"/>
      <dgm:spPr/>
    </dgm:pt>
    <dgm:pt modelId="{20085622-86FD-40D7-9218-76BDD597E137}" type="pres">
      <dgm:prSet presAssocID="{6A42440B-8284-4EA4-9916-467BA9EFDF0C}" presName="Name18" presStyleLbl="sibTrans2D1" presStyleIdx="1" presStyleCnt="2"/>
      <dgm:spPr/>
      <dgm:t>
        <a:bodyPr/>
        <a:lstStyle/>
        <a:p>
          <a:endParaRPr lang="en-AU"/>
        </a:p>
      </dgm:t>
    </dgm:pt>
    <dgm:pt modelId="{6ECEA5F1-1A53-4C26-9D89-E3953128A9B9}" type="pres">
      <dgm:prSet presAssocID="{0D1255EF-F566-4804-92D2-A50C03DB212D}" presName="composite1" presStyleCnt="0"/>
      <dgm:spPr/>
    </dgm:pt>
    <dgm:pt modelId="{02A9FA7B-4073-453C-A9C0-D81D0E22D65B}" type="pres">
      <dgm:prSet presAssocID="{0D1255EF-F566-4804-92D2-A50C03DB212D}" presName="dummyNode1" presStyleLbl="node1" presStyleIdx="1" presStyleCnt="3"/>
      <dgm:spPr/>
    </dgm:pt>
    <dgm:pt modelId="{1EE58FC2-6ED6-4B45-9931-DBC96A7EE579}" type="pres">
      <dgm:prSet presAssocID="{0D1255EF-F566-4804-92D2-A50C03DB212D}" presName="childNode1" presStyleLbl="bgAcc1" presStyleIdx="2" presStyleCnt="3">
        <dgm:presLayoutVars>
          <dgm:bulletEnabled val="1"/>
        </dgm:presLayoutVars>
      </dgm:prSet>
      <dgm:spPr/>
      <dgm:t>
        <a:bodyPr/>
        <a:lstStyle/>
        <a:p>
          <a:endParaRPr lang="en-AU"/>
        </a:p>
      </dgm:t>
    </dgm:pt>
    <dgm:pt modelId="{240A5857-5D8F-4DD5-96A9-5423C0A572E6}" type="pres">
      <dgm:prSet presAssocID="{0D1255EF-F566-4804-92D2-A50C03DB212D}" presName="childNode1tx" presStyleLbl="bgAcc1" presStyleIdx="2" presStyleCnt="3">
        <dgm:presLayoutVars>
          <dgm:bulletEnabled val="1"/>
        </dgm:presLayoutVars>
      </dgm:prSet>
      <dgm:spPr/>
      <dgm:t>
        <a:bodyPr/>
        <a:lstStyle/>
        <a:p>
          <a:endParaRPr lang="en-AU"/>
        </a:p>
      </dgm:t>
    </dgm:pt>
    <dgm:pt modelId="{DED57F96-8476-4864-92EE-8A0A5E34A8B4}" type="pres">
      <dgm:prSet presAssocID="{0D1255EF-F566-4804-92D2-A50C03DB212D}" presName="parentNode1" presStyleLbl="node1" presStyleIdx="2" presStyleCnt="3" custFlipVert="0" custFlipHor="0" custScaleX="3710" custScaleY="9329">
        <dgm:presLayoutVars>
          <dgm:chMax val="1"/>
          <dgm:bulletEnabled val="1"/>
        </dgm:presLayoutVars>
      </dgm:prSet>
      <dgm:spPr/>
      <dgm:t>
        <a:bodyPr/>
        <a:lstStyle/>
        <a:p>
          <a:endParaRPr lang="en-AU"/>
        </a:p>
      </dgm:t>
    </dgm:pt>
    <dgm:pt modelId="{D1F798E6-E2ED-4FDE-B880-194F7D0981F2}" type="pres">
      <dgm:prSet presAssocID="{0D1255EF-F566-4804-92D2-A50C03DB212D}" presName="connSite1" presStyleCnt="0"/>
      <dgm:spPr/>
    </dgm:pt>
  </dgm:ptLst>
  <dgm:cxnLst>
    <dgm:cxn modelId="{21E52E6E-E631-4FF6-9BB3-D5BA5581D553}" type="presOf" srcId="{1D4982D4-1DEE-4532-9A32-9BB29FE22145}" destId="{64AB69CB-88CB-486D-A91E-0E6EE5096E11}" srcOrd="0" destOrd="2" presId="urn:microsoft.com/office/officeart/2005/8/layout/hProcess4"/>
    <dgm:cxn modelId="{17685872-8F9D-46BD-B03A-A433B811B25B}" type="presOf" srcId="{1D4982D4-1DEE-4532-9A32-9BB29FE22145}" destId="{6082651D-4CCF-48DD-BDD3-74818DC64101}" srcOrd="1" destOrd="2" presId="urn:microsoft.com/office/officeart/2005/8/layout/hProcess4"/>
    <dgm:cxn modelId="{B6FED223-EB9A-450A-8296-FCB2F3FF8642}" type="presOf" srcId="{B09C2475-91DB-41AD-98CB-700FFCD24E36}" destId="{B4DC4332-512B-487F-85A9-BE856967A03E}" srcOrd="0" destOrd="0" presId="urn:microsoft.com/office/officeart/2005/8/layout/hProcess4"/>
    <dgm:cxn modelId="{939339EC-4A5E-400E-A27E-840AA7C68983}" srcId="{0D1255EF-F566-4804-92D2-A50C03DB212D}" destId="{6970947E-CE17-4782-B8D4-655FD9532C9A}" srcOrd="2" destOrd="0" parTransId="{7C0AA5FD-5626-4F43-B5FA-0B2968CCB2D5}" sibTransId="{7CB298B3-CE41-41C2-883A-0F4B1FBB827B}"/>
    <dgm:cxn modelId="{9180FA42-9B8D-44FC-AD54-A147BC4A860A}" srcId="{25FDA589-A1D9-4238-A519-484BA8440CA4}" destId="{FA746BCA-951D-4C3A-8798-F4F1659F3860}" srcOrd="0" destOrd="0" parTransId="{CA80C233-B2A0-488E-A9D1-E0A76DEBB4AA}" sibTransId="{3F8ADF32-DE3C-417C-958E-8443520223D2}"/>
    <dgm:cxn modelId="{71E4D793-1FD1-4419-8F04-2FD910366B64}" type="presOf" srcId="{FA746BCA-951D-4C3A-8798-F4F1659F3860}" destId="{6021F05D-85D6-442A-B110-0CA843FC1562}" srcOrd="0" destOrd="0" presId="urn:microsoft.com/office/officeart/2005/8/layout/hProcess4"/>
    <dgm:cxn modelId="{044EB23E-02FC-473D-BE04-FAC1EDF1D1C8}" type="presOf" srcId="{E7E18B78-41C8-4BB2-8EE2-0D8FAD16A580}" destId="{240A5857-5D8F-4DD5-96A9-5423C0A572E6}" srcOrd="1" destOrd="1" presId="urn:microsoft.com/office/officeart/2005/8/layout/hProcess4"/>
    <dgm:cxn modelId="{6339C959-ADD0-4070-852C-2197A4AF5925}" srcId="{B09C2475-91DB-41AD-98CB-700FFCD24E36}" destId="{25FDA589-A1D9-4238-A519-484BA8440CA4}" srcOrd="1" destOrd="0" parTransId="{468D1E82-1020-4564-A451-0FA94152C292}" sibTransId="{6A42440B-8284-4EA4-9916-467BA9EFDF0C}"/>
    <dgm:cxn modelId="{DC5DCCDC-4871-45E2-9FFC-6E91E8A5BBE8}" type="presOf" srcId="{0D1255EF-F566-4804-92D2-A50C03DB212D}" destId="{DED57F96-8476-4864-92EE-8A0A5E34A8B4}" srcOrd="0" destOrd="0" presId="urn:microsoft.com/office/officeart/2005/8/layout/hProcess4"/>
    <dgm:cxn modelId="{D7788C81-4B12-4C9C-89DF-EC235FFD42C6}" srcId="{1A05AE12-777C-4DF6-8DB8-5D52ED534BF4}" destId="{D7FFAD7E-1197-4A92-B77F-2210AB52A3B4}" srcOrd="0" destOrd="0" parTransId="{95464576-A61B-406C-93FE-C7245A641DEF}" sibTransId="{04B7EAED-6980-4709-A3AA-D49375D8B0FE}"/>
    <dgm:cxn modelId="{D1943D63-A2EB-4D1D-AF27-007B7A585FAB}" type="presOf" srcId="{25FDA589-A1D9-4238-A519-484BA8440CA4}" destId="{F1D114D0-BE19-4C6E-94A9-345DFF9B49FF}" srcOrd="0" destOrd="0" presId="urn:microsoft.com/office/officeart/2005/8/layout/hProcess4"/>
    <dgm:cxn modelId="{EE46A7CB-DC11-49C9-A7ED-B799D1A1EE06}" type="presOf" srcId="{4B8C9B99-FDC5-4F7E-B0FC-EF55B9B210A3}" destId="{240A5857-5D8F-4DD5-96A9-5423C0A572E6}" srcOrd="1" destOrd="0" presId="urn:microsoft.com/office/officeart/2005/8/layout/hProcess4"/>
    <dgm:cxn modelId="{011FC39C-40FF-44BA-BBEE-591D8569CC6F}" type="presOf" srcId="{FE90858E-449B-407E-89BC-69172A8CF099}" destId="{6021F05D-85D6-442A-B110-0CA843FC1562}" srcOrd="0" destOrd="1" presId="urn:microsoft.com/office/officeart/2005/8/layout/hProcess4"/>
    <dgm:cxn modelId="{5BC448A0-3100-4677-9B2A-7689DFA6B796}" type="presOf" srcId="{6970947E-CE17-4782-B8D4-655FD9532C9A}" destId="{240A5857-5D8F-4DD5-96A9-5423C0A572E6}" srcOrd="1" destOrd="2" presId="urn:microsoft.com/office/officeart/2005/8/layout/hProcess4"/>
    <dgm:cxn modelId="{B97B53CD-BAEB-48F6-8314-362EEF492E94}" type="presOf" srcId="{1A05AE12-777C-4DF6-8DB8-5D52ED534BF4}" destId="{D71EFB89-BD2D-419D-930D-D8F5B882230B}" srcOrd="0" destOrd="0" presId="urn:microsoft.com/office/officeart/2005/8/layout/hProcess4"/>
    <dgm:cxn modelId="{2CFE1A04-AA85-42F6-AD09-572886ECECB7}" srcId="{B09C2475-91DB-41AD-98CB-700FFCD24E36}" destId="{0D1255EF-F566-4804-92D2-A50C03DB212D}" srcOrd="2" destOrd="0" parTransId="{E6E7B623-DC54-4342-995A-D372BC2AC505}" sibTransId="{F503BEF7-8564-484E-905F-F9DFEB6F782C}"/>
    <dgm:cxn modelId="{AEAF76B2-C08F-47D7-9017-B39589BA91C0}" srcId="{0D1255EF-F566-4804-92D2-A50C03DB212D}" destId="{4B8C9B99-FDC5-4F7E-B0FC-EF55B9B210A3}" srcOrd="0" destOrd="0" parTransId="{5D58393F-ED97-4AC3-A570-D901B75260AB}" sibTransId="{B30B37CC-F3D0-435A-84BE-FA5C4220A15A}"/>
    <dgm:cxn modelId="{C4B41594-2F8C-4FFD-9D90-8DC96547C666}" type="presOf" srcId="{32D7E0FC-715D-4AC4-8CFB-C061AF1B9E7E}" destId="{240A5857-5D8F-4DD5-96A9-5423C0A572E6}" srcOrd="1" destOrd="3" presId="urn:microsoft.com/office/officeart/2005/8/layout/hProcess4"/>
    <dgm:cxn modelId="{902A5A2D-B677-45C5-A24E-7BCEBD4059C6}" srcId="{25FDA589-A1D9-4238-A519-484BA8440CA4}" destId="{FE90858E-449B-407E-89BC-69172A8CF099}" srcOrd="1" destOrd="0" parTransId="{E95B8B05-D4E9-46CC-B9ED-0238ADE0FB45}" sibTransId="{4D470C64-264A-4D66-89A9-707EAD3A98A8}"/>
    <dgm:cxn modelId="{72A77A6C-4807-4E2C-95B6-45F211A801FE}" type="presOf" srcId="{1C5F217B-AF7E-463B-91B1-02575DC51489}" destId="{64AB69CB-88CB-486D-A91E-0E6EE5096E11}" srcOrd="0" destOrd="1" presId="urn:microsoft.com/office/officeart/2005/8/layout/hProcess4"/>
    <dgm:cxn modelId="{D8ADBFE0-AB30-4A8C-82A3-B9287E86FBA4}" type="presOf" srcId="{6970947E-CE17-4782-B8D4-655FD9532C9A}" destId="{1EE58FC2-6ED6-4B45-9931-DBC96A7EE579}" srcOrd="0" destOrd="2" presId="urn:microsoft.com/office/officeart/2005/8/layout/hProcess4"/>
    <dgm:cxn modelId="{B0285E9C-B8D0-4D18-B8A2-8DDA7529C2E8}" type="presOf" srcId="{6A42440B-8284-4EA4-9916-467BA9EFDF0C}" destId="{20085622-86FD-40D7-9218-76BDD597E137}" srcOrd="0" destOrd="0" presId="urn:microsoft.com/office/officeart/2005/8/layout/hProcess4"/>
    <dgm:cxn modelId="{2B61B7FC-44C3-45E3-8501-F30DAC9C5202}" type="presOf" srcId="{FE90858E-449B-407E-89BC-69172A8CF099}" destId="{5926DB30-BE04-4A22-87D9-07321CFC92FC}" srcOrd="1" destOrd="1" presId="urn:microsoft.com/office/officeart/2005/8/layout/hProcess4"/>
    <dgm:cxn modelId="{6496D103-BDFB-47D8-B0E3-6F9A4E3BADB3}" srcId="{B09C2475-91DB-41AD-98CB-700FFCD24E36}" destId="{1A05AE12-777C-4DF6-8DB8-5D52ED534BF4}" srcOrd="0" destOrd="0" parTransId="{8C391D71-9833-4972-AEAE-30AAE1E24EBA}" sibTransId="{E1AC1286-E45B-48E8-BB47-7FE5AF2F4671}"/>
    <dgm:cxn modelId="{EE8A5589-26E9-4CBC-83F0-B7B1FF7D090A}" srcId="{0D1255EF-F566-4804-92D2-A50C03DB212D}" destId="{32D7E0FC-715D-4AC4-8CFB-C061AF1B9E7E}" srcOrd="3" destOrd="0" parTransId="{B8D05B0E-BC94-4F30-95E5-295763E39CA7}" sibTransId="{EEE09258-16F5-4559-BC50-A17FEEB7C132}"/>
    <dgm:cxn modelId="{31D23388-4421-4F17-B97C-B988C8ACACA9}" srcId="{1A05AE12-777C-4DF6-8DB8-5D52ED534BF4}" destId="{1C5F217B-AF7E-463B-91B1-02575DC51489}" srcOrd="1" destOrd="0" parTransId="{C13137B1-750B-46F7-AF90-F2517686BC92}" sibTransId="{24DEC2CE-BABD-4AFD-B994-8E8D29481D53}"/>
    <dgm:cxn modelId="{98BE0993-3E49-4DFA-8BF7-E8CEE1849FE4}" type="presOf" srcId="{32D7E0FC-715D-4AC4-8CFB-C061AF1B9E7E}" destId="{1EE58FC2-6ED6-4B45-9931-DBC96A7EE579}" srcOrd="0" destOrd="3" presId="urn:microsoft.com/office/officeart/2005/8/layout/hProcess4"/>
    <dgm:cxn modelId="{0D79DE27-89AC-4547-B578-70482F28132F}" type="presOf" srcId="{FA746BCA-951D-4C3A-8798-F4F1659F3860}" destId="{5926DB30-BE04-4A22-87D9-07321CFC92FC}" srcOrd="1" destOrd="0" presId="urn:microsoft.com/office/officeart/2005/8/layout/hProcess4"/>
    <dgm:cxn modelId="{0494EC5E-4DAF-4794-89C0-DA2277C8A261}" type="presOf" srcId="{E7E18B78-41C8-4BB2-8EE2-0D8FAD16A580}" destId="{1EE58FC2-6ED6-4B45-9931-DBC96A7EE579}" srcOrd="0" destOrd="1" presId="urn:microsoft.com/office/officeart/2005/8/layout/hProcess4"/>
    <dgm:cxn modelId="{FFEE013A-CDEB-42BA-981D-89E3FDADF0E2}" srcId="{1A05AE12-777C-4DF6-8DB8-5D52ED534BF4}" destId="{1D4982D4-1DEE-4532-9A32-9BB29FE22145}" srcOrd="2" destOrd="0" parTransId="{B306E94C-DA28-4A6F-A8B7-50D4571FD151}" sibTransId="{D04E0B83-F705-42EF-A216-A404078E90F5}"/>
    <dgm:cxn modelId="{508756BD-798C-4860-98E0-E8878D9B7A13}" type="presOf" srcId="{4B8C9B99-FDC5-4F7E-B0FC-EF55B9B210A3}" destId="{1EE58FC2-6ED6-4B45-9931-DBC96A7EE579}" srcOrd="0" destOrd="0" presId="urn:microsoft.com/office/officeart/2005/8/layout/hProcess4"/>
    <dgm:cxn modelId="{ED978F57-DEE5-431B-9051-4E1D8B8A4C75}" type="presOf" srcId="{D7FFAD7E-1197-4A92-B77F-2210AB52A3B4}" destId="{64AB69CB-88CB-486D-A91E-0E6EE5096E11}" srcOrd="0" destOrd="0" presId="urn:microsoft.com/office/officeart/2005/8/layout/hProcess4"/>
    <dgm:cxn modelId="{75FD50E2-2E20-48CE-847A-D25A00E13BDB}" type="presOf" srcId="{D7FFAD7E-1197-4A92-B77F-2210AB52A3B4}" destId="{6082651D-4CCF-48DD-BDD3-74818DC64101}" srcOrd="1" destOrd="0" presId="urn:microsoft.com/office/officeart/2005/8/layout/hProcess4"/>
    <dgm:cxn modelId="{8479EC03-3256-441C-9525-9582E7C9B89C}" srcId="{0D1255EF-F566-4804-92D2-A50C03DB212D}" destId="{E7E18B78-41C8-4BB2-8EE2-0D8FAD16A580}" srcOrd="1" destOrd="0" parTransId="{F51DC415-FA7F-4449-858A-D31E00B8D976}" sibTransId="{DBCA6251-00E7-471F-9CD2-4E14D4706FB2}"/>
    <dgm:cxn modelId="{7A45471A-C398-4CA1-90E2-7674DA10E506}" type="presOf" srcId="{1C5F217B-AF7E-463B-91B1-02575DC51489}" destId="{6082651D-4CCF-48DD-BDD3-74818DC64101}" srcOrd="1" destOrd="1" presId="urn:microsoft.com/office/officeart/2005/8/layout/hProcess4"/>
    <dgm:cxn modelId="{1622AB8E-268B-4F09-B979-C5A45AD847FE}" type="presOf" srcId="{E1AC1286-E45B-48E8-BB47-7FE5AF2F4671}" destId="{70CB9FEC-CFD4-4FC9-89F0-016102F2E9CD}" srcOrd="0" destOrd="0" presId="urn:microsoft.com/office/officeart/2005/8/layout/hProcess4"/>
    <dgm:cxn modelId="{7C20CE5F-CD6E-4534-93BC-FA2EABF3FBE3}" type="presParOf" srcId="{B4DC4332-512B-487F-85A9-BE856967A03E}" destId="{C5E91417-179F-4171-9F23-D95CE430C39B}" srcOrd="0" destOrd="0" presId="urn:microsoft.com/office/officeart/2005/8/layout/hProcess4"/>
    <dgm:cxn modelId="{91E7CDEC-024E-4A39-8047-EA18DC5E5464}" type="presParOf" srcId="{B4DC4332-512B-487F-85A9-BE856967A03E}" destId="{3530B2B7-75AE-4F63-88E9-9BF273F110C2}" srcOrd="1" destOrd="0" presId="urn:microsoft.com/office/officeart/2005/8/layout/hProcess4"/>
    <dgm:cxn modelId="{DADBCC18-7B5D-4E4C-9660-25E6A1A43F9C}" type="presParOf" srcId="{B4DC4332-512B-487F-85A9-BE856967A03E}" destId="{3DD40433-515E-4FE3-9C56-0EB3DB10198F}" srcOrd="2" destOrd="0" presId="urn:microsoft.com/office/officeart/2005/8/layout/hProcess4"/>
    <dgm:cxn modelId="{382BBAA1-108B-43FE-AF88-25FC597A89D8}" type="presParOf" srcId="{3DD40433-515E-4FE3-9C56-0EB3DB10198F}" destId="{5B162A79-10F6-4781-987F-99DD5E717427}" srcOrd="0" destOrd="0" presId="urn:microsoft.com/office/officeart/2005/8/layout/hProcess4"/>
    <dgm:cxn modelId="{86132EAB-255F-4314-B8DD-A7F8BD3E43A2}" type="presParOf" srcId="{5B162A79-10F6-4781-987F-99DD5E717427}" destId="{23665D2A-F9AE-4FB4-9D72-4D0936127EDA}" srcOrd="0" destOrd="0" presId="urn:microsoft.com/office/officeart/2005/8/layout/hProcess4"/>
    <dgm:cxn modelId="{BF03B072-F55F-48D9-9D62-1B69BB4AAF59}" type="presParOf" srcId="{5B162A79-10F6-4781-987F-99DD5E717427}" destId="{64AB69CB-88CB-486D-A91E-0E6EE5096E11}" srcOrd="1" destOrd="0" presId="urn:microsoft.com/office/officeart/2005/8/layout/hProcess4"/>
    <dgm:cxn modelId="{2EE9FBE8-AABC-44C5-B9F1-BEB3FF98E1E4}" type="presParOf" srcId="{5B162A79-10F6-4781-987F-99DD5E717427}" destId="{6082651D-4CCF-48DD-BDD3-74818DC64101}" srcOrd="2" destOrd="0" presId="urn:microsoft.com/office/officeart/2005/8/layout/hProcess4"/>
    <dgm:cxn modelId="{5903D6B9-DF58-43A2-A2E5-06688873DD76}" type="presParOf" srcId="{5B162A79-10F6-4781-987F-99DD5E717427}" destId="{D71EFB89-BD2D-419D-930D-D8F5B882230B}" srcOrd="3" destOrd="0" presId="urn:microsoft.com/office/officeart/2005/8/layout/hProcess4"/>
    <dgm:cxn modelId="{200EA284-D5F6-4556-9C45-B8E20E764B93}" type="presParOf" srcId="{5B162A79-10F6-4781-987F-99DD5E717427}" destId="{E70E487A-84C4-4203-9541-AC2296207880}" srcOrd="4" destOrd="0" presId="urn:microsoft.com/office/officeart/2005/8/layout/hProcess4"/>
    <dgm:cxn modelId="{99425A47-846D-4D3D-85A4-0DB0CC8FA782}" type="presParOf" srcId="{3DD40433-515E-4FE3-9C56-0EB3DB10198F}" destId="{70CB9FEC-CFD4-4FC9-89F0-016102F2E9CD}" srcOrd="1" destOrd="0" presId="urn:microsoft.com/office/officeart/2005/8/layout/hProcess4"/>
    <dgm:cxn modelId="{28D61033-49C4-4C72-B6C7-5B2A400A7E0B}" type="presParOf" srcId="{3DD40433-515E-4FE3-9C56-0EB3DB10198F}" destId="{34DF7ECE-EC96-4B05-9DDA-8054BE0D2557}" srcOrd="2" destOrd="0" presId="urn:microsoft.com/office/officeart/2005/8/layout/hProcess4"/>
    <dgm:cxn modelId="{D787507D-F4A3-4245-8307-C53C79C20354}" type="presParOf" srcId="{34DF7ECE-EC96-4B05-9DDA-8054BE0D2557}" destId="{443935BB-22A9-4E99-A748-51A9B5211CF7}" srcOrd="0" destOrd="0" presId="urn:microsoft.com/office/officeart/2005/8/layout/hProcess4"/>
    <dgm:cxn modelId="{D7043999-2883-41C4-AE9C-B864D7E7D865}" type="presParOf" srcId="{34DF7ECE-EC96-4B05-9DDA-8054BE0D2557}" destId="{6021F05D-85D6-442A-B110-0CA843FC1562}" srcOrd="1" destOrd="0" presId="urn:microsoft.com/office/officeart/2005/8/layout/hProcess4"/>
    <dgm:cxn modelId="{85F7E4F6-641E-4B6E-A0FD-382A53FCF921}" type="presParOf" srcId="{34DF7ECE-EC96-4B05-9DDA-8054BE0D2557}" destId="{5926DB30-BE04-4A22-87D9-07321CFC92FC}" srcOrd="2" destOrd="0" presId="urn:microsoft.com/office/officeart/2005/8/layout/hProcess4"/>
    <dgm:cxn modelId="{B20E9042-AFFC-4543-8E8E-89AA6E988184}" type="presParOf" srcId="{34DF7ECE-EC96-4B05-9DDA-8054BE0D2557}" destId="{F1D114D0-BE19-4C6E-94A9-345DFF9B49FF}" srcOrd="3" destOrd="0" presId="urn:microsoft.com/office/officeart/2005/8/layout/hProcess4"/>
    <dgm:cxn modelId="{EB64030E-39AA-4406-AE84-7DB2395DE600}" type="presParOf" srcId="{34DF7ECE-EC96-4B05-9DDA-8054BE0D2557}" destId="{C405050F-6A2E-4FE9-B697-6C4B55B3A09A}" srcOrd="4" destOrd="0" presId="urn:microsoft.com/office/officeart/2005/8/layout/hProcess4"/>
    <dgm:cxn modelId="{3F566ECA-4089-448D-99C8-CF3066A91B18}" type="presParOf" srcId="{3DD40433-515E-4FE3-9C56-0EB3DB10198F}" destId="{20085622-86FD-40D7-9218-76BDD597E137}" srcOrd="3" destOrd="0" presId="urn:microsoft.com/office/officeart/2005/8/layout/hProcess4"/>
    <dgm:cxn modelId="{936F1297-B225-4718-A72A-5EE660A8366B}" type="presParOf" srcId="{3DD40433-515E-4FE3-9C56-0EB3DB10198F}" destId="{6ECEA5F1-1A53-4C26-9D89-E3953128A9B9}" srcOrd="4" destOrd="0" presId="urn:microsoft.com/office/officeart/2005/8/layout/hProcess4"/>
    <dgm:cxn modelId="{A8C60330-4C46-4D91-B37C-6E1EAD3D8B99}" type="presParOf" srcId="{6ECEA5F1-1A53-4C26-9D89-E3953128A9B9}" destId="{02A9FA7B-4073-453C-A9C0-D81D0E22D65B}" srcOrd="0" destOrd="0" presId="urn:microsoft.com/office/officeart/2005/8/layout/hProcess4"/>
    <dgm:cxn modelId="{A2C31CD1-3ACB-4464-A419-43E66B848964}" type="presParOf" srcId="{6ECEA5F1-1A53-4C26-9D89-E3953128A9B9}" destId="{1EE58FC2-6ED6-4B45-9931-DBC96A7EE579}" srcOrd="1" destOrd="0" presId="urn:microsoft.com/office/officeart/2005/8/layout/hProcess4"/>
    <dgm:cxn modelId="{8C85436E-A1F2-4DF0-9FA1-22EA35333BAF}" type="presParOf" srcId="{6ECEA5F1-1A53-4C26-9D89-E3953128A9B9}" destId="{240A5857-5D8F-4DD5-96A9-5423C0A572E6}" srcOrd="2" destOrd="0" presId="urn:microsoft.com/office/officeart/2005/8/layout/hProcess4"/>
    <dgm:cxn modelId="{80CF38C9-703F-4588-9D2F-C15CD78FF43E}" type="presParOf" srcId="{6ECEA5F1-1A53-4C26-9D89-E3953128A9B9}" destId="{DED57F96-8476-4864-92EE-8A0A5E34A8B4}" srcOrd="3" destOrd="0" presId="urn:microsoft.com/office/officeart/2005/8/layout/hProcess4"/>
    <dgm:cxn modelId="{5E3F892B-C1CB-4943-84C7-2E83DF015B55}" type="presParOf" srcId="{6ECEA5F1-1A53-4C26-9D89-E3953128A9B9}" destId="{D1F798E6-E2ED-4FDE-B880-194F7D0981F2}" srcOrd="4" destOrd="0" presId="urn:microsoft.com/office/officeart/2005/8/layout/h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528AA59-FF72-4C1F-80CE-2283B532077E}"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en-AU"/>
        </a:p>
      </dgm:t>
    </dgm:pt>
    <dgm:pt modelId="{5BFE4CF8-4FF9-418B-B214-18E5CA16ADE0}">
      <dgm:prSet phldrT="[Text]" custT="1"/>
      <dgm:spPr/>
      <dgm:t>
        <a:bodyPr/>
        <a:lstStyle/>
        <a:p>
          <a:r>
            <a:rPr lang="en-AU" sz="900"/>
            <a:t>Freezing</a:t>
          </a:r>
        </a:p>
      </dgm:t>
    </dgm:pt>
    <dgm:pt modelId="{C0F10B93-3624-4EC7-8D0B-A41B5FF4B0C0}" type="parTrans" cxnId="{51D12D14-3CB5-4D0A-AAB3-A132DD6BE737}">
      <dgm:prSet/>
      <dgm:spPr/>
      <dgm:t>
        <a:bodyPr/>
        <a:lstStyle/>
        <a:p>
          <a:endParaRPr lang="en-AU" sz="900"/>
        </a:p>
      </dgm:t>
    </dgm:pt>
    <dgm:pt modelId="{28DCC40F-1077-47B4-BD94-25E47F693D7C}" type="sibTrans" cxnId="{51D12D14-3CB5-4D0A-AAB3-A132DD6BE737}">
      <dgm:prSet/>
      <dgm:spPr/>
      <dgm:t>
        <a:bodyPr/>
        <a:lstStyle/>
        <a:p>
          <a:endParaRPr lang="en-AU" sz="900"/>
        </a:p>
      </dgm:t>
    </dgm:pt>
    <dgm:pt modelId="{65CF1A68-7B7B-4D41-BBB1-E92B615BC14B}">
      <dgm:prSet phldrT="[Text]" custT="1"/>
      <dgm:spPr/>
      <dgm:t>
        <a:bodyPr/>
        <a:lstStyle/>
        <a:p>
          <a:pPr algn="ctr"/>
          <a:r>
            <a:rPr lang="en-AU" sz="900"/>
            <a:t>Liquid</a:t>
          </a:r>
        </a:p>
      </dgm:t>
    </dgm:pt>
    <dgm:pt modelId="{BB9A5AF1-6863-4717-8D20-9745C193AE83}" type="parTrans" cxnId="{3CDF34FE-60D6-46FB-920C-B1D0E7187EDF}">
      <dgm:prSet/>
      <dgm:spPr/>
      <dgm:t>
        <a:bodyPr/>
        <a:lstStyle/>
        <a:p>
          <a:endParaRPr lang="en-AU" sz="900"/>
        </a:p>
      </dgm:t>
    </dgm:pt>
    <dgm:pt modelId="{F94A0899-54F5-43A3-B21B-FB8375647224}" type="sibTrans" cxnId="{3CDF34FE-60D6-46FB-920C-B1D0E7187EDF}">
      <dgm:prSet/>
      <dgm:spPr/>
      <dgm:t>
        <a:bodyPr/>
        <a:lstStyle/>
        <a:p>
          <a:endParaRPr lang="en-AU" sz="900"/>
        </a:p>
      </dgm:t>
    </dgm:pt>
    <dgm:pt modelId="{791AD059-CD01-460B-8CEC-86BD1D724C79}">
      <dgm:prSet phldrT="[Text]" custT="1"/>
      <dgm:spPr/>
      <dgm:t>
        <a:bodyPr/>
        <a:lstStyle/>
        <a:p>
          <a:r>
            <a:rPr lang="en-AU" sz="900"/>
            <a:t>Melting</a:t>
          </a:r>
        </a:p>
      </dgm:t>
    </dgm:pt>
    <dgm:pt modelId="{F64CC5A5-1E53-48A4-8A1D-2B24B8A8984E}" type="parTrans" cxnId="{D1A9269B-8C95-4068-A3CB-06BB98AECDE9}">
      <dgm:prSet/>
      <dgm:spPr/>
      <dgm:t>
        <a:bodyPr/>
        <a:lstStyle/>
        <a:p>
          <a:endParaRPr lang="en-AU" sz="900"/>
        </a:p>
      </dgm:t>
    </dgm:pt>
    <dgm:pt modelId="{1B212816-83B4-4688-A494-296C5D613168}" type="sibTrans" cxnId="{D1A9269B-8C95-4068-A3CB-06BB98AECDE9}">
      <dgm:prSet/>
      <dgm:spPr/>
      <dgm:t>
        <a:bodyPr/>
        <a:lstStyle/>
        <a:p>
          <a:endParaRPr lang="en-AU" sz="900"/>
        </a:p>
      </dgm:t>
    </dgm:pt>
    <dgm:pt modelId="{C78F43C6-0952-4C44-8674-90EE8A0C953E}">
      <dgm:prSet phldrT="[Text]" custT="1"/>
      <dgm:spPr/>
      <dgm:t>
        <a:bodyPr/>
        <a:lstStyle/>
        <a:p>
          <a:pPr algn="ctr"/>
          <a:r>
            <a:rPr lang="en-AU" sz="900"/>
            <a:t>Solid</a:t>
          </a:r>
        </a:p>
      </dgm:t>
    </dgm:pt>
    <dgm:pt modelId="{755C267D-6705-46ED-AA9A-64323F672D93}" type="parTrans" cxnId="{D05C6F23-719F-4679-8485-3FC858ADE21D}">
      <dgm:prSet/>
      <dgm:spPr/>
      <dgm:t>
        <a:bodyPr/>
        <a:lstStyle/>
        <a:p>
          <a:endParaRPr lang="en-AU" sz="900"/>
        </a:p>
      </dgm:t>
    </dgm:pt>
    <dgm:pt modelId="{8C4D8D05-5DEC-4769-A41F-34A662D1201F}" type="sibTrans" cxnId="{D05C6F23-719F-4679-8485-3FC858ADE21D}">
      <dgm:prSet/>
      <dgm:spPr/>
      <dgm:t>
        <a:bodyPr/>
        <a:lstStyle/>
        <a:p>
          <a:endParaRPr lang="en-AU" sz="900"/>
        </a:p>
      </dgm:t>
    </dgm:pt>
    <dgm:pt modelId="{C14892F1-51D4-4638-A7F4-29B4B831D05A}">
      <dgm:prSet phldrT="[Text]" custT="1"/>
      <dgm:spPr/>
      <dgm:t>
        <a:bodyPr/>
        <a:lstStyle/>
        <a:p>
          <a:pPr algn="ctr"/>
          <a:r>
            <a:rPr lang="en-AU" sz="900"/>
            <a:t>Solid</a:t>
          </a:r>
        </a:p>
      </dgm:t>
    </dgm:pt>
    <dgm:pt modelId="{A2E35BA3-D01A-44FE-AC7E-CD3B988D806F}" type="parTrans" cxnId="{F127F6AC-6FE0-4716-BD0A-5CE55CF1AB6E}">
      <dgm:prSet/>
      <dgm:spPr/>
      <dgm:t>
        <a:bodyPr/>
        <a:lstStyle/>
        <a:p>
          <a:endParaRPr lang="en-AU" sz="900"/>
        </a:p>
      </dgm:t>
    </dgm:pt>
    <dgm:pt modelId="{576544BE-6E3C-4BD6-99E0-9F5D102C951D}" type="sibTrans" cxnId="{F127F6AC-6FE0-4716-BD0A-5CE55CF1AB6E}">
      <dgm:prSet/>
      <dgm:spPr/>
      <dgm:t>
        <a:bodyPr/>
        <a:lstStyle/>
        <a:p>
          <a:endParaRPr lang="en-AU" sz="900"/>
        </a:p>
      </dgm:t>
    </dgm:pt>
    <dgm:pt modelId="{0B4843DF-F2E7-4C4D-8A1B-81BBDC066D0C}">
      <dgm:prSet phldrT="[Text]" custT="1"/>
      <dgm:spPr/>
      <dgm:t>
        <a:bodyPr/>
        <a:lstStyle/>
        <a:p>
          <a:pPr algn="ctr"/>
          <a:r>
            <a:rPr lang="en-AU" sz="900"/>
            <a:t>Liquid</a:t>
          </a:r>
        </a:p>
      </dgm:t>
    </dgm:pt>
    <dgm:pt modelId="{D9E04B0D-BD7C-4E20-99FB-AF091A8C639E}" type="parTrans" cxnId="{882B9D2E-DD88-4B7D-A7B5-01DDFAC4DD3C}">
      <dgm:prSet/>
      <dgm:spPr/>
      <dgm:t>
        <a:bodyPr/>
        <a:lstStyle/>
        <a:p>
          <a:endParaRPr lang="en-AU" sz="900"/>
        </a:p>
      </dgm:t>
    </dgm:pt>
    <dgm:pt modelId="{866623D5-87CD-4F9D-92A2-8FB8F609EFB0}" type="sibTrans" cxnId="{882B9D2E-DD88-4B7D-A7B5-01DDFAC4DD3C}">
      <dgm:prSet/>
      <dgm:spPr/>
      <dgm:t>
        <a:bodyPr/>
        <a:lstStyle/>
        <a:p>
          <a:endParaRPr lang="en-AU" sz="900"/>
        </a:p>
      </dgm:t>
    </dgm:pt>
    <dgm:pt modelId="{14491DFB-6F93-4E07-819F-34120672D478}">
      <dgm:prSet phldrT="[Text]" phldr="1" custT="1"/>
      <dgm:spPr/>
      <dgm:t>
        <a:bodyPr/>
        <a:lstStyle/>
        <a:p>
          <a:endParaRPr lang="en-AU" sz="900"/>
        </a:p>
      </dgm:t>
    </dgm:pt>
    <dgm:pt modelId="{632A4C54-F4A2-4F0F-8DAB-35DA542B2BC6}" type="sibTrans" cxnId="{5647DA9A-AF34-4AA7-8B50-3809C059E960}">
      <dgm:prSet/>
      <dgm:spPr/>
      <dgm:t>
        <a:bodyPr/>
        <a:lstStyle/>
        <a:p>
          <a:endParaRPr lang="en-AU" sz="900"/>
        </a:p>
      </dgm:t>
    </dgm:pt>
    <dgm:pt modelId="{5274756A-50EF-4699-A783-BC57DB77273A}" type="parTrans" cxnId="{5647DA9A-AF34-4AA7-8B50-3809C059E960}">
      <dgm:prSet/>
      <dgm:spPr/>
      <dgm:t>
        <a:bodyPr/>
        <a:lstStyle/>
        <a:p>
          <a:endParaRPr lang="en-AU" sz="900"/>
        </a:p>
      </dgm:t>
    </dgm:pt>
    <dgm:pt modelId="{8EF20C01-E7AA-4CC9-877B-101CD71C7007}">
      <dgm:prSet phldrT="[Text]" custT="1"/>
      <dgm:spPr/>
      <dgm:t>
        <a:bodyPr/>
        <a:lstStyle/>
        <a:p>
          <a:pPr algn="l"/>
          <a:endParaRPr lang="en-AU" sz="900"/>
        </a:p>
      </dgm:t>
    </dgm:pt>
    <dgm:pt modelId="{0BFD8CB1-9A91-4FE6-95FC-76408CAC6B00}" type="parTrans" cxnId="{C569AB64-2667-42F9-8D3D-A7BE07436602}">
      <dgm:prSet/>
      <dgm:spPr/>
      <dgm:t>
        <a:bodyPr/>
        <a:lstStyle/>
        <a:p>
          <a:endParaRPr lang="en-AU"/>
        </a:p>
      </dgm:t>
    </dgm:pt>
    <dgm:pt modelId="{3AD13609-89CF-474E-BC56-A5C44BCF1F99}" type="sibTrans" cxnId="{C569AB64-2667-42F9-8D3D-A7BE07436602}">
      <dgm:prSet/>
      <dgm:spPr/>
      <dgm:t>
        <a:bodyPr/>
        <a:lstStyle/>
        <a:p>
          <a:endParaRPr lang="en-AU"/>
        </a:p>
      </dgm:t>
    </dgm:pt>
    <dgm:pt modelId="{1FD1CF33-E62F-434B-BA7D-7A1C88AF4A5F}">
      <dgm:prSet phldrT="[Text]" custT="1"/>
      <dgm:spPr/>
      <dgm:t>
        <a:bodyPr/>
        <a:lstStyle/>
        <a:p>
          <a:pPr algn="l"/>
          <a:endParaRPr lang="en-AU" sz="900"/>
        </a:p>
      </dgm:t>
    </dgm:pt>
    <dgm:pt modelId="{1F02A110-E772-4A30-ADB8-9F5610A33E82}" type="parTrans" cxnId="{BF8EF966-6C0A-49A9-BE23-5F454511FA93}">
      <dgm:prSet/>
      <dgm:spPr/>
      <dgm:t>
        <a:bodyPr/>
        <a:lstStyle/>
        <a:p>
          <a:endParaRPr lang="en-AU"/>
        </a:p>
      </dgm:t>
    </dgm:pt>
    <dgm:pt modelId="{0B05977C-F00B-4EF4-8FFC-AFFD26FEEE53}" type="sibTrans" cxnId="{BF8EF966-6C0A-49A9-BE23-5F454511FA93}">
      <dgm:prSet/>
      <dgm:spPr/>
      <dgm:t>
        <a:bodyPr/>
        <a:lstStyle/>
        <a:p>
          <a:endParaRPr lang="en-AU"/>
        </a:p>
      </dgm:t>
    </dgm:pt>
    <dgm:pt modelId="{31C770CF-E53C-452F-A20E-B4AE2D20F26D}">
      <dgm:prSet phldrT="[Text]" custT="1"/>
      <dgm:spPr/>
      <dgm:t>
        <a:bodyPr/>
        <a:lstStyle/>
        <a:p>
          <a:pPr algn="l"/>
          <a:endParaRPr lang="en-AU" sz="900"/>
        </a:p>
      </dgm:t>
    </dgm:pt>
    <dgm:pt modelId="{799F0372-9586-4B0D-A532-543C8431220E}" type="parTrans" cxnId="{C2D56914-0548-40E6-914A-1CF1071B05EF}">
      <dgm:prSet/>
      <dgm:spPr/>
      <dgm:t>
        <a:bodyPr/>
        <a:lstStyle/>
        <a:p>
          <a:endParaRPr lang="en-AU"/>
        </a:p>
      </dgm:t>
    </dgm:pt>
    <dgm:pt modelId="{7EA4AEFC-A6A2-4B3F-A37B-2632E85174A1}" type="sibTrans" cxnId="{C2D56914-0548-40E6-914A-1CF1071B05EF}">
      <dgm:prSet/>
      <dgm:spPr/>
      <dgm:t>
        <a:bodyPr/>
        <a:lstStyle/>
        <a:p>
          <a:endParaRPr lang="en-AU"/>
        </a:p>
      </dgm:t>
    </dgm:pt>
    <dgm:pt modelId="{6C3CF74F-ED6F-4610-AFC7-1FB88E89F6FF}">
      <dgm:prSet phldrT="[Text]" custT="1"/>
      <dgm:spPr/>
      <dgm:t>
        <a:bodyPr/>
        <a:lstStyle/>
        <a:p>
          <a:pPr algn="ctr"/>
          <a:endParaRPr lang="en-AU" sz="900"/>
        </a:p>
      </dgm:t>
    </dgm:pt>
    <dgm:pt modelId="{8CAEFCC2-5156-4612-AA3E-EAAFB20248C8}" type="parTrans" cxnId="{5C9B9707-26FE-446A-B2FD-759A36998165}">
      <dgm:prSet/>
      <dgm:spPr/>
      <dgm:t>
        <a:bodyPr/>
        <a:lstStyle/>
        <a:p>
          <a:endParaRPr lang="en-AU"/>
        </a:p>
      </dgm:t>
    </dgm:pt>
    <dgm:pt modelId="{2AF608F5-7899-4F34-A4C4-31AF7DDDC167}" type="sibTrans" cxnId="{5C9B9707-26FE-446A-B2FD-759A36998165}">
      <dgm:prSet/>
      <dgm:spPr/>
      <dgm:t>
        <a:bodyPr/>
        <a:lstStyle/>
        <a:p>
          <a:endParaRPr lang="en-AU"/>
        </a:p>
      </dgm:t>
    </dgm:pt>
    <dgm:pt modelId="{779CA604-63AD-4598-AE2A-0FBAA2B0D9E0}">
      <dgm:prSet phldrT="[Text]" custT="1"/>
      <dgm:spPr/>
      <dgm:t>
        <a:bodyPr/>
        <a:lstStyle/>
        <a:p>
          <a:pPr algn="ctr"/>
          <a:endParaRPr lang="en-AU" sz="900"/>
        </a:p>
      </dgm:t>
    </dgm:pt>
    <dgm:pt modelId="{06E5CD19-CB90-49D3-84C6-C7CCC3F42091}" type="parTrans" cxnId="{F5115D10-1F87-41F0-B38E-4F567EFC3CA5}">
      <dgm:prSet/>
      <dgm:spPr/>
      <dgm:t>
        <a:bodyPr/>
        <a:lstStyle/>
        <a:p>
          <a:endParaRPr lang="en-AU"/>
        </a:p>
      </dgm:t>
    </dgm:pt>
    <dgm:pt modelId="{A8542B06-A435-41F4-AC7C-839EBCED2A91}" type="sibTrans" cxnId="{F5115D10-1F87-41F0-B38E-4F567EFC3CA5}">
      <dgm:prSet/>
      <dgm:spPr/>
      <dgm:t>
        <a:bodyPr/>
        <a:lstStyle/>
        <a:p>
          <a:endParaRPr lang="en-AU"/>
        </a:p>
      </dgm:t>
    </dgm:pt>
    <dgm:pt modelId="{A16AF1EA-5512-4810-A454-9DA709B56AD9}">
      <dgm:prSet phldrT="[Text]" custT="1"/>
      <dgm:spPr/>
      <dgm:t>
        <a:bodyPr/>
        <a:lstStyle/>
        <a:p>
          <a:pPr algn="ctr"/>
          <a:endParaRPr lang="en-AU" sz="900"/>
        </a:p>
      </dgm:t>
    </dgm:pt>
    <dgm:pt modelId="{9245C1F2-EC2E-4779-96AA-7FFC6D5BD0AF}" type="parTrans" cxnId="{FC677982-91FE-4CB8-8F94-50B14ED07C2C}">
      <dgm:prSet/>
      <dgm:spPr/>
      <dgm:t>
        <a:bodyPr/>
        <a:lstStyle/>
        <a:p>
          <a:endParaRPr lang="en-AU"/>
        </a:p>
      </dgm:t>
    </dgm:pt>
    <dgm:pt modelId="{4B1A25CE-61D1-4BB0-9540-6656D8D1C97B}" type="sibTrans" cxnId="{FC677982-91FE-4CB8-8F94-50B14ED07C2C}">
      <dgm:prSet/>
      <dgm:spPr/>
      <dgm:t>
        <a:bodyPr/>
        <a:lstStyle/>
        <a:p>
          <a:endParaRPr lang="en-AU"/>
        </a:p>
      </dgm:t>
    </dgm:pt>
    <dgm:pt modelId="{F6470CEC-742E-40B6-BB6A-D702D83C761B}" type="pres">
      <dgm:prSet presAssocID="{7528AA59-FF72-4C1F-80CE-2283B532077E}" presName="Name0" presStyleCnt="0">
        <dgm:presLayoutVars>
          <dgm:dir/>
          <dgm:animLvl val="lvl"/>
          <dgm:resizeHandles val="exact"/>
        </dgm:presLayoutVars>
      </dgm:prSet>
      <dgm:spPr/>
      <dgm:t>
        <a:bodyPr/>
        <a:lstStyle/>
        <a:p>
          <a:endParaRPr lang="en-AU"/>
        </a:p>
      </dgm:t>
    </dgm:pt>
    <dgm:pt modelId="{F68773CF-9A76-4090-A59F-9C4DCD480087}" type="pres">
      <dgm:prSet presAssocID="{7528AA59-FF72-4C1F-80CE-2283B532077E}" presName="tSp" presStyleCnt="0"/>
      <dgm:spPr/>
    </dgm:pt>
    <dgm:pt modelId="{03C45815-E37F-4AE3-B1EA-EE00F76036C7}" type="pres">
      <dgm:prSet presAssocID="{7528AA59-FF72-4C1F-80CE-2283B532077E}" presName="bSp" presStyleCnt="0"/>
      <dgm:spPr/>
    </dgm:pt>
    <dgm:pt modelId="{6294C614-C8DE-4089-B404-A5443449FCDB}" type="pres">
      <dgm:prSet presAssocID="{7528AA59-FF72-4C1F-80CE-2283B532077E}" presName="process" presStyleCnt="0"/>
      <dgm:spPr/>
    </dgm:pt>
    <dgm:pt modelId="{CD485430-88BB-4CAC-8E7F-B57845B5262D}" type="pres">
      <dgm:prSet presAssocID="{5BFE4CF8-4FF9-418B-B214-18E5CA16ADE0}" presName="composite1" presStyleCnt="0"/>
      <dgm:spPr/>
    </dgm:pt>
    <dgm:pt modelId="{8317093C-E559-43B9-B7C0-05AE0926579C}" type="pres">
      <dgm:prSet presAssocID="{5BFE4CF8-4FF9-418B-B214-18E5CA16ADE0}" presName="dummyNode1" presStyleLbl="node1" presStyleIdx="0" presStyleCnt="3"/>
      <dgm:spPr/>
    </dgm:pt>
    <dgm:pt modelId="{301A50CE-8C70-42E9-B191-DA5D685DE45A}" type="pres">
      <dgm:prSet presAssocID="{5BFE4CF8-4FF9-418B-B214-18E5CA16ADE0}" presName="childNode1" presStyleLbl="bgAcc1" presStyleIdx="0" presStyleCnt="3">
        <dgm:presLayoutVars>
          <dgm:bulletEnabled val="1"/>
        </dgm:presLayoutVars>
      </dgm:prSet>
      <dgm:spPr/>
      <dgm:t>
        <a:bodyPr/>
        <a:lstStyle/>
        <a:p>
          <a:endParaRPr lang="en-AU"/>
        </a:p>
      </dgm:t>
    </dgm:pt>
    <dgm:pt modelId="{A855761F-B119-409C-9307-0AA4A5BECB6D}" type="pres">
      <dgm:prSet presAssocID="{5BFE4CF8-4FF9-418B-B214-18E5CA16ADE0}" presName="childNode1tx" presStyleLbl="bgAcc1" presStyleIdx="0" presStyleCnt="3">
        <dgm:presLayoutVars>
          <dgm:bulletEnabled val="1"/>
        </dgm:presLayoutVars>
      </dgm:prSet>
      <dgm:spPr/>
      <dgm:t>
        <a:bodyPr/>
        <a:lstStyle/>
        <a:p>
          <a:endParaRPr lang="en-AU"/>
        </a:p>
      </dgm:t>
    </dgm:pt>
    <dgm:pt modelId="{503B4B1A-96AE-44A2-971A-39D305B76B32}" type="pres">
      <dgm:prSet presAssocID="{5BFE4CF8-4FF9-418B-B214-18E5CA16ADE0}" presName="parentNode1" presStyleLbl="node1" presStyleIdx="0" presStyleCnt="3" custScaleX="77953" custScaleY="60834">
        <dgm:presLayoutVars>
          <dgm:chMax val="1"/>
          <dgm:bulletEnabled val="1"/>
        </dgm:presLayoutVars>
      </dgm:prSet>
      <dgm:spPr/>
      <dgm:t>
        <a:bodyPr/>
        <a:lstStyle/>
        <a:p>
          <a:endParaRPr lang="en-AU"/>
        </a:p>
      </dgm:t>
    </dgm:pt>
    <dgm:pt modelId="{05E90AA5-69B3-4C33-BE3F-8045149CD31D}" type="pres">
      <dgm:prSet presAssocID="{5BFE4CF8-4FF9-418B-B214-18E5CA16ADE0}" presName="connSite1" presStyleCnt="0"/>
      <dgm:spPr/>
    </dgm:pt>
    <dgm:pt modelId="{D6884E3B-F970-4E15-B8A5-5E81215F8CD2}" type="pres">
      <dgm:prSet presAssocID="{28DCC40F-1077-47B4-BD94-25E47F693D7C}" presName="Name9" presStyleLbl="sibTrans2D1" presStyleIdx="0" presStyleCnt="2"/>
      <dgm:spPr/>
      <dgm:t>
        <a:bodyPr/>
        <a:lstStyle/>
        <a:p>
          <a:endParaRPr lang="en-AU"/>
        </a:p>
      </dgm:t>
    </dgm:pt>
    <dgm:pt modelId="{230C811D-73EC-4E61-B01B-5BE0BF143049}" type="pres">
      <dgm:prSet presAssocID="{791AD059-CD01-460B-8CEC-86BD1D724C79}" presName="composite2" presStyleCnt="0"/>
      <dgm:spPr/>
    </dgm:pt>
    <dgm:pt modelId="{739B7F11-4F09-41DF-8631-08F6C27193FB}" type="pres">
      <dgm:prSet presAssocID="{791AD059-CD01-460B-8CEC-86BD1D724C79}" presName="dummyNode2" presStyleLbl="node1" presStyleIdx="0" presStyleCnt="3"/>
      <dgm:spPr/>
    </dgm:pt>
    <dgm:pt modelId="{56203691-EE48-457D-B884-12A9D4808C26}" type="pres">
      <dgm:prSet presAssocID="{791AD059-CD01-460B-8CEC-86BD1D724C79}" presName="childNode2" presStyleLbl="bgAcc1" presStyleIdx="1" presStyleCnt="3">
        <dgm:presLayoutVars>
          <dgm:bulletEnabled val="1"/>
        </dgm:presLayoutVars>
      </dgm:prSet>
      <dgm:spPr/>
      <dgm:t>
        <a:bodyPr/>
        <a:lstStyle/>
        <a:p>
          <a:endParaRPr lang="en-AU"/>
        </a:p>
      </dgm:t>
    </dgm:pt>
    <dgm:pt modelId="{9235B9A4-F5B9-4800-AA3C-6851F52EDEC5}" type="pres">
      <dgm:prSet presAssocID="{791AD059-CD01-460B-8CEC-86BD1D724C79}" presName="childNode2tx" presStyleLbl="bgAcc1" presStyleIdx="1" presStyleCnt="3">
        <dgm:presLayoutVars>
          <dgm:bulletEnabled val="1"/>
        </dgm:presLayoutVars>
      </dgm:prSet>
      <dgm:spPr/>
      <dgm:t>
        <a:bodyPr/>
        <a:lstStyle/>
        <a:p>
          <a:endParaRPr lang="en-AU"/>
        </a:p>
      </dgm:t>
    </dgm:pt>
    <dgm:pt modelId="{698726EA-1EBE-46C7-A10B-356E33527797}" type="pres">
      <dgm:prSet presAssocID="{791AD059-CD01-460B-8CEC-86BD1D724C79}" presName="parentNode2" presStyleLbl="node1" presStyleIdx="1" presStyleCnt="3" custScaleX="78983" custScaleY="59013">
        <dgm:presLayoutVars>
          <dgm:chMax val="0"/>
          <dgm:bulletEnabled val="1"/>
        </dgm:presLayoutVars>
      </dgm:prSet>
      <dgm:spPr/>
      <dgm:t>
        <a:bodyPr/>
        <a:lstStyle/>
        <a:p>
          <a:endParaRPr lang="en-AU"/>
        </a:p>
      </dgm:t>
    </dgm:pt>
    <dgm:pt modelId="{0D04127D-F6FA-4398-9DA7-A04FAF07D813}" type="pres">
      <dgm:prSet presAssocID="{791AD059-CD01-460B-8CEC-86BD1D724C79}" presName="connSite2" presStyleCnt="0"/>
      <dgm:spPr/>
    </dgm:pt>
    <dgm:pt modelId="{12E49DFF-1BB3-4BF7-B6EF-9823002B3DB3}" type="pres">
      <dgm:prSet presAssocID="{1B212816-83B4-4688-A494-296C5D613168}" presName="Name18" presStyleLbl="sibTrans2D1" presStyleIdx="1" presStyleCnt="2"/>
      <dgm:spPr/>
      <dgm:t>
        <a:bodyPr/>
        <a:lstStyle/>
        <a:p>
          <a:endParaRPr lang="en-AU"/>
        </a:p>
      </dgm:t>
    </dgm:pt>
    <dgm:pt modelId="{3C2E6E57-62E3-4DA0-BE40-4C46C89ED781}" type="pres">
      <dgm:prSet presAssocID="{14491DFB-6F93-4E07-819F-34120672D478}" presName="composite1" presStyleCnt="0"/>
      <dgm:spPr/>
    </dgm:pt>
    <dgm:pt modelId="{4AB8300B-533C-4714-86EF-E25DBBD1FF02}" type="pres">
      <dgm:prSet presAssocID="{14491DFB-6F93-4E07-819F-34120672D478}" presName="dummyNode1" presStyleLbl="node1" presStyleIdx="1" presStyleCnt="3"/>
      <dgm:spPr/>
    </dgm:pt>
    <dgm:pt modelId="{FE307F5E-5437-4328-9A38-00503FB2FF88}" type="pres">
      <dgm:prSet presAssocID="{14491DFB-6F93-4E07-819F-34120672D478}" presName="childNode1" presStyleLbl="bgAcc1" presStyleIdx="2" presStyleCnt="3">
        <dgm:presLayoutVars>
          <dgm:bulletEnabled val="1"/>
        </dgm:presLayoutVars>
      </dgm:prSet>
      <dgm:spPr/>
      <dgm:t>
        <a:bodyPr/>
        <a:lstStyle/>
        <a:p>
          <a:endParaRPr lang="en-AU"/>
        </a:p>
      </dgm:t>
    </dgm:pt>
    <dgm:pt modelId="{6BAFC578-11C7-4481-8BF3-ED18645ABBB6}" type="pres">
      <dgm:prSet presAssocID="{14491DFB-6F93-4E07-819F-34120672D478}" presName="childNode1tx" presStyleLbl="bgAcc1" presStyleIdx="2" presStyleCnt="3">
        <dgm:presLayoutVars>
          <dgm:bulletEnabled val="1"/>
        </dgm:presLayoutVars>
      </dgm:prSet>
      <dgm:spPr/>
      <dgm:t>
        <a:bodyPr/>
        <a:lstStyle/>
        <a:p>
          <a:endParaRPr lang="en-AU"/>
        </a:p>
      </dgm:t>
    </dgm:pt>
    <dgm:pt modelId="{3A62AA36-F642-41FE-97C9-DEBF3193E321}" type="pres">
      <dgm:prSet presAssocID="{14491DFB-6F93-4E07-819F-34120672D478}" presName="parentNode1" presStyleLbl="node1" presStyleIdx="2" presStyleCnt="3" custFlipHor="1" custScaleX="3469" custScaleY="8716">
        <dgm:presLayoutVars>
          <dgm:chMax val="1"/>
          <dgm:bulletEnabled val="1"/>
        </dgm:presLayoutVars>
      </dgm:prSet>
      <dgm:spPr/>
      <dgm:t>
        <a:bodyPr/>
        <a:lstStyle/>
        <a:p>
          <a:endParaRPr lang="en-AU"/>
        </a:p>
      </dgm:t>
    </dgm:pt>
    <dgm:pt modelId="{B5CEB42A-E205-440C-95C1-9BF9B4E75FCF}" type="pres">
      <dgm:prSet presAssocID="{14491DFB-6F93-4E07-819F-34120672D478}" presName="connSite1" presStyleCnt="0"/>
      <dgm:spPr/>
    </dgm:pt>
  </dgm:ptLst>
  <dgm:cxnLst>
    <dgm:cxn modelId="{31AE719B-E0B3-4FB8-A479-FB4DA6FB4EF8}" type="presOf" srcId="{5BFE4CF8-4FF9-418B-B214-18E5CA16ADE0}" destId="{503B4B1A-96AE-44A2-971A-39D305B76B32}" srcOrd="0" destOrd="0" presId="urn:microsoft.com/office/officeart/2005/8/layout/hProcess4"/>
    <dgm:cxn modelId="{13A4DA6D-673D-4D37-A8F6-6538B4E01486}" type="presOf" srcId="{779CA604-63AD-4598-AE2A-0FBAA2B0D9E0}" destId="{6BAFC578-11C7-4481-8BF3-ED18645ABBB6}" srcOrd="1" destOrd="1" presId="urn:microsoft.com/office/officeart/2005/8/layout/hProcess4"/>
    <dgm:cxn modelId="{6EC992E6-2A54-4A07-B011-D0D0BE1DBE13}" type="presOf" srcId="{6C3CF74F-ED6F-4610-AFC7-1FB88E89F6FF}" destId="{6BAFC578-11C7-4481-8BF3-ED18645ABBB6}" srcOrd="1" destOrd="0" presId="urn:microsoft.com/office/officeart/2005/8/layout/hProcess4"/>
    <dgm:cxn modelId="{C86593A8-F734-44A4-BDEB-3F9D865DD824}" type="presOf" srcId="{14491DFB-6F93-4E07-819F-34120672D478}" destId="{3A62AA36-F642-41FE-97C9-DEBF3193E321}" srcOrd="0" destOrd="0" presId="urn:microsoft.com/office/officeart/2005/8/layout/hProcess4"/>
    <dgm:cxn modelId="{D1A9269B-8C95-4068-A3CB-06BB98AECDE9}" srcId="{7528AA59-FF72-4C1F-80CE-2283B532077E}" destId="{791AD059-CD01-460B-8CEC-86BD1D724C79}" srcOrd="1" destOrd="0" parTransId="{F64CC5A5-1E53-48A4-8A1D-2B24B8A8984E}" sibTransId="{1B212816-83B4-4688-A494-296C5D613168}"/>
    <dgm:cxn modelId="{1F891558-3BB8-4EF2-B363-3840DC80602A}" type="presOf" srcId="{31C770CF-E53C-452F-A20E-B4AE2D20F26D}" destId="{A855761F-B119-409C-9307-0AA4A5BECB6D}" srcOrd="1" destOrd="2" presId="urn:microsoft.com/office/officeart/2005/8/layout/hProcess4"/>
    <dgm:cxn modelId="{B48684B7-8BE8-43C2-81B5-088A5319139A}" type="presOf" srcId="{28DCC40F-1077-47B4-BD94-25E47F693D7C}" destId="{D6884E3B-F970-4E15-B8A5-5E81215F8CD2}" srcOrd="0" destOrd="0" presId="urn:microsoft.com/office/officeart/2005/8/layout/hProcess4"/>
    <dgm:cxn modelId="{5C9B9707-26FE-446A-B2FD-759A36998165}" srcId="{14491DFB-6F93-4E07-819F-34120672D478}" destId="{6C3CF74F-ED6F-4610-AFC7-1FB88E89F6FF}" srcOrd="0" destOrd="0" parTransId="{8CAEFCC2-5156-4612-AA3E-EAAFB20248C8}" sibTransId="{2AF608F5-7899-4F34-A4C4-31AF7DDDC167}"/>
    <dgm:cxn modelId="{BF8EF966-6C0A-49A9-BE23-5F454511FA93}" srcId="{5BFE4CF8-4FF9-418B-B214-18E5CA16ADE0}" destId="{1FD1CF33-E62F-434B-BA7D-7A1C88AF4A5F}" srcOrd="1" destOrd="0" parTransId="{1F02A110-E772-4A30-ADB8-9F5610A33E82}" sibTransId="{0B05977C-F00B-4EF4-8FFC-AFFD26FEEE53}"/>
    <dgm:cxn modelId="{2BD9365B-AC8C-4E71-A73E-7846E92389B1}" type="presOf" srcId="{791AD059-CD01-460B-8CEC-86BD1D724C79}" destId="{698726EA-1EBE-46C7-A10B-356E33527797}" srcOrd="0" destOrd="0" presId="urn:microsoft.com/office/officeart/2005/8/layout/hProcess4"/>
    <dgm:cxn modelId="{61B211E7-678D-46FC-A8A3-4A88114CACDD}" type="presOf" srcId="{8EF20C01-E7AA-4CC9-877B-101CD71C7007}" destId="{301A50CE-8C70-42E9-B191-DA5D685DE45A}" srcOrd="0" destOrd="0" presId="urn:microsoft.com/office/officeart/2005/8/layout/hProcess4"/>
    <dgm:cxn modelId="{BAB1971F-289A-439E-933C-755B4E905573}" type="presOf" srcId="{0B4843DF-F2E7-4C4D-8A1B-81BBDC066D0C}" destId="{FE307F5E-5437-4328-9A38-00503FB2FF88}" srcOrd="0" destOrd="3" presId="urn:microsoft.com/office/officeart/2005/8/layout/hProcess4"/>
    <dgm:cxn modelId="{FC677982-91FE-4CB8-8F94-50B14ED07C2C}" srcId="{14491DFB-6F93-4E07-819F-34120672D478}" destId="{A16AF1EA-5512-4810-A454-9DA709B56AD9}" srcOrd="2" destOrd="0" parTransId="{9245C1F2-EC2E-4779-96AA-7FFC6D5BD0AF}" sibTransId="{4B1A25CE-61D1-4BB0-9540-6656D8D1C97B}"/>
    <dgm:cxn modelId="{4BE920C9-088E-4804-B26F-95025E5E3696}" type="presOf" srcId="{A16AF1EA-5512-4810-A454-9DA709B56AD9}" destId="{FE307F5E-5437-4328-9A38-00503FB2FF88}" srcOrd="0" destOrd="2" presId="urn:microsoft.com/office/officeart/2005/8/layout/hProcess4"/>
    <dgm:cxn modelId="{C569AB64-2667-42F9-8D3D-A7BE07436602}" srcId="{5BFE4CF8-4FF9-418B-B214-18E5CA16ADE0}" destId="{8EF20C01-E7AA-4CC9-877B-101CD71C7007}" srcOrd="0" destOrd="0" parTransId="{0BFD8CB1-9A91-4FE6-95FC-76408CAC6B00}" sibTransId="{3AD13609-89CF-474E-BC56-A5C44BCF1F99}"/>
    <dgm:cxn modelId="{A3BB1F6C-CD01-4C86-9449-75A48DE764EF}" type="presOf" srcId="{C14892F1-51D4-4638-A7F4-29B4B831D05A}" destId="{9235B9A4-F5B9-4800-AA3C-6851F52EDEC5}" srcOrd="1" destOrd="1" presId="urn:microsoft.com/office/officeart/2005/8/layout/hProcess4"/>
    <dgm:cxn modelId="{C2D56914-0548-40E6-914A-1CF1071B05EF}" srcId="{5BFE4CF8-4FF9-418B-B214-18E5CA16ADE0}" destId="{31C770CF-E53C-452F-A20E-B4AE2D20F26D}" srcOrd="2" destOrd="0" parTransId="{799F0372-9586-4B0D-A532-543C8431220E}" sibTransId="{7EA4AEFC-A6A2-4B3F-A37B-2632E85174A1}"/>
    <dgm:cxn modelId="{F5115D10-1F87-41F0-B38E-4F567EFC3CA5}" srcId="{14491DFB-6F93-4E07-819F-34120672D478}" destId="{779CA604-63AD-4598-AE2A-0FBAA2B0D9E0}" srcOrd="1" destOrd="0" parTransId="{06E5CD19-CB90-49D3-84C6-C7CCC3F42091}" sibTransId="{A8542B06-A435-41F4-AC7C-839EBCED2A91}"/>
    <dgm:cxn modelId="{0456A02C-8C07-4415-9636-55E3A23C733F}" type="presOf" srcId="{779CA604-63AD-4598-AE2A-0FBAA2B0D9E0}" destId="{FE307F5E-5437-4328-9A38-00503FB2FF88}" srcOrd="0" destOrd="1" presId="urn:microsoft.com/office/officeart/2005/8/layout/hProcess4"/>
    <dgm:cxn modelId="{5647DA9A-AF34-4AA7-8B50-3809C059E960}" srcId="{7528AA59-FF72-4C1F-80CE-2283B532077E}" destId="{14491DFB-6F93-4E07-819F-34120672D478}" srcOrd="2" destOrd="0" parTransId="{5274756A-50EF-4699-A783-BC57DB77273A}" sibTransId="{632A4C54-F4A2-4F0F-8DAB-35DA542B2BC6}"/>
    <dgm:cxn modelId="{6C84979F-5E0C-427C-B59C-008499A48EAA}" type="presOf" srcId="{6C3CF74F-ED6F-4610-AFC7-1FB88E89F6FF}" destId="{FE307F5E-5437-4328-9A38-00503FB2FF88}" srcOrd="0" destOrd="0" presId="urn:microsoft.com/office/officeart/2005/8/layout/hProcess4"/>
    <dgm:cxn modelId="{3CDF34FE-60D6-46FB-920C-B1D0E7187EDF}" srcId="{5BFE4CF8-4FF9-418B-B214-18E5CA16ADE0}" destId="{65CF1A68-7B7B-4D41-BBB1-E92B615BC14B}" srcOrd="3" destOrd="0" parTransId="{BB9A5AF1-6863-4717-8D20-9745C193AE83}" sibTransId="{F94A0899-54F5-43A3-B21B-FB8375647224}"/>
    <dgm:cxn modelId="{D05C6F23-719F-4679-8485-3FC858ADE21D}" srcId="{791AD059-CD01-460B-8CEC-86BD1D724C79}" destId="{C78F43C6-0952-4C44-8674-90EE8A0C953E}" srcOrd="0" destOrd="0" parTransId="{755C267D-6705-46ED-AA9A-64323F672D93}" sibTransId="{8C4D8D05-5DEC-4769-A41F-34A662D1201F}"/>
    <dgm:cxn modelId="{51D12D14-3CB5-4D0A-AAB3-A132DD6BE737}" srcId="{7528AA59-FF72-4C1F-80CE-2283B532077E}" destId="{5BFE4CF8-4FF9-418B-B214-18E5CA16ADE0}" srcOrd="0" destOrd="0" parTransId="{C0F10B93-3624-4EC7-8D0B-A41B5FF4B0C0}" sibTransId="{28DCC40F-1077-47B4-BD94-25E47F693D7C}"/>
    <dgm:cxn modelId="{1550D0DA-981C-4F98-A147-17995932E152}" type="presOf" srcId="{A16AF1EA-5512-4810-A454-9DA709B56AD9}" destId="{6BAFC578-11C7-4481-8BF3-ED18645ABBB6}" srcOrd="1" destOrd="2" presId="urn:microsoft.com/office/officeart/2005/8/layout/hProcess4"/>
    <dgm:cxn modelId="{FAACE4D5-DC8A-42CA-8997-CBE3DC4D2C3E}" type="presOf" srcId="{C78F43C6-0952-4C44-8674-90EE8A0C953E}" destId="{56203691-EE48-457D-B884-12A9D4808C26}" srcOrd="0" destOrd="0" presId="urn:microsoft.com/office/officeart/2005/8/layout/hProcess4"/>
    <dgm:cxn modelId="{882B9D2E-DD88-4B7D-A7B5-01DDFAC4DD3C}" srcId="{14491DFB-6F93-4E07-819F-34120672D478}" destId="{0B4843DF-F2E7-4C4D-8A1B-81BBDC066D0C}" srcOrd="3" destOrd="0" parTransId="{D9E04B0D-BD7C-4E20-99FB-AF091A8C639E}" sibTransId="{866623D5-87CD-4F9D-92A2-8FB8F609EFB0}"/>
    <dgm:cxn modelId="{F01ADF24-97BC-4011-8261-B3A83CF23072}" type="presOf" srcId="{1FD1CF33-E62F-434B-BA7D-7A1C88AF4A5F}" destId="{A855761F-B119-409C-9307-0AA4A5BECB6D}" srcOrd="1" destOrd="1" presId="urn:microsoft.com/office/officeart/2005/8/layout/hProcess4"/>
    <dgm:cxn modelId="{84C4D7AD-96DB-46F1-8FA7-F415F7534391}" type="presOf" srcId="{7528AA59-FF72-4C1F-80CE-2283B532077E}" destId="{F6470CEC-742E-40B6-BB6A-D702D83C761B}" srcOrd="0" destOrd="0" presId="urn:microsoft.com/office/officeart/2005/8/layout/hProcess4"/>
    <dgm:cxn modelId="{255E41E4-CDFF-477D-A006-AEDDCA8130AA}" type="presOf" srcId="{0B4843DF-F2E7-4C4D-8A1B-81BBDC066D0C}" destId="{6BAFC578-11C7-4481-8BF3-ED18645ABBB6}" srcOrd="1" destOrd="3" presId="urn:microsoft.com/office/officeart/2005/8/layout/hProcess4"/>
    <dgm:cxn modelId="{B6A1D250-DC30-4790-9187-FE64374B3E61}" type="presOf" srcId="{C78F43C6-0952-4C44-8674-90EE8A0C953E}" destId="{9235B9A4-F5B9-4800-AA3C-6851F52EDEC5}" srcOrd="1" destOrd="0" presId="urn:microsoft.com/office/officeart/2005/8/layout/hProcess4"/>
    <dgm:cxn modelId="{ABF17974-7D51-447C-9B9E-A9AD22A8C0A1}" type="presOf" srcId="{1B212816-83B4-4688-A494-296C5D613168}" destId="{12E49DFF-1BB3-4BF7-B6EF-9823002B3DB3}" srcOrd="0" destOrd="0" presId="urn:microsoft.com/office/officeart/2005/8/layout/hProcess4"/>
    <dgm:cxn modelId="{166D5EA3-4DAD-4C1D-ABC2-84401CF9F062}" type="presOf" srcId="{C14892F1-51D4-4638-A7F4-29B4B831D05A}" destId="{56203691-EE48-457D-B884-12A9D4808C26}" srcOrd="0" destOrd="1" presId="urn:microsoft.com/office/officeart/2005/8/layout/hProcess4"/>
    <dgm:cxn modelId="{CAC8E413-A76D-44BA-825D-1403DE72F4DE}" type="presOf" srcId="{31C770CF-E53C-452F-A20E-B4AE2D20F26D}" destId="{301A50CE-8C70-42E9-B191-DA5D685DE45A}" srcOrd="0" destOrd="2" presId="urn:microsoft.com/office/officeart/2005/8/layout/hProcess4"/>
    <dgm:cxn modelId="{D9424090-90FC-421F-8A56-5E8915D49CA6}" type="presOf" srcId="{65CF1A68-7B7B-4D41-BBB1-E92B615BC14B}" destId="{A855761F-B119-409C-9307-0AA4A5BECB6D}" srcOrd="1" destOrd="3" presId="urn:microsoft.com/office/officeart/2005/8/layout/hProcess4"/>
    <dgm:cxn modelId="{F127F6AC-6FE0-4716-BD0A-5CE55CF1AB6E}" srcId="{791AD059-CD01-460B-8CEC-86BD1D724C79}" destId="{C14892F1-51D4-4638-A7F4-29B4B831D05A}" srcOrd="1" destOrd="0" parTransId="{A2E35BA3-D01A-44FE-AC7E-CD3B988D806F}" sibTransId="{576544BE-6E3C-4BD6-99E0-9F5D102C951D}"/>
    <dgm:cxn modelId="{EAA2ECD6-B8AA-4711-971C-23904314AE10}" type="presOf" srcId="{1FD1CF33-E62F-434B-BA7D-7A1C88AF4A5F}" destId="{301A50CE-8C70-42E9-B191-DA5D685DE45A}" srcOrd="0" destOrd="1" presId="urn:microsoft.com/office/officeart/2005/8/layout/hProcess4"/>
    <dgm:cxn modelId="{296440B1-F25E-4824-BA0D-DBA77FC2EA7C}" type="presOf" srcId="{8EF20C01-E7AA-4CC9-877B-101CD71C7007}" destId="{A855761F-B119-409C-9307-0AA4A5BECB6D}" srcOrd="1" destOrd="0" presId="urn:microsoft.com/office/officeart/2005/8/layout/hProcess4"/>
    <dgm:cxn modelId="{9D329FEC-324E-4C71-920E-E27206354A49}" type="presOf" srcId="{65CF1A68-7B7B-4D41-BBB1-E92B615BC14B}" destId="{301A50CE-8C70-42E9-B191-DA5D685DE45A}" srcOrd="0" destOrd="3" presId="urn:microsoft.com/office/officeart/2005/8/layout/hProcess4"/>
    <dgm:cxn modelId="{58849E5E-B34A-4A82-BA01-F8E2DA7ADD11}" type="presParOf" srcId="{F6470CEC-742E-40B6-BB6A-D702D83C761B}" destId="{F68773CF-9A76-4090-A59F-9C4DCD480087}" srcOrd="0" destOrd="0" presId="urn:microsoft.com/office/officeart/2005/8/layout/hProcess4"/>
    <dgm:cxn modelId="{7D14D7D5-E00E-432D-A879-6D5DA42CED5D}" type="presParOf" srcId="{F6470CEC-742E-40B6-BB6A-D702D83C761B}" destId="{03C45815-E37F-4AE3-B1EA-EE00F76036C7}" srcOrd="1" destOrd="0" presId="urn:microsoft.com/office/officeart/2005/8/layout/hProcess4"/>
    <dgm:cxn modelId="{75494153-4B0E-44CF-A302-6252F7E90556}" type="presParOf" srcId="{F6470CEC-742E-40B6-BB6A-D702D83C761B}" destId="{6294C614-C8DE-4089-B404-A5443449FCDB}" srcOrd="2" destOrd="0" presId="urn:microsoft.com/office/officeart/2005/8/layout/hProcess4"/>
    <dgm:cxn modelId="{38B916F3-5639-4EEE-B5DF-6A01BED71D59}" type="presParOf" srcId="{6294C614-C8DE-4089-B404-A5443449FCDB}" destId="{CD485430-88BB-4CAC-8E7F-B57845B5262D}" srcOrd="0" destOrd="0" presId="urn:microsoft.com/office/officeart/2005/8/layout/hProcess4"/>
    <dgm:cxn modelId="{CD1414EF-6663-4116-AE86-702E7650CBC1}" type="presParOf" srcId="{CD485430-88BB-4CAC-8E7F-B57845B5262D}" destId="{8317093C-E559-43B9-B7C0-05AE0926579C}" srcOrd="0" destOrd="0" presId="urn:microsoft.com/office/officeart/2005/8/layout/hProcess4"/>
    <dgm:cxn modelId="{3A7B6B16-F4D2-4C42-8E6A-82D0A650927E}" type="presParOf" srcId="{CD485430-88BB-4CAC-8E7F-B57845B5262D}" destId="{301A50CE-8C70-42E9-B191-DA5D685DE45A}" srcOrd="1" destOrd="0" presId="urn:microsoft.com/office/officeart/2005/8/layout/hProcess4"/>
    <dgm:cxn modelId="{F84360A1-A4CC-47E2-AE6C-54545658DBA9}" type="presParOf" srcId="{CD485430-88BB-4CAC-8E7F-B57845B5262D}" destId="{A855761F-B119-409C-9307-0AA4A5BECB6D}" srcOrd="2" destOrd="0" presId="urn:microsoft.com/office/officeart/2005/8/layout/hProcess4"/>
    <dgm:cxn modelId="{A3ED9C28-78BB-4530-86BE-C907BDD83D64}" type="presParOf" srcId="{CD485430-88BB-4CAC-8E7F-B57845B5262D}" destId="{503B4B1A-96AE-44A2-971A-39D305B76B32}" srcOrd="3" destOrd="0" presId="urn:microsoft.com/office/officeart/2005/8/layout/hProcess4"/>
    <dgm:cxn modelId="{BBA0B5A1-DB8F-4A1F-9952-EB4E306DBF12}" type="presParOf" srcId="{CD485430-88BB-4CAC-8E7F-B57845B5262D}" destId="{05E90AA5-69B3-4C33-BE3F-8045149CD31D}" srcOrd="4" destOrd="0" presId="urn:microsoft.com/office/officeart/2005/8/layout/hProcess4"/>
    <dgm:cxn modelId="{12EB37D8-3036-4652-82D0-34611D609420}" type="presParOf" srcId="{6294C614-C8DE-4089-B404-A5443449FCDB}" destId="{D6884E3B-F970-4E15-B8A5-5E81215F8CD2}" srcOrd="1" destOrd="0" presId="urn:microsoft.com/office/officeart/2005/8/layout/hProcess4"/>
    <dgm:cxn modelId="{BF819347-15FD-4DC4-8884-5FB4457A3D38}" type="presParOf" srcId="{6294C614-C8DE-4089-B404-A5443449FCDB}" destId="{230C811D-73EC-4E61-B01B-5BE0BF143049}" srcOrd="2" destOrd="0" presId="urn:microsoft.com/office/officeart/2005/8/layout/hProcess4"/>
    <dgm:cxn modelId="{A526A445-0447-4614-9C2A-412488DF58D8}" type="presParOf" srcId="{230C811D-73EC-4E61-B01B-5BE0BF143049}" destId="{739B7F11-4F09-41DF-8631-08F6C27193FB}" srcOrd="0" destOrd="0" presId="urn:microsoft.com/office/officeart/2005/8/layout/hProcess4"/>
    <dgm:cxn modelId="{FC2BA080-4D6E-4289-B8C0-6D609C002469}" type="presParOf" srcId="{230C811D-73EC-4E61-B01B-5BE0BF143049}" destId="{56203691-EE48-457D-B884-12A9D4808C26}" srcOrd="1" destOrd="0" presId="urn:microsoft.com/office/officeart/2005/8/layout/hProcess4"/>
    <dgm:cxn modelId="{6AAA3307-B121-45CF-B017-FCD8586A477F}" type="presParOf" srcId="{230C811D-73EC-4E61-B01B-5BE0BF143049}" destId="{9235B9A4-F5B9-4800-AA3C-6851F52EDEC5}" srcOrd="2" destOrd="0" presId="urn:microsoft.com/office/officeart/2005/8/layout/hProcess4"/>
    <dgm:cxn modelId="{EF7A067A-D685-4BE5-B93F-30F95C7981C5}" type="presParOf" srcId="{230C811D-73EC-4E61-B01B-5BE0BF143049}" destId="{698726EA-1EBE-46C7-A10B-356E33527797}" srcOrd="3" destOrd="0" presId="urn:microsoft.com/office/officeart/2005/8/layout/hProcess4"/>
    <dgm:cxn modelId="{C9D3C2D3-C721-4D21-8F1B-C664E7D0CC2C}" type="presParOf" srcId="{230C811D-73EC-4E61-B01B-5BE0BF143049}" destId="{0D04127D-F6FA-4398-9DA7-A04FAF07D813}" srcOrd="4" destOrd="0" presId="urn:microsoft.com/office/officeart/2005/8/layout/hProcess4"/>
    <dgm:cxn modelId="{BB658E28-23DC-448A-8E6F-F60231131232}" type="presParOf" srcId="{6294C614-C8DE-4089-B404-A5443449FCDB}" destId="{12E49DFF-1BB3-4BF7-B6EF-9823002B3DB3}" srcOrd="3" destOrd="0" presId="urn:microsoft.com/office/officeart/2005/8/layout/hProcess4"/>
    <dgm:cxn modelId="{E38BDC92-8FEC-415D-A633-1678B25A9B87}" type="presParOf" srcId="{6294C614-C8DE-4089-B404-A5443449FCDB}" destId="{3C2E6E57-62E3-4DA0-BE40-4C46C89ED781}" srcOrd="4" destOrd="0" presId="urn:microsoft.com/office/officeart/2005/8/layout/hProcess4"/>
    <dgm:cxn modelId="{7AF855A3-B16C-4554-A604-423917169A28}" type="presParOf" srcId="{3C2E6E57-62E3-4DA0-BE40-4C46C89ED781}" destId="{4AB8300B-533C-4714-86EF-E25DBBD1FF02}" srcOrd="0" destOrd="0" presId="urn:microsoft.com/office/officeart/2005/8/layout/hProcess4"/>
    <dgm:cxn modelId="{F39E08ED-0206-48E7-AE9C-BEE18A0D4359}" type="presParOf" srcId="{3C2E6E57-62E3-4DA0-BE40-4C46C89ED781}" destId="{FE307F5E-5437-4328-9A38-00503FB2FF88}" srcOrd="1" destOrd="0" presId="urn:microsoft.com/office/officeart/2005/8/layout/hProcess4"/>
    <dgm:cxn modelId="{A912701A-687D-4078-BA38-2F9123C42BCA}" type="presParOf" srcId="{3C2E6E57-62E3-4DA0-BE40-4C46C89ED781}" destId="{6BAFC578-11C7-4481-8BF3-ED18645ABBB6}" srcOrd="2" destOrd="0" presId="urn:microsoft.com/office/officeart/2005/8/layout/hProcess4"/>
    <dgm:cxn modelId="{E422FEA3-F2A6-4A59-84FB-1DF2391B3BD6}" type="presParOf" srcId="{3C2E6E57-62E3-4DA0-BE40-4C46C89ED781}" destId="{3A62AA36-F642-41FE-97C9-DEBF3193E321}" srcOrd="3" destOrd="0" presId="urn:microsoft.com/office/officeart/2005/8/layout/hProcess4"/>
    <dgm:cxn modelId="{20079F43-808D-413B-96FD-FC984523D0A4}" type="presParOf" srcId="{3C2E6E57-62E3-4DA0-BE40-4C46C89ED781}" destId="{B5CEB42A-E205-440C-95C1-9BF9B4E75FCF}" srcOrd="4" destOrd="0" presId="urn:microsoft.com/office/officeart/2005/8/layout/hProcess4"/>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00A036E-AB19-4D39-9DF3-8EF8079AC3C9}">
      <dsp:nvSpPr>
        <dsp:cNvPr id="0" name=""/>
        <dsp:cNvSpPr/>
      </dsp:nvSpPr>
      <dsp:spPr>
        <a:xfrm>
          <a:off x="341348" y="771982"/>
          <a:ext cx="1125797" cy="7134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r>
            <a:rPr lang="en-AU" sz="900" kern="1200"/>
            <a:t>Liquid</a:t>
          </a:r>
        </a:p>
      </dsp:txBody>
      <dsp:txXfrm>
        <a:off x="357767" y="788401"/>
        <a:ext cx="1092959" cy="527737"/>
      </dsp:txXfrm>
    </dsp:sp>
    <dsp:sp modelId="{20F3D01F-8FE4-4DF0-8B05-AD40E7F15796}">
      <dsp:nvSpPr>
        <dsp:cNvPr id="0" name=""/>
        <dsp:cNvSpPr/>
      </dsp:nvSpPr>
      <dsp:spPr>
        <a:xfrm>
          <a:off x="1012946" y="771519"/>
          <a:ext cx="1566196" cy="1566196"/>
        </a:xfrm>
        <a:prstGeom prst="leftCircularArrow">
          <a:avLst>
            <a:gd name="adj1" fmla="val 3678"/>
            <a:gd name="adj2" fmla="val 458324"/>
            <a:gd name="adj3" fmla="val 2472609"/>
            <a:gd name="adj4" fmla="val 9263264"/>
            <a:gd name="adj5" fmla="val 429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C77F252-CB6A-46B1-9C2C-9EE1A5281560}">
      <dsp:nvSpPr>
        <dsp:cNvPr id="0" name=""/>
        <dsp:cNvSpPr/>
      </dsp:nvSpPr>
      <dsp:spPr>
        <a:xfrm>
          <a:off x="639899" y="1534211"/>
          <a:ext cx="975734" cy="2951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AU" sz="900" kern="1200"/>
            <a:t>Vaporisation</a:t>
          </a:r>
        </a:p>
      </dsp:txBody>
      <dsp:txXfrm>
        <a:off x="648543" y="1542855"/>
        <a:ext cx="958446" cy="277851"/>
      </dsp:txXfrm>
    </dsp:sp>
    <dsp:sp modelId="{2C45FB8A-1DF5-4B63-8244-65BFC7344C8C}">
      <dsp:nvSpPr>
        <dsp:cNvPr id="0" name=""/>
        <dsp:cNvSpPr/>
      </dsp:nvSpPr>
      <dsp:spPr>
        <a:xfrm>
          <a:off x="2139651" y="748848"/>
          <a:ext cx="1058085" cy="7597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ctr" defTabSz="400050">
            <a:lnSpc>
              <a:spcPct val="90000"/>
            </a:lnSpc>
            <a:spcBef>
              <a:spcPct val="0"/>
            </a:spcBef>
            <a:spcAft>
              <a:spcPct val="15000"/>
            </a:spcAft>
            <a:buChar char="••"/>
          </a:pPr>
          <a:r>
            <a:rPr lang="en-AU" sz="900" kern="1200"/>
            <a:t>Gas</a:t>
          </a:r>
        </a:p>
        <a:p>
          <a:pPr marL="57150" lvl="1" indent="-57150" algn="ctr" defTabSz="400050">
            <a:lnSpc>
              <a:spcPct val="90000"/>
            </a:lnSpc>
            <a:spcBef>
              <a:spcPct val="0"/>
            </a:spcBef>
            <a:spcAft>
              <a:spcPct val="15000"/>
            </a:spcAft>
            <a:buChar char="••"/>
          </a:pPr>
          <a:r>
            <a:rPr lang="en-AU" sz="900" kern="1200"/>
            <a:t>Gas</a:t>
          </a:r>
        </a:p>
      </dsp:txBody>
      <dsp:txXfrm>
        <a:off x="2157134" y="929130"/>
        <a:ext cx="1023119" cy="561963"/>
      </dsp:txXfrm>
    </dsp:sp>
    <dsp:sp modelId="{5B809E14-6577-4261-A1E7-939DD4DB5ADB}">
      <dsp:nvSpPr>
        <dsp:cNvPr id="0" name=""/>
        <dsp:cNvSpPr/>
      </dsp:nvSpPr>
      <dsp:spPr>
        <a:xfrm>
          <a:off x="2746416" y="-92035"/>
          <a:ext cx="1736755" cy="1736755"/>
        </a:xfrm>
        <a:prstGeom prst="circularArrow">
          <a:avLst>
            <a:gd name="adj1" fmla="val 3317"/>
            <a:gd name="adj2" fmla="val 409768"/>
            <a:gd name="adj3" fmla="val 19216822"/>
            <a:gd name="adj4" fmla="val 12377611"/>
            <a:gd name="adj5" fmla="val 387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0914EA7-445E-42E4-85F4-85238ECCF613}">
      <dsp:nvSpPr>
        <dsp:cNvPr id="0" name=""/>
        <dsp:cNvSpPr/>
      </dsp:nvSpPr>
      <dsp:spPr>
        <a:xfrm>
          <a:off x="2399672" y="419322"/>
          <a:ext cx="985080" cy="3126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AU" sz="900" kern="1200"/>
            <a:t>Condensation</a:t>
          </a:r>
        </a:p>
      </dsp:txBody>
      <dsp:txXfrm>
        <a:off x="2408829" y="428479"/>
        <a:ext cx="966766" cy="294328"/>
      </dsp:txXfrm>
    </dsp:sp>
    <dsp:sp modelId="{262220F3-95C9-42F0-A6EB-F969304AC55E}">
      <dsp:nvSpPr>
        <dsp:cNvPr id="0" name=""/>
        <dsp:cNvSpPr/>
      </dsp:nvSpPr>
      <dsp:spPr>
        <a:xfrm>
          <a:off x="3791095" y="580018"/>
          <a:ext cx="1284089" cy="109738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r>
            <a:rPr lang="en-AU" sz="900" kern="1200"/>
            <a:t>Liquid</a:t>
          </a:r>
        </a:p>
      </dsp:txBody>
      <dsp:txXfrm>
        <a:off x="3816349" y="605272"/>
        <a:ext cx="1233581" cy="811725"/>
      </dsp:txXfrm>
    </dsp:sp>
    <dsp:sp modelId="{D221F22F-D8D7-408E-8E62-5C786DABBE54}">
      <dsp:nvSpPr>
        <dsp:cNvPr id="0" name=""/>
        <dsp:cNvSpPr/>
      </dsp:nvSpPr>
      <dsp:spPr>
        <a:xfrm flipH="1" flipV="1">
          <a:off x="4636399" y="1643949"/>
          <a:ext cx="40519" cy="756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endParaRPr lang="en-AU" sz="1100" kern="1200"/>
        </a:p>
      </dsp:txBody>
      <dsp:txXfrm rot="10800000">
        <a:off x="4637586" y="1645136"/>
        <a:ext cx="38145" cy="7329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AB69CB-88CB-486D-A91E-0E6EE5096E11}">
      <dsp:nvSpPr>
        <dsp:cNvPr id="0" name=""/>
        <dsp:cNvSpPr/>
      </dsp:nvSpPr>
      <dsp:spPr>
        <a:xfrm>
          <a:off x="271415" y="565927"/>
          <a:ext cx="1318478" cy="10874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r>
            <a:rPr lang="en-AU" sz="900" kern="1200"/>
            <a:t>Solid</a:t>
          </a:r>
        </a:p>
      </dsp:txBody>
      <dsp:txXfrm>
        <a:off x="296441" y="590953"/>
        <a:ext cx="1268426" cy="804388"/>
      </dsp:txXfrm>
    </dsp:sp>
    <dsp:sp modelId="{70CB9FEC-CFD4-4FC9-89F0-016102F2E9CD}">
      <dsp:nvSpPr>
        <dsp:cNvPr id="0" name=""/>
        <dsp:cNvSpPr/>
      </dsp:nvSpPr>
      <dsp:spPr>
        <a:xfrm>
          <a:off x="1017524" y="728972"/>
          <a:ext cx="1577491" cy="1577491"/>
        </a:xfrm>
        <a:prstGeom prst="leftCircularArrow">
          <a:avLst>
            <a:gd name="adj1" fmla="val 3652"/>
            <a:gd name="adj2" fmla="val 454755"/>
            <a:gd name="adj3" fmla="val 2478935"/>
            <a:gd name="adj4" fmla="val 9273159"/>
            <a:gd name="adj5" fmla="val 426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71EFB89-BD2D-419D-930D-D8F5B882230B}">
      <dsp:nvSpPr>
        <dsp:cNvPr id="0" name=""/>
        <dsp:cNvSpPr/>
      </dsp:nvSpPr>
      <dsp:spPr>
        <a:xfrm>
          <a:off x="564410" y="1476982"/>
          <a:ext cx="1171981" cy="35282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AU" sz="900" kern="1200"/>
            <a:t>Sublimation</a:t>
          </a:r>
        </a:p>
      </dsp:txBody>
      <dsp:txXfrm>
        <a:off x="574744" y="1487316"/>
        <a:ext cx="1151313" cy="332161"/>
      </dsp:txXfrm>
    </dsp:sp>
    <dsp:sp modelId="{6021F05D-85D6-442A-B110-0CA843FC1562}">
      <dsp:nvSpPr>
        <dsp:cNvPr id="0" name=""/>
        <dsp:cNvSpPr/>
      </dsp:nvSpPr>
      <dsp:spPr>
        <a:xfrm>
          <a:off x="2036725" y="600607"/>
          <a:ext cx="1318478" cy="10874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ctr" defTabSz="400050">
            <a:lnSpc>
              <a:spcPct val="90000"/>
            </a:lnSpc>
            <a:spcBef>
              <a:spcPct val="0"/>
            </a:spcBef>
            <a:spcAft>
              <a:spcPct val="15000"/>
            </a:spcAft>
            <a:buChar char="••"/>
          </a:pPr>
          <a:r>
            <a:rPr lang="en-AU" sz="900" kern="1200"/>
            <a:t>Gas</a:t>
          </a:r>
        </a:p>
        <a:p>
          <a:pPr marL="57150" lvl="1" indent="-57150" algn="ctr" defTabSz="400050">
            <a:lnSpc>
              <a:spcPct val="90000"/>
            </a:lnSpc>
            <a:spcBef>
              <a:spcPct val="0"/>
            </a:spcBef>
            <a:spcAft>
              <a:spcPct val="15000"/>
            </a:spcAft>
            <a:buChar char="••"/>
          </a:pPr>
          <a:r>
            <a:rPr lang="en-AU" sz="900" kern="1200"/>
            <a:t>Gas</a:t>
          </a:r>
        </a:p>
      </dsp:txBody>
      <dsp:txXfrm>
        <a:off x="2061751" y="858662"/>
        <a:ext cx="1268426" cy="804388"/>
      </dsp:txXfrm>
    </dsp:sp>
    <dsp:sp modelId="{20085622-86FD-40D7-9218-76BDD597E137}">
      <dsp:nvSpPr>
        <dsp:cNvPr id="0" name=""/>
        <dsp:cNvSpPr/>
      </dsp:nvSpPr>
      <dsp:spPr>
        <a:xfrm>
          <a:off x="2746093" y="-90838"/>
          <a:ext cx="1715171" cy="1715171"/>
        </a:xfrm>
        <a:prstGeom prst="circularArrow">
          <a:avLst>
            <a:gd name="adj1" fmla="val 3359"/>
            <a:gd name="adj2" fmla="val 415336"/>
            <a:gd name="adj3" fmla="val 19200729"/>
            <a:gd name="adj4" fmla="val 12367086"/>
            <a:gd name="adj5" fmla="val 3918"/>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1D114D0-BE19-4C6E-94A9-345DFF9B49FF}">
      <dsp:nvSpPr>
        <dsp:cNvPr id="0" name=""/>
        <dsp:cNvSpPr/>
      </dsp:nvSpPr>
      <dsp:spPr>
        <a:xfrm>
          <a:off x="2303707" y="416691"/>
          <a:ext cx="1171981" cy="2984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AU" sz="900" kern="1200"/>
            <a:t>Deposition</a:t>
          </a:r>
        </a:p>
      </dsp:txBody>
      <dsp:txXfrm>
        <a:off x="2312449" y="425433"/>
        <a:ext cx="1154497" cy="280989"/>
      </dsp:txXfrm>
    </dsp:sp>
    <dsp:sp modelId="{1EE58FC2-6ED6-4B45-9931-DBC96A7EE579}">
      <dsp:nvSpPr>
        <dsp:cNvPr id="0" name=""/>
        <dsp:cNvSpPr/>
      </dsp:nvSpPr>
      <dsp:spPr>
        <a:xfrm>
          <a:off x="3750008" y="565927"/>
          <a:ext cx="1318478" cy="10874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r>
            <a:rPr lang="en-AU" sz="900" kern="1200"/>
            <a:t>Solid</a:t>
          </a:r>
        </a:p>
      </dsp:txBody>
      <dsp:txXfrm>
        <a:off x="3775034" y="590953"/>
        <a:ext cx="1268426" cy="804388"/>
      </dsp:txXfrm>
    </dsp:sp>
    <dsp:sp modelId="{DED57F96-8476-4864-92EE-8A0A5E34A8B4}">
      <dsp:nvSpPr>
        <dsp:cNvPr id="0" name=""/>
        <dsp:cNvSpPr/>
      </dsp:nvSpPr>
      <dsp:spPr>
        <a:xfrm>
          <a:off x="4607253" y="1631657"/>
          <a:ext cx="43480" cy="434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endParaRPr lang="en-AU" sz="900" kern="1200"/>
        </a:p>
      </dsp:txBody>
      <dsp:txXfrm>
        <a:off x="4608526" y="1632930"/>
        <a:ext cx="40934" cy="4093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01A50CE-8C70-42E9-B191-DA5D685DE45A}">
      <dsp:nvSpPr>
        <dsp:cNvPr id="0" name=""/>
        <dsp:cNvSpPr/>
      </dsp:nvSpPr>
      <dsp:spPr>
        <a:xfrm>
          <a:off x="233690" y="575643"/>
          <a:ext cx="1341113" cy="110613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l" defTabSz="400050">
            <a:lnSpc>
              <a:spcPct val="90000"/>
            </a:lnSpc>
            <a:spcBef>
              <a:spcPct val="0"/>
            </a:spcBef>
            <a:spcAft>
              <a:spcPct val="15000"/>
            </a:spcAft>
            <a:buChar char="••"/>
          </a:pPr>
          <a:endParaRPr lang="en-AU" sz="900" kern="1200"/>
        </a:p>
        <a:p>
          <a:pPr marL="57150" lvl="1" indent="-57150" algn="l" defTabSz="400050">
            <a:lnSpc>
              <a:spcPct val="90000"/>
            </a:lnSpc>
            <a:spcBef>
              <a:spcPct val="0"/>
            </a:spcBef>
            <a:spcAft>
              <a:spcPct val="15000"/>
            </a:spcAft>
            <a:buChar char="••"/>
          </a:pPr>
          <a:endParaRPr lang="en-AU" sz="900" kern="1200"/>
        </a:p>
        <a:p>
          <a:pPr marL="57150" lvl="1" indent="-57150" algn="l"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r>
            <a:rPr lang="en-AU" sz="900" kern="1200"/>
            <a:t>Liquid</a:t>
          </a:r>
        </a:p>
      </dsp:txBody>
      <dsp:txXfrm>
        <a:off x="259145" y="601098"/>
        <a:ext cx="1290203" cy="818198"/>
      </dsp:txXfrm>
    </dsp:sp>
    <dsp:sp modelId="{D6884E3B-F970-4E15-B8A5-5E81215F8CD2}">
      <dsp:nvSpPr>
        <dsp:cNvPr id="0" name=""/>
        <dsp:cNvSpPr/>
      </dsp:nvSpPr>
      <dsp:spPr>
        <a:xfrm>
          <a:off x="995963" y="734022"/>
          <a:ext cx="1566679" cy="1566679"/>
        </a:xfrm>
        <a:prstGeom prst="leftCircularArrow">
          <a:avLst>
            <a:gd name="adj1" fmla="val 3677"/>
            <a:gd name="adj2" fmla="val 458170"/>
            <a:gd name="adj3" fmla="val 2488456"/>
            <a:gd name="adj4" fmla="val 9279264"/>
            <a:gd name="adj5" fmla="val 429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03B4B1A-96AE-44A2-971A-39D305B76B32}">
      <dsp:nvSpPr>
        <dsp:cNvPr id="0" name=""/>
        <dsp:cNvSpPr/>
      </dsp:nvSpPr>
      <dsp:spPr>
        <a:xfrm>
          <a:off x="663127" y="1537587"/>
          <a:ext cx="929278" cy="2883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AU" sz="900" kern="1200"/>
            <a:t>Freezing</a:t>
          </a:r>
        </a:p>
      </dsp:txBody>
      <dsp:txXfrm>
        <a:off x="671574" y="1546034"/>
        <a:ext cx="912384" cy="271495"/>
      </dsp:txXfrm>
    </dsp:sp>
    <dsp:sp modelId="{56203691-EE48-457D-B884-12A9D4808C26}">
      <dsp:nvSpPr>
        <dsp:cNvPr id="0" name=""/>
        <dsp:cNvSpPr/>
      </dsp:nvSpPr>
      <dsp:spPr>
        <a:xfrm>
          <a:off x="1998136" y="575643"/>
          <a:ext cx="1341113" cy="110613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ctr" defTabSz="400050">
            <a:lnSpc>
              <a:spcPct val="90000"/>
            </a:lnSpc>
            <a:spcBef>
              <a:spcPct val="0"/>
            </a:spcBef>
            <a:spcAft>
              <a:spcPct val="15000"/>
            </a:spcAft>
            <a:buChar char="••"/>
          </a:pPr>
          <a:r>
            <a:rPr lang="en-AU" sz="900" kern="1200"/>
            <a:t>Solid</a:t>
          </a:r>
        </a:p>
        <a:p>
          <a:pPr marL="57150" lvl="1" indent="-57150" algn="ctr" defTabSz="400050">
            <a:lnSpc>
              <a:spcPct val="90000"/>
            </a:lnSpc>
            <a:spcBef>
              <a:spcPct val="0"/>
            </a:spcBef>
            <a:spcAft>
              <a:spcPct val="15000"/>
            </a:spcAft>
            <a:buChar char="••"/>
          </a:pPr>
          <a:r>
            <a:rPr lang="en-AU" sz="900" kern="1200"/>
            <a:t>Solid</a:t>
          </a:r>
        </a:p>
      </dsp:txBody>
      <dsp:txXfrm>
        <a:off x="2023591" y="838127"/>
        <a:ext cx="1290203" cy="818198"/>
      </dsp:txXfrm>
    </dsp:sp>
    <dsp:sp modelId="{12E49DFF-1BB3-4BF7-B6EF-9823002B3DB3}">
      <dsp:nvSpPr>
        <dsp:cNvPr id="0" name=""/>
        <dsp:cNvSpPr/>
      </dsp:nvSpPr>
      <dsp:spPr>
        <a:xfrm>
          <a:off x="2750501" y="-84446"/>
          <a:ext cx="1737959" cy="1737959"/>
        </a:xfrm>
        <a:prstGeom prst="circularArrow">
          <a:avLst>
            <a:gd name="adj1" fmla="val 3315"/>
            <a:gd name="adj2" fmla="val 409462"/>
            <a:gd name="adj3" fmla="val 19176744"/>
            <a:gd name="adj4" fmla="val 12337227"/>
            <a:gd name="adj5" fmla="val 3867"/>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98726EA-1EBE-46C7-A10B-356E33527797}">
      <dsp:nvSpPr>
        <dsp:cNvPr id="0" name=""/>
        <dsp:cNvSpPr/>
      </dsp:nvSpPr>
      <dsp:spPr>
        <a:xfrm>
          <a:off x="2421434" y="435765"/>
          <a:ext cx="941557" cy="27975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AU" sz="900" kern="1200"/>
            <a:t>Melting</a:t>
          </a:r>
        </a:p>
      </dsp:txBody>
      <dsp:txXfrm>
        <a:off x="2429628" y="443959"/>
        <a:ext cx="925169" cy="263368"/>
      </dsp:txXfrm>
    </dsp:sp>
    <dsp:sp modelId="{FE307F5E-5437-4328-9A38-00503FB2FF88}">
      <dsp:nvSpPr>
        <dsp:cNvPr id="0" name=""/>
        <dsp:cNvSpPr/>
      </dsp:nvSpPr>
      <dsp:spPr>
        <a:xfrm>
          <a:off x="3762583" y="575643"/>
          <a:ext cx="1341113" cy="110613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endParaRPr lang="en-AU" sz="900" kern="1200"/>
        </a:p>
        <a:p>
          <a:pPr marL="57150" lvl="1" indent="-57150" algn="ctr" defTabSz="400050">
            <a:lnSpc>
              <a:spcPct val="90000"/>
            </a:lnSpc>
            <a:spcBef>
              <a:spcPct val="0"/>
            </a:spcBef>
            <a:spcAft>
              <a:spcPct val="15000"/>
            </a:spcAft>
            <a:buChar char="••"/>
          </a:pPr>
          <a:r>
            <a:rPr lang="en-AU" sz="900" kern="1200"/>
            <a:t>Liquid</a:t>
          </a:r>
        </a:p>
      </dsp:txBody>
      <dsp:txXfrm>
        <a:off x="3788038" y="601098"/>
        <a:ext cx="1290203" cy="818198"/>
      </dsp:txXfrm>
    </dsp:sp>
    <dsp:sp modelId="{3A62AA36-F642-41FE-97C9-DEBF3193E321}">
      <dsp:nvSpPr>
        <dsp:cNvPr id="0" name=""/>
        <dsp:cNvSpPr/>
      </dsp:nvSpPr>
      <dsp:spPr>
        <a:xfrm flipH="1">
          <a:off x="4635981" y="1661122"/>
          <a:ext cx="41353" cy="4131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endParaRPr lang="en-AU" sz="900" kern="1200"/>
        </a:p>
      </dsp:txBody>
      <dsp:txXfrm>
        <a:off x="4637191" y="1662332"/>
        <a:ext cx="38933" cy="38899"/>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12B7E049</Template>
  <TotalTime>700</TotalTime>
  <Pages>3</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Roman Catholic Trust Corp. Diocese of Rockhampton</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Patsy_Salmond</dc:creator>
  <cp:lastModifiedBy>Patsy_Salmond</cp:lastModifiedBy>
  <cp:revision>14</cp:revision>
  <dcterms:created xsi:type="dcterms:W3CDTF">2013-07-22T08:39:00Z</dcterms:created>
  <dcterms:modified xsi:type="dcterms:W3CDTF">2013-07-28T07:07:00Z</dcterms:modified>
</cp:coreProperties>
</file>